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958D6" w14:textId="14E1E0BD" w:rsidR="00F83087" w:rsidRPr="00FD7FCC" w:rsidRDefault="00F83087" w:rsidP="0061031E">
      <w:pPr>
        <w:rPr>
          <w:rFonts w:ascii="Times New Roman" w:hAnsi="Times New Roman"/>
          <w:sz w:val="24"/>
          <w:szCs w:val="24"/>
        </w:rPr>
      </w:pPr>
    </w:p>
    <w:p w14:paraId="7B8DEB95" w14:textId="77777777" w:rsidR="00FD7FCC" w:rsidRPr="00FD7FCC" w:rsidRDefault="00FD7FCC" w:rsidP="00FD7FCC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D7FCC">
        <w:rPr>
          <w:rFonts w:ascii="Times New Roman" w:hAnsi="Times New Roman"/>
          <w:b/>
          <w:sz w:val="24"/>
          <w:szCs w:val="24"/>
        </w:rPr>
        <w:t>AFFIDAVIT</w:t>
      </w:r>
    </w:p>
    <w:p w14:paraId="0E93A6AC" w14:textId="77777777" w:rsidR="00FD7FCC" w:rsidRPr="00FD7FCC" w:rsidRDefault="00FD7FCC" w:rsidP="00FD7FCC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16DCB8E" w14:textId="77777777" w:rsidR="00FD7FCC" w:rsidRPr="00FD7FCC" w:rsidRDefault="00FD7FCC" w:rsidP="00FD7FCC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C26F3D4" w14:textId="77777777" w:rsidR="00FD7FCC" w:rsidRPr="00FD7FCC" w:rsidRDefault="00FD7FCC" w:rsidP="00FD7FCC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D6505C5" w14:textId="3FE247E1" w:rsidR="00FD7FCC" w:rsidRPr="00FD7FCC" w:rsidRDefault="00FD7FCC" w:rsidP="00FD7FC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D7FCC">
        <w:rPr>
          <w:rFonts w:ascii="Times New Roman" w:hAnsi="Times New Roman"/>
          <w:sz w:val="24"/>
          <w:szCs w:val="24"/>
        </w:rPr>
        <w:tab/>
        <w:t>The undersigned 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</w:t>
      </w:r>
      <w:r w:rsidRPr="00FD7FCC">
        <w:rPr>
          <w:rFonts w:ascii="Times New Roman" w:hAnsi="Times New Roman"/>
          <w:sz w:val="24"/>
          <w:szCs w:val="24"/>
        </w:rPr>
        <w:t>,</w:t>
      </w:r>
    </w:p>
    <w:p w14:paraId="279B5D37" w14:textId="766A9827" w:rsidR="00FD7FCC" w:rsidRPr="00FD7FCC" w:rsidRDefault="00FD7FCC" w:rsidP="00FD7FC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D7FCC">
        <w:rPr>
          <w:rFonts w:ascii="Times New Roman" w:hAnsi="Times New Roman"/>
          <w:sz w:val="24"/>
          <w:szCs w:val="24"/>
        </w:rPr>
        <w:t>_____</w:t>
      </w:r>
      <w:r w:rsidRPr="00FD7FCC">
        <w:rPr>
          <w:rFonts w:ascii="Times New Roman" w:hAnsi="Times New Roman"/>
          <w:sz w:val="24"/>
          <w:szCs w:val="24"/>
          <w:vertAlign w:val="superscript"/>
        </w:rPr>
        <w:t xml:space="preserve">th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FD7FCC">
        <w:rPr>
          <w:rFonts w:ascii="Times New Roman" w:hAnsi="Times New Roman"/>
          <w:sz w:val="24"/>
          <w:szCs w:val="24"/>
        </w:rPr>
        <w:t>year student, at the Faculty of  _______________________________,</w:t>
      </w:r>
    </w:p>
    <w:p w14:paraId="3F809105" w14:textId="725C171C" w:rsidR="00FD7FCC" w:rsidRPr="00FD7FCC" w:rsidRDefault="00FD7FCC" w:rsidP="00FD7FC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D7FCC">
        <w:rPr>
          <w:rFonts w:ascii="Times New Roman" w:hAnsi="Times New Roman"/>
          <w:sz w:val="24"/>
          <w:szCs w:val="24"/>
        </w:rPr>
        <w:t>of the „Victor Babeş” University of Medicine and Pharmacy, Timişoara, beneficiary of an Erasmus+ grant at the _______________________________</w:t>
      </w:r>
      <w:bookmarkStart w:id="0" w:name="_GoBack"/>
      <w:bookmarkEnd w:id="0"/>
      <w:r w:rsidRPr="00FD7FCC">
        <w:rPr>
          <w:rFonts w:ascii="Times New Roman" w:hAnsi="Times New Roman"/>
          <w:sz w:val="24"/>
          <w:szCs w:val="24"/>
        </w:rPr>
        <w:t>_________________ University, for a duration of___________ months, hereby declare that I am not using other funding (other grants/scholarships) to cover the same expenses.</w:t>
      </w:r>
    </w:p>
    <w:p w14:paraId="424830C7" w14:textId="77777777" w:rsidR="00FD7FCC" w:rsidRPr="00FD7FCC" w:rsidRDefault="00FD7FCC" w:rsidP="00FD7FCC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D7FCC">
        <w:rPr>
          <w:rFonts w:ascii="Times New Roman" w:hAnsi="Times New Roman"/>
          <w:sz w:val="24"/>
          <w:szCs w:val="24"/>
        </w:rPr>
        <w:tab/>
        <w:t>I have not benefited from another Erasmus grant for the same type of mobility.</w:t>
      </w:r>
    </w:p>
    <w:p w14:paraId="66841277" w14:textId="77777777" w:rsidR="00FD7FCC" w:rsidRPr="00FD7FCC" w:rsidRDefault="00FD7FCC" w:rsidP="00FD7FC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3C546B4" w14:textId="77777777" w:rsidR="00FD7FCC" w:rsidRPr="00FD7FCC" w:rsidRDefault="00FD7FCC" w:rsidP="00FD7FC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23661AC" w14:textId="77777777" w:rsidR="00FD7FCC" w:rsidRPr="00FD7FCC" w:rsidRDefault="00FD7FCC" w:rsidP="00FD7FC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B4DEE1C" w14:textId="77777777" w:rsidR="00FD7FCC" w:rsidRPr="00FD7FCC" w:rsidRDefault="00FD7FCC" w:rsidP="00FD7FC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7B46DEE" w14:textId="77777777" w:rsidR="00FD7FCC" w:rsidRPr="00FD7FCC" w:rsidRDefault="00FD7FCC" w:rsidP="00FD7FC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D7FCC">
        <w:rPr>
          <w:rFonts w:ascii="Times New Roman" w:hAnsi="Times New Roman"/>
          <w:sz w:val="24"/>
          <w:szCs w:val="24"/>
        </w:rPr>
        <w:t xml:space="preserve">First name and name </w:t>
      </w:r>
    </w:p>
    <w:p w14:paraId="0FEA216D" w14:textId="77777777" w:rsidR="00FD7FCC" w:rsidRPr="00FD7FCC" w:rsidRDefault="00FD7FCC" w:rsidP="00FD7FCC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D7FCC">
        <w:rPr>
          <w:rFonts w:ascii="Times New Roman" w:hAnsi="Times New Roman"/>
          <w:sz w:val="24"/>
          <w:szCs w:val="24"/>
        </w:rPr>
        <w:t>____________________________</w:t>
      </w:r>
    </w:p>
    <w:p w14:paraId="2410FD89" w14:textId="77777777" w:rsidR="00FD7FCC" w:rsidRPr="00FD7FCC" w:rsidRDefault="00FD7FCC" w:rsidP="00FD7FC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D7FCC">
        <w:rPr>
          <w:rFonts w:ascii="Times New Roman" w:hAnsi="Times New Roman"/>
          <w:sz w:val="24"/>
          <w:szCs w:val="24"/>
        </w:rPr>
        <w:t>Signature,</w:t>
      </w:r>
    </w:p>
    <w:p w14:paraId="3ADB2751" w14:textId="77777777" w:rsidR="00FD7FCC" w:rsidRPr="00FD7FCC" w:rsidRDefault="00FD7FCC" w:rsidP="00FD7FC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D7FCC">
        <w:rPr>
          <w:rFonts w:ascii="Times New Roman" w:hAnsi="Times New Roman"/>
          <w:sz w:val="24"/>
          <w:szCs w:val="24"/>
        </w:rPr>
        <w:t>____________________________</w:t>
      </w:r>
    </w:p>
    <w:p w14:paraId="0781FF52" w14:textId="77777777" w:rsidR="0061031E" w:rsidRPr="00FD7FCC" w:rsidRDefault="0061031E" w:rsidP="00FD7FCC">
      <w:pPr>
        <w:rPr>
          <w:rFonts w:ascii="Times New Roman" w:hAnsi="Times New Roman"/>
          <w:sz w:val="24"/>
          <w:szCs w:val="24"/>
        </w:rPr>
      </w:pPr>
    </w:p>
    <w:sectPr w:rsidR="0061031E" w:rsidRPr="00FD7FCC" w:rsidSect="002D7D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677013" w14:textId="77777777" w:rsidR="000F6DCA" w:rsidRDefault="000F6DCA" w:rsidP="00D2536B">
      <w:pPr>
        <w:spacing w:after="0" w:line="240" w:lineRule="auto"/>
      </w:pPr>
      <w:r>
        <w:separator/>
      </w:r>
    </w:p>
  </w:endnote>
  <w:endnote w:type="continuationSeparator" w:id="0">
    <w:p w14:paraId="1DB67C17" w14:textId="77777777" w:rsidR="000F6DCA" w:rsidRDefault="000F6DCA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0F6DCA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0E6415" w14:textId="77777777" w:rsidR="000F6DCA" w:rsidRDefault="000F6DCA" w:rsidP="00D2536B">
      <w:pPr>
        <w:spacing w:after="0" w:line="240" w:lineRule="auto"/>
      </w:pPr>
      <w:r>
        <w:separator/>
      </w:r>
    </w:p>
  </w:footnote>
  <w:footnote w:type="continuationSeparator" w:id="0">
    <w:p w14:paraId="567090B7" w14:textId="77777777" w:rsidR="000F6DCA" w:rsidRDefault="000F6DCA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E4E28"/>
    <w:rsid w:val="000F6DCA"/>
    <w:rsid w:val="00151750"/>
    <w:rsid w:val="001875D4"/>
    <w:rsid w:val="001E34B8"/>
    <w:rsid w:val="00253419"/>
    <w:rsid w:val="002D7D19"/>
    <w:rsid w:val="002F1287"/>
    <w:rsid w:val="002F50CB"/>
    <w:rsid w:val="0031217D"/>
    <w:rsid w:val="003306A8"/>
    <w:rsid w:val="00366D36"/>
    <w:rsid w:val="00434D24"/>
    <w:rsid w:val="004915CF"/>
    <w:rsid w:val="004A5472"/>
    <w:rsid w:val="004D7E7E"/>
    <w:rsid w:val="00531846"/>
    <w:rsid w:val="0059677A"/>
    <w:rsid w:val="0061031E"/>
    <w:rsid w:val="00631F67"/>
    <w:rsid w:val="00654D09"/>
    <w:rsid w:val="00685BF9"/>
    <w:rsid w:val="006940D7"/>
    <w:rsid w:val="00696A22"/>
    <w:rsid w:val="006A1CA7"/>
    <w:rsid w:val="00756E23"/>
    <w:rsid w:val="007B29A5"/>
    <w:rsid w:val="00806446"/>
    <w:rsid w:val="00874B53"/>
    <w:rsid w:val="008C7E40"/>
    <w:rsid w:val="00924BEB"/>
    <w:rsid w:val="00927272"/>
    <w:rsid w:val="009669B9"/>
    <w:rsid w:val="009B14B8"/>
    <w:rsid w:val="009D5208"/>
    <w:rsid w:val="009F4B93"/>
    <w:rsid w:val="00AB1260"/>
    <w:rsid w:val="00B15700"/>
    <w:rsid w:val="00B2217B"/>
    <w:rsid w:val="00BE5CBF"/>
    <w:rsid w:val="00C024FC"/>
    <w:rsid w:val="00C606D5"/>
    <w:rsid w:val="00CB5CC1"/>
    <w:rsid w:val="00D07E73"/>
    <w:rsid w:val="00D2536B"/>
    <w:rsid w:val="00D61646"/>
    <w:rsid w:val="00DC4320"/>
    <w:rsid w:val="00DD010A"/>
    <w:rsid w:val="00E0250C"/>
    <w:rsid w:val="00E4289F"/>
    <w:rsid w:val="00E86118"/>
    <w:rsid w:val="00EE6EBF"/>
    <w:rsid w:val="00F2179A"/>
    <w:rsid w:val="00F6087F"/>
    <w:rsid w:val="00F83087"/>
    <w:rsid w:val="00F84B39"/>
    <w:rsid w:val="00FD7FCC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1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2</cp:revision>
  <cp:lastPrinted>2021-04-20T06:11:00Z</cp:lastPrinted>
  <dcterms:created xsi:type="dcterms:W3CDTF">2022-01-10T08:55:00Z</dcterms:created>
  <dcterms:modified xsi:type="dcterms:W3CDTF">2022-01-10T08:55:00Z</dcterms:modified>
</cp:coreProperties>
</file>