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D88BB" w14:textId="2E28BC7A" w:rsidR="00305B14" w:rsidRPr="00305B14" w:rsidRDefault="00903991" w:rsidP="00305B14">
      <w:pPr>
        <w:pStyle w:val="Header"/>
        <w:jc w:val="right"/>
        <w:rPr>
          <w:lang w:val="ro-RO"/>
        </w:rPr>
      </w:pPr>
      <w:r w:rsidRPr="00305B14">
        <w:rPr>
          <w:color w:val="181818"/>
          <w:lang w:val="ro-RO"/>
        </w:rPr>
        <w:t>Anexa 1</w:t>
      </w:r>
      <w:r w:rsidR="005B00C0" w:rsidRPr="00305B14">
        <w:rPr>
          <w:color w:val="181818"/>
          <w:lang w:val="ro-RO"/>
        </w:rPr>
        <w:t>7</w:t>
      </w:r>
      <w:r w:rsidR="000203DB" w:rsidRPr="00305B14">
        <w:rPr>
          <w:color w:val="181818"/>
          <w:lang w:val="ro-RO"/>
        </w:rPr>
        <w:t xml:space="preserve"> -</w:t>
      </w:r>
      <w:r w:rsidR="000203DB" w:rsidRPr="00305B14">
        <w:rPr>
          <w:lang w:val="ro-RO"/>
        </w:rPr>
        <w:t xml:space="preserve"> </w:t>
      </w:r>
      <w:r w:rsidR="00305B14" w:rsidRPr="00305B14">
        <w:rPr>
          <w:lang w:val="ro-RO"/>
        </w:rPr>
        <w:t>Cod:</w:t>
      </w:r>
      <w:r w:rsidR="00305B14" w:rsidRPr="00305B14">
        <w:t>UMFVBT-MET/DRU/26/2024</w:t>
      </w:r>
      <w:r w:rsidR="00305B14">
        <w:t xml:space="preserve"> </w:t>
      </w:r>
      <w:bookmarkStart w:id="0" w:name="_GoBack"/>
      <w:bookmarkEnd w:id="0"/>
      <w:r w:rsidR="00305B14">
        <w:t xml:space="preserve">- </w:t>
      </w:r>
      <w:r w:rsidR="00305B14" w:rsidRPr="00305B14">
        <w:rPr>
          <w:lang w:val="ro-RO"/>
        </w:rPr>
        <w:t>17</w:t>
      </w:r>
    </w:p>
    <w:p w14:paraId="119DC71C" w14:textId="77777777" w:rsidR="00305B14" w:rsidRDefault="00305B14" w:rsidP="00305B14">
      <w:pPr>
        <w:pStyle w:val="Header"/>
        <w:jc w:val="center"/>
        <w:rPr>
          <w:b/>
          <w:sz w:val="32"/>
          <w:szCs w:val="32"/>
          <w:lang w:val="ro-RO"/>
        </w:rPr>
      </w:pPr>
    </w:p>
    <w:p w14:paraId="55AE17CC" w14:textId="50135B2E" w:rsidR="00F57F5E" w:rsidRPr="00305B14" w:rsidRDefault="00F57F5E" w:rsidP="00305B14">
      <w:pPr>
        <w:pStyle w:val="Header"/>
        <w:jc w:val="center"/>
        <w:rPr>
          <w:b/>
          <w:sz w:val="32"/>
          <w:szCs w:val="32"/>
          <w:lang w:val="ro-RO"/>
        </w:rPr>
      </w:pPr>
      <w:r w:rsidRPr="00305B14">
        <w:rPr>
          <w:b/>
          <w:sz w:val="32"/>
          <w:szCs w:val="32"/>
          <w:lang w:val="ro-RO"/>
        </w:rPr>
        <w:t xml:space="preserve">HOTĂRÂREA </w:t>
      </w:r>
    </w:p>
    <w:p w14:paraId="768B5539" w14:textId="0DAE96A9" w:rsidR="001461A6" w:rsidRP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>
        <w:rPr>
          <w:b/>
          <w:sz w:val="24"/>
          <w:szCs w:val="32"/>
          <w:lang w:val="ro-RO"/>
        </w:rPr>
        <w:t>__________________________________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98BCA2" w14:textId="155847BD" w:rsidR="00F57F5E" w:rsidRPr="00F57F5E" w:rsidRDefault="00F57F5E" w:rsidP="00F57F5E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14:paraId="3901329B" w14:textId="7DFF48A2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1CD7A97A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temeiul:</w:t>
      </w:r>
    </w:p>
    <w:p w14:paraId="02DB62E1" w14:textId="77992558" w:rsidR="00F57F5E" w:rsidRPr="00F57F5E" w:rsidRDefault="00F57F5E" w:rsidP="00F57F5E">
      <w:pPr>
        <w:pStyle w:val="ListParagraph"/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 xml:space="preserve">Legii învățământului superior nr. 199/2023, cu modificările </w:t>
      </w:r>
      <w:r>
        <w:rPr>
          <w:sz w:val="24"/>
          <w:szCs w:val="24"/>
          <w:lang w:val="ro-RO"/>
        </w:rPr>
        <w:t xml:space="preserve">și completările </w:t>
      </w:r>
      <w:r w:rsidRPr="00F57F5E">
        <w:rPr>
          <w:sz w:val="24"/>
          <w:szCs w:val="24"/>
          <w:lang w:val="ro-RO"/>
        </w:rPr>
        <w:t xml:space="preserve">ulterioare; </w:t>
      </w:r>
    </w:p>
    <w:p w14:paraId="4592775F" w14:textId="1781E468" w:rsidR="00F57F5E" w:rsidRPr="00F57F5E" w:rsidRDefault="00F57F5E" w:rsidP="00F57F5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Cartei Universității de Medicină și Farmacie „Victor Babeș” din Timișoara,</w:t>
      </w:r>
    </w:p>
    <w:p w14:paraId="33C9B102" w14:textId="672EB58A" w:rsidR="00F57F5E" w:rsidRDefault="0057160C" w:rsidP="0057160C">
      <w:pPr>
        <w:pStyle w:val="ListParagraph"/>
        <w:widowControl/>
        <w:numPr>
          <w:ilvl w:val="0"/>
          <w:numId w:val="4"/>
        </w:numPr>
        <w:autoSpaceDE/>
        <w:autoSpaceDN/>
        <w:adjustRightInd/>
        <w:ind w:left="630" w:hanging="630"/>
        <w:jc w:val="both"/>
        <w:rPr>
          <w:sz w:val="24"/>
          <w:szCs w:val="24"/>
          <w:lang w:val="ro-RO"/>
        </w:rPr>
      </w:pPr>
      <w:r w:rsidRPr="0057160C">
        <w:rPr>
          <w:sz w:val="24"/>
          <w:szCs w:val="24"/>
          <w:lang w:val="ro-RO"/>
        </w:rPr>
        <w:t xml:space="preserve">Metodologia-cadru privind organizarea </w:t>
      </w:r>
      <w:proofErr w:type="spellStart"/>
      <w:r w:rsidRPr="0057160C">
        <w:rPr>
          <w:sz w:val="24"/>
          <w:szCs w:val="24"/>
          <w:lang w:val="ro-RO"/>
        </w:rPr>
        <w:t>şi</w:t>
      </w:r>
      <w:proofErr w:type="spellEnd"/>
      <w:r w:rsidRPr="0057160C">
        <w:rPr>
          <w:sz w:val="24"/>
          <w:szCs w:val="24"/>
          <w:lang w:val="ro-RO"/>
        </w:rPr>
        <w:t xml:space="preserve"> </w:t>
      </w:r>
      <w:proofErr w:type="spellStart"/>
      <w:r w:rsidRPr="0057160C">
        <w:rPr>
          <w:sz w:val="24"/>
          <w:szCs w:val="24"/>
          <w:lang w:val="ro-RO"/>
        </w:rPr>
        <w:t>desfăşurarea</w:t>
      </w:r>
      <w:proofErr w:type="spellEnd"/>
      <w:r w:rsidRPr="0057160C">
        <w:rPr>
          <w:sz w:val="24"/>
          <w:szCs w:val="24"/>
          <w:lang w:val="ro-RO"/>
        </w:rPr>
        <w:t xml:space="preserve"> examenului de promovare în cariera didactică, în </w:t>
      </w:r>
      <w:proofErr w:type="spellStart"/>
      <w:r w:rsidRPr="0057160C">
        <w:rPr>
          <w:sz w:val="24"/>
          <w:szCs w:val="24"/>
          <w:lang w:val="ro-RO"/>
        </w:rPr>
        <w:t>învăţământul</w:t>
      </w:r>
      <w:proofErr w:type="spellEnd"/>
      <w:r w:rsidRPr="0057160C">
        <w:rPr>
          <w:sz w:val="24"/>
          <w:szCs w:val="24"/>
          <w:lang w:val="ro-RO"/>
        </w:rPr>
        <w:t xml:space="preserve"> superior, aprobată prin H.G. nr. 56/2024</w:t>
      </w:r>
      <w:r w:rsidR="00F57F5E">
        <w:rPr>
          <w:sz w:val="24"/>
          <w:szCs w:val="24"/>
          <w:lang w:val="ro-RO"/>
        </w:rPr>
        <w:t>;</w:t>
      </w:r>
    </w:p>
    <w:p w14:paraId="0D890FF8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14:paraId="0E54596E" w14:textId="5B3B319D" w:rsid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 w:rsidR="00F57F5E">
        <w:rPr>
          <w:b/>
          <w:sz w:val="24"/>
          <w:szCs w:val="32"/>
          <w:lang w:val="ro-RO"/>
        </w:rPr>
        <w:t xml:space="preserve">__________________________ </w:t>
      </w:r>
    </w:p>
    <w:p w14:paraId="217A8AF2" w14:textId="77777777" w:rsidR="00EE0487" w:rsidRDefault="00EE0487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1405EC7F" w14:textId="567A00B9" w:rsidR="00F57F5E" w:rsidRDefault="00F57F5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14:paraId="43583ED0" w14:textId="493A8F7D" w:rsidR="00BB28BF" w:rsidRDefault="00BB28BF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69F8540" w14:textId="63118CC2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1. </w:t>
      </w:r>
    </w:p>
    <w:p w14:paraId="35E35BFD" w14:textId="1CB2523A" w:rsidR="001461A6" w:rsidRPr="00F57F5E" w:rsidRDefault="00F57F5E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propunerile </w:t>
      </w:r>
      <w:r w:rsidR="0057160C">
        <w:rPr>
          <w:sz w:val="24"/>
          <w:szCs w:val="28"/>
          <w:lang w:val="ro-RO"/>
        </w:rPr>
        <w:t>posturilor pentru organizarea examenului de promovare în cariera didactică</w:t>
      </w:r>
      <w:r>
        <w:rPr>
          <w:sz w:val="24"/>
          <w:szCs w:val="28"/>
          <w:lang w:val="ro-RO"/>
        </w:rPr>
        <w:t xml:space="preserve"> 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40EE4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40EE4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050A2F" w:rsidRPr="00F57F5E" w14:paraId="764C1C13" w14:textId="77777777" w:rsidTr="00040EE4">
        <w:trPr>
          <w:trHeight w:val="728"/>
        </w:trPr>
        <w:tc>
          <w:tcPr>
            <w:tcW w:w="2335" w:type="dxa"/>
            <w:vAlign w:val="center"/>
          </w:tcPr>
          <w:p w14:paraId="6F9D5014" w14:textId="1CCE4E37" w:rsidR="00050A2F" w:rsidRPr="00F57F5E" w:rsidRDefault="00050A2F" w:rsidP="00F57F5E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Șef de 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>l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>ucrări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2196" w:type="dxa"/>
            <w:vAlign w:val="center"/>
          </w:tcPr>
          <w:p w14:paraId="0115F818" w14:textId="487BF0A7" w:rsidR="00050A2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_____</w:t>
            </w:r>
          </w:p>
        </w:tc>
        <w:tc>
          <w:tcPr>
            <w:tcW w:w="5205" w:type="dxa"/>
            <w:vAlign w:val="center"/>
          </w:tcPr>
          <w:p w14:paraId="42DB68B1" w14:textId="3A1450BB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050A2F" w:rsidRPr="00F57F5E" w14:paraId="7928E07B" w14:textId="77777777" w:rsidTr="00040EE4">
        <w:trPr>
          <w:trHeight w:val="1052"/>
        </w:trPr>
        <w:tc>
          <w:tcPr>
            <w:tcW w:w="2335" w:type="dxa"/>
            <w:vAlign w:val="center"/>
          </w:tcPr>
          <w:p w14:paraId="60DDFF09" w14:textId="1C800E6C" w:rsidR="00050A2F" w:rsidRPr="00F57F5E" w:rsidRDefault="00050A2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  <w:vAlign w:val="center"/>
          </w:tcPr>
          <w:p w14:paraId="3F8DD91B" w14:textId="4A86695F" w:rsidR="00BB28B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  <w:p w14:paraId="218537AE" w14:textId="77777777" w:rsidR="00050A2F" w:rsidRPr="00F57F5E" w:rsidRDefault="00050A2F" w:rsidP="00BB28BF">
            <w:pPr>
              <w:rPr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3FCEBCAC" w14:textId="51057D2C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BB28BF" w:rsidRPr="00F57F5E" w14:paraId="70A3091A" w14:textId="77777777" w:rsidTr="00040EE4">
        <w:tc>
          <w:tcPr>
            <w:tcW w:w="2335" w:type="dxa"/>
            <w:vAlign w:val="center"/>
          </w:tcPr>
          <w:p w14:paraId="18A277AE" w14:textId="75448730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Profesor universitar</w:t>
            </w:r>
          </w:p>
        </w:tc>
        <w:tc>
          <w:tcPr>
            <w:tcW w:w="2196" w:type="dxa"/>
            <w:vAlign w:val="center"/>
          </w:tcPr>
          <w:p w14:paraId="2152A77A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  <w:p w14:paraId="2BD5FA1F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4AE93BAC" w14:textId="59FDCDD4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50D1E36D" w14:textId="12139158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</w:t>
      </w:r>
      <w:r>
        <w:rPr>
          <w:b/>
          <w:sz w:val="24"/>
          <w:szCs w:val="28"/>
          <w:lang w:val="ro-RO"/>
        </w:rPr>
        <w:t>2</w:t>
      </w:r>
      <w:r w:rsidRPr="00F57F5E">
        <w:rPr>
          <w:b/>
          <w:sz w:val="24"/>
          <w:szCs w:val="28"/>
          <w:lang w:val="ro-RO"/>
        </w:rPr>
        <w:t xml:space="preserve">. </w:t>
      </w:r>
    </w:p>
    <w:p w14:paraId="7B0A11C7" w14:textId="3212D61A" w:rsidR="00F57F5E" w:rsidRDefault="00F57F5E" w:rsidP="0057160C">
      <w:pPr>
        <w:widowControl/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Referatul privind propunerea </w:t>
      </w:r>
      <w:r w:rsidR="0057160C">
        <w:rPr>
          <w:sz w:val="24"/>
          <w:szCs w:val="28"/>
          <w:lang w:val="ro-RO"/>
        </w:rPr>
        <w:t>posturilor pentru organizarea examenului de promovare în cariera didactică</w:t>
      </w:r>
      <w:r>
        <w:rPr>
          <w:sz w:val="24"/>
          <w:szCs w:val="28"/>
          <w:lang w:val="ro-RO"/>
        </w:rPr>
        <w:t xml:space="preserve"> vacante în Statul de funcții aprobat al Departamentului __________________ din cadrul Facultății de _______________, prevăzut în anexă la prezenta hotărâre.</w:t>
      </w:r>
    </w:p>
    <w:p w14:paraId="0B518227" w14:textId="50FACDBC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40B38EA5" w14:textId="3C1A71BC" w:rsidR="00F57F5E" w:rsidRPr="00CC59E3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CC59E3">
        <w:rPr>
          <w:b/>
          <w:sz w:val="24"/>
          <w:szCs w:val="28"/>
          <w:lang w:val="ro-RO"/>
        </w:rPr>
        <w:t>Art. 3.</w:t>
      </w:r>
    </w:p>
    <w:p w14:paraId="5D8A09B2" w14:textId="51FAA2ED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Prezenta hotărâre se comunică, spre luare la cunoștință și aducere la îndeplinire, la:</w:t>
      </w:r>
      <w:r w:rsidR="00CC59E3">
        <w:rPr>
          <w:sz w:val="24"/>
          <w:szCs w:val="28"/>
          <w:lang w:val="ro-RO"/>
        </w:rPr>
        <w:t xml:space="preserve"> Conducerea Facultății de  _____________ și Direcția Resurse Umane.</w:t>
      </w:r>
    </w:p>
    <w:p w14:paraId="09B3C67A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4C58E771" w:rsidR="00205255" w:rsidRPr="00F57F5E" w:rsidRDefault="00205255" w:rsidP="00F57F5E">
      <w:pPr>
        <w:widowControl/>
        <w:autoSpaceDE/>
        <w:autoSpaceDN/>
        <w:adjustRightInd/>
        <w:ind w:left="7920" w:firstLine="720"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Semnătură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lastRenderedPageBreak/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5D2FF60" w14:textId="77777777" w:rsidR="00040EE4" w:rsidRDefault="00040EE4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379FC2D9" w14:textId="7DF4078F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F722B6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13D4896F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2917AE9D" w14:textId="26C4957E" w:rsidR="00205255" w:rsidRPr="00F57F5E" w:rsidRDefault="00205255">
      <w:pPr>
        <w:rPr>
          <w:sz w:val="18"/>
        </w:rPr>
      </w:pPr>
    </w:p>
    <w:p w14:paraId="5EA7CF0D" w14:textId="66BEFC1D" w:rsidR="005C0C6E" w:rsidRPr="00F57F5E" w:rsidRDefault="005C0C6E">
      <w:pPr>
        <w:rPr>
          <w:sz w:val="18"/>
        </w:rPr>
      </w:pPr>
    </w:p>
    <w:p w14:paraId="47DACEEF" w14:textId="77777777" w:rsidR="005C0C6E" w:rsidRPr="00F57F5E" w:rsidRDefault="005C0C6E">
      <w:pPr>
        <w:rPr>
          <w:sz w:val="18"/>
        </w:rPr>
      </w:pP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91E4" w14:textId="77777777" w:rsidR="00A12D10" w:rsidRDefault="00A12D10" w:rsidP="00D2536B">
      <w:r>
        <w:separator/>
      </w:r>
    </w:p>
  </w:endnote>
  <w:endnote w:type="continuationSeparator" w:id="0">
    <w:p w14:paraId="53BDCD2A" w14:textId="77777777" w:rsidR="00A12D10" w:rsidRDefault="00A12D10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D99F0" w14:textId="77777777" w:rsidR="00A12D10" w:rsidRDefault="00A12D10" w:rsidP="00D2536B">
      <w:r>
        <w:separator/>
      </w:r>
    </w:p>
  </w:footnote>
  <w:footnote w:type="continuationSeparator" w:id="0">
    <w:p w14:paraId="357CD8C4" w14:textId="77777777" w:rsidR="00A12D10" w:rsidRDefault="00A12D10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A2A54B1"/>
    <w:multiLevelType w:val="hybridMultilevel"/>
    <w:tmpl w:val="EF286110"/>
    <w:lvl w:ilvl="0" w:tplc="92C66304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40EE4"/>
    <w:rsid w:val="00050A2F"/>
    <w:rsid w:val="001461A6"/>
    <w:rsid w:val="001875D4"/>
    <w:rsid w:val="001D0442"/>
    <w:rsid w:val="001E34B8"/>
    <w:rsid w:val="00205255"/>
    <w:rsid w:val="002A19B5"/>
    <w:rsid w:val="002F1287"/>
    <w:rsid w:val="002F50CB"/>
    <w:rsid w:val="00305B14"/>
    <w:rsid w:val="0031217D"/>
    <w:rsid w:val="003313A7"/>
    <w:rsid w:val="00366D36"/>
    <w:rsid w:val="003F0517"/>
    <w:rsid w:val="00425993"/>
    <w:rsid w:val="004915CF"/>
    <w:rsid w:val="004A5472"/>
    <w:rsid w:val="004D7E7E"/>
    <w:rsid w:val="00531846"/>
    <w:rsid w:val="0057160C"/>
    <w:rsid w:val="005A4B1E"/>
    <w:rsid w:val="005B00C0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537C9"/>
    <w:rsid w:val="009669B9"/>
    <w:rsid w:val="0098380A"/>
    <w:rsid w:val="009B14B8"/>
    <w:rsid w:val="009B6E45"/>
    <w:rsid w:val="009F4B93"/>
    <w:rsid w:val="00A12D10"/>
    <w:rsid w:val="00AB1260"/>
    <w:rsid w:val="00AE5FD9"/>
    <w:rsid w:val="00B509CE"/>
    <w:rsid w:val="00B8495B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D010A"/>
    <w:rsid w:val="00E0250C"/>
    <w:rsid w:val="00E25A14"/>
    <w:rsid w:val="00E74C03"/>
    <w:rsid w:val="00E86118"/>
    <w:rsid w:val="00EE0487"/>
    <w:rsid w:val="00EE6EBF"/>
    <w:rsid w:val="00F57F5E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3</TotalTime>
  <Pages>2</Pages>
  <Words>251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7</cp:revision>
  <dcterms:created xsi:type="dcterms:W3CDTF">2024-01-25T12:08:00Z</dcterms:created>
  <dcterms:modified xsi:type="dcterms:W3CDTF">2024-04-26T12:49:00Z</dcterms:modified>
</cp:coreProperties>
</file>