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AB0" w:rsidRPr="00670E0A" w:rsidRDefault="00670E0A" w:rsidP="00670E0A">
      <w:pPr>
        <w:pStyle w:val="Header"/>
        <w:jc w:val="right"/>
        <w:rPr>
          <w:rFonts w:ascii="Times New Roman" w:hAnsi="Times New Roman"/>
          <w:sz w:val="22"/>
          <w:szCs w:val="22"/>
        </w:rPr>
      </w:pPr>
      <w:r w:rsidRPr="00670E0A">
        <w:rPr>
          <w:rFonts w:ascii="Times New Roman" w:hAnsi="Times New Roman"/>
          <w:sz w:val="22"/>
          <w:szCs w:val="22"/>
        </w:rPr>
        <w:t>Număr de înregistrare: __________________/___________________</w:t>
      </w:r>
    </w:p>
    <w:p w:rsidR="00B47AB0" w:rsidRPr="00670E0A" w:rsidRDefault="00B47AB0" w:rsidP="00B47AB0">
      <w:pPr>
        <w:pStyle w:val="Header"/>
        <w:jc w:val="center"/>
        <w:rPr>
          <w:rFonts w:ascii="Times New Roman" w:hAnsi="Times New Roman"/>
          <w:b/>
          <w:sz w:val="22"/>
          <w:szCs w:val="22"/>
        </w:rPr>
      </w:pPr>
    </w:p>
    <w:p w:rsidR="00EF4A05" w:rsidRDefault="00EF4A05" w:rsidP="00B47AB0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</w:p>
    <w:p w:rsidR="00B47AB0" w:rsidRDefault="00B47AB0" w:rsidP="00B47AB0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670E0A">
        <w:rPr>
          <w:rFonts w:ascii="Times New Roman" w:hAnsi="Times New Roman"/>
          <w:b/>
          <w:sz w:val="28"/>
          <w:szCs w:val="28"/>
        </w:rPr>
        <w:t>ADEVERIN</w:t>
      </w:r>
      <w:r w:rsidR="00670E0A" w:rsidRPr="00670E0A">
        <w:rPr>
          <w:rFonts w:ascii="Times New Roman" w:hAnsi="Times New Roman"/>
          <w:b/>
          <w:sz w:val="28"/>
          <w:szCs w:val="28"/>
        </w:rPr>
        <w:t>ȚĂ</w:t>
      </w:r>
    </w:p>
    <w:p w:rsidR="00EF4A05" w:rsidRPr="00670E0A" w:rsidRDefault="00EF4A05" w:rsidP="00B47AB0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</w:p>
    <w:p w:rsidR="00B47AB0" w:rsidRPr="00670E0A" w:rsidRDefault="00B47AB0" w:rsidP="00B47AB0">
      <w:pPr>
        <w:pStyle w:val="Header"/>
        <w:rPr>
          <w:rFonts w:ascii="Times New Roman" w:hAnsi="Times New Roman"/>
          <w:b/>
          <w:sz w:val="22"/>
          <w:szCs w:val="22"/>
        </w:rPr>
      </w:pPr>
    </w:p>
    <w:p w:rsidR="00DF7E5E" w:rsidRP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Prin prezenta se atestă faptul că dl/dna .........................., posesor/posesoare al/a B.I./C.I. ............. seria ....... nr. ................., CNP ......................., a fost/este angajatul/angajata ......................, în baza contractului individual de muncă, cu normă întreagă/cu timp parţial de ...... ore/zi, încheiat pe durată nedeterminată/determinată, respectiv ....., înregistrat în registrul general de evidenţă a salariaţilor cu nr. ......./........., în funcţia/meseria/ocupaţia de________________</w:t>
      </w:r>
      <w:r w:rsidRPr="00670E0A">
        <w:rPr>
          <w:rStyle w:val="FootnoteReference"/>
          <w:sz w:val="22"/>
          <w:szCs w:val="22"/>
          <w:lang w:val="ro-RO"/>
        </w:rPr>
        <w:footnoteReference w:id="1"/>
      </w:r>
      <w:r w:rsidR="00B47AB0" w:rsidRPr="00670E0A">
        <w:rPr>
          <w:sz w:val="22"/>
          <w:szCs w:val="22"/>
          <w:lang w:val="ro-RO"/>
        </w:rPr>
        <w:t xml:space="preserve"> </w:t>
      </w:r>
    </w:p>
    <w:p w:rsidR="00670E0A" w:rsidRP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Pentru exercitarea atribuțiilor stabilite în fișa postului aferentă contractului individual de muncă au fost solicitate studii de nivel</w:t>
      </w:r>
      <w:r w:rsidRPr="00670E0A">
        <w:rPr>
          <w:rStyle w:val="FootnoteReference"/>
          <w:sz w:val="22"/>
          <w:szCs w:val="22"/>
          <w:lang w:val="ro-RO"/>
        </w:rPr>
        <w:footnoteReference w:id="2"/>
      </w:r>
      <w:r w:rsidRPr="00670E0A">
        <w:rPr>
          <w:sz w:val="22"/>
          <w:szCs w:val="22"/>
          <w:lang w:val="ro-RO"/>
        </w:rPr>
        <w:t xml:space="preserve"> ................... în specialitatea ....................... .</w:t>
      </w:r>
    </w:p>
    <w:p w:rsidR="00670E0A" w:rsidRP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Pe durata executării contractului individual de muncă/raporturilor de serviciu, dl/dna ............................................. a dobândit:</w:t>
      </w:r>
    </w:p>
    <w:p w:rsidR="00670E0A" w:rsidRPr="00670E0A" w:rsidRDefault="00670E0A" w:rsidP="00670E0A">
      <w:pPr>
        <w:ind w:left="-720" w:firstLine="720"/>
        <w:jc w:val="both"/>
        <w:rPr>
          <w:sz w:val="22"/>
          <w:szCs w:val="22"/>
          <w:lang w:val="ro-RO"/>
        </w:rPr>
      </w:pPr>
      <w:r w:rsidRPr="00670E0A">
        <w:rPr>
          <w:b/>
          <w:bCs/>
          <w:sz w:val="22"/>
          <w:szCs w:val="22"/>
          <w:lang w:val="ro-RO"/>
        </w:rPr>
        <w:t>– </w:t>
      </w:r>
      <w:r w:rsidRPr="00670E0A">
        <w:rPr>
          <w:sz w:val="22"/>
          <w:szCs w:val="22"/>
          <w:lang w:val="ro-RO"/>
        </w:rPr>
        <w:t>vechime în muncă: ..................... ani ........ luni ....... zile;</w:t>
      </w:r>
    </w:p>
    <w:p w:rsidR="00670E0A" w:rsidRPr="00670E0A" w:rsidRDefault="00670E0A" w:rsidP="00670E0A">
      <w:pPr>
        <w:ind w:left="-720" w:firstLine="720"/>
        <w:jc w:val="both"/>
        <w:rPr>
          <w:sz w:val="22"/>
          <w:szCs w:val="22"/>
          <w:lang w:val="ro-RO"/>
        </w:rPr>
      </w:pPr>
      <w:r w:rsidRPr="00670E0A">
        <w:rPr>
          <w:b/>
          <w:bCs/>
          <w:sz w:val="22"/>
          <w:szCs w:val="22"/>
          <w:lang w:val="ro-RO"/>
        </w:rPr>
        <w:t>– </w:t>
      </w:r>
      <w:r w:rsidRPr="00670E0A">
        <w:rPr>
          <w:sz w:val="22"/>
          <w:szCs w:val="22"/>
          <w:lang w:val="ro-RO"/>
        </w:rPr>
        <w:t>vechime în specialitatea studiilor: .................... ani ............. luni .......... zile.</w:t>
      </w:r>
    </w:p>
    <w:p w:rsidR="00B47AB0" w:rsidRPr="00670E0A" w:rsidRDefault="00B47AB0" w:rsidP="00B47AB0">
      <w:pPr>
        <w:ind w:left="-720"/>
        <w:jc w:val="both"/>
        <w:rPr>
          <w:sz w:val="22"/>
          <w:szCs w:val="22"/>
          <w:lang w:val="ro-RO"/>
        </w:rPr>
      </w:pPr>
    </w:p>
    <w:p w:rsidR="00670E0A" w:rsidRPr="00670E0A" w:rsidRDefault="00670E0A" w:rsidP="00B47AB0">
      <w:pPr>
        <w:ind w:left="-720"/>
        <w:jc w:val="both"/>
        <w:rPr>
          <w:sz w:val="22"/>
          <w:szCs w:val="22"/>
          <w:lang w:val="ro-RO"/>
        </w:rPr>
      </w:pPr>
    </w:p>
    <w:p w:rsidR="00670E0A" w:rsidRPr="00670E0A" w:rsidRDefault="00670E0A" w:rsidP="00B47AB0">
      <w:pPr>
        <w:ind w:left="-720"/>
        <w:jc w:val="both"/>
        <w:rPr>
          <w:sz w:val="22"/>
          <w:szCs w:val="22"/>
          <w:lang w:val="ro-RO"/>
        </w:rPr>
      </w:pPr>
    </w:p>
    <w:p w:rsidR="00670E0A" w:rsidRPr="00670E0A" w:rsidRDefault="00670E0A" w:rsidP="00B47AB0">
      <w:pPr>
        <w:ind w:left="-720"/>
        <w:jc w:val="both"/>
        <w:rPr>
          <w:sz w:val="22"/>
          <w:szCs w:val="22"/>
          <w:lang w:val="ro-RO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2552"/>
        <w:gridCol w:w="992"/>
        <w:gridCol w:w="2126"/>
        <w:gridCol w:w="2870"/>
      </w:tblGrid>
      <w:tr w:rsidR="00670E0A" w:rsidRPr="00670E0A" w:rsidTr="00670E0A">
        <w:trPr>
          <w:trHeight w:val="535"/>
          <w:jc w:val="center"/>
        </w:trPr>
        <w:tc>
          <w:tcPr>
            <w:tcW w:w="995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Nr.</w:t>
            </w:r>
          </w:p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2552" w:type="dxa"/>
            <w:vAlign w:val="center"/>
          </w:tcPr>
          <w:p w:rsidR="00670E0A" w:rsidRPr="00670E0A" w:rsidRDefault="00670E0A" w:rsidP="00670E0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Mutația intervenită</w:t>
            </w:r>
          </w:p>
        </w:tc>
        <w:tc>
          <w:tcPr>
            <w:tcW w:w="992" w:type="dxa"/>
            <w:vAlign w:val="center"/>
          </w:tcPr>
          <w:p w:rsidR="00670E0A" w:rsidRPr="00670E0A" w:rsidRDefault="00670E0A" w:rsidP="00BE1243">
            <w:pPr>
              <w:ind w:left="-57"/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Anul/ lună/ zi</w:t>
            </w:r>
          </w:p>
        </w:tc>
        <w:tc>
          <w:tcPr>
            <w:tcW w:w="2126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Meseria/ Functia/ Ocupația</w:t>
            </w:r>
          </w:p>
        </w:tc>
        <w:tc>
          <w:tcPr>
            <w:tcW w:w="2870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70E0A">
              <w:rPr>
                <w:b/>
                <w:sz w:val="22"/>
                <w:szCs w:val="22"/>
                <w:lang w:val="ro-RO"/>
              </w:rPr>
              <w:t>Nr. și data actului pe baza căruia se face înscrierea</w:t>
            </w:r>
          </w:p>
        </w:tc>
      </w:tr>
      <w:tr w:rsidR="00670E0A" w:rsidRPr="00670E0A" w:rsidTr="00670E0A">
        <w:trPr>
          <w:trHeight w:val="535"/>
          <w:jc w:val="center"/>
        </w:trPr>
        <w:tc>
          <w:tcPr>
            <w:tcW w:w="995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2" w:type="dxa"/>
            <w:vAlign w:val="center"/>
          </w:tcPr>
          <w:p w:rsidR="00670E0A" w:rsidRPr="00670E0A" w:rsidRDefault="00670E0A" w:rsidP="00670E0A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70E0A" w:rsidRPr="00670E0A" w:rsidRDefault="00670E0A" w:rsidP="00BE1243">
            <w:pPr>
              <w:ind w:left="-57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870" w:type="dxa"/>
            <w:vAlign w:val="center"/>
          </w:tcPr>
          <w:p w:rsidR="00670E0A" w:rsidRPr="00670E0A" w:rsidRDefault="00670E0A" w:rsidP="00BE1243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B47AB0" w:rsidRPr="00670E0A" w:rsidRDefault="00B47AB0" w:rsidP="00B47AB0">
      <w:pPr>
        <w:rPr>
          <w:sz w:val="22"/>
          <w:szCs w:val="22"/>
          <w:lang w:val="ro-RO"/>
        </w:rPr>
      </w:pPr>
    </w:p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Pe durata executării contractului individual de muncă/raporturilor de serviciu au intervenit următoarele mutaţii (modificarea, suspendarea, încetarea contractului individual de muncă/raporturilor de serviciu):</w:t>
      </w:r>
    </w:p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În perioada lucrată a avut .............. zile de absenţe nemotivate şi ................ zile de concediu fără plată.</w:t>
      </w:r>
    </w:p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  <w:r w:rsidRPr="00670E0A">
        <w:rPr>
          <w:sz w:val="22"/>
          <w:szCs w:val="22"/>
          <w:lang w:val="ro-RO"/>
        </w:rPr>
        <w:t>În perioada lucrată, dlui/dnei ................................ nu i s-a aplicat nicio sancţiune disciplinară/i s-a aplicat sancţiunea disciplinară ................................. .</w:t>
      </w:r>
    </w:p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</w:p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5"/>
        <w:gridCol w:w="4251"/>
      </w:tblGrid>
      <w:tr w:rsidR="00670E0A" w:rsidTr="001B3160">
        <w:tc>
          <w:tcPr>
            <w:tcW w:w="5485" w:type="dxa"/>
          </w:tcPr>
          <w:p w:rsidR="00670E0A" w:rsidRDefault="00670E0A" w:rsidP="00670E0A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ab/>
            </w:r>
            <w:r w:rsidRPr="00670E0A">
              <w:rPr>
                <w:sz w:val="22"/>
                <w:szCs w:val="22"/>
                <w:lang w:val="ro-RO"/>
              </w:rPr>
              <w:t>Cunoscând normele penale incidente în materia falsului în declaraţii, certificăm că datele cuprinse în prezenta adeverinţă sunt reale, exacte şi complete.</w:t>
            </w:r>
          </w:p>
        </w:tc>
        <w:tc>
          <w:tcPr>
            <w:tcW w:w="4251" w:type="dxa"/>
          </w:tcPr>
          <w:p w:rsidR="00670E0A" w:rsidRDefault="00670E0A" w:rsidP="00670E0A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70E0A" w:rsidTr="001B3160">
        <w:tc>
          <w:tcPr>
            <w:tcW w:w="5485" w:type="dxa"/>
          </w:tcPr>
          <w:p w:rsidR="001B3160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</w:p>
          <w:p w:rsidR="00670E0A" w:rsidRDefault="00670E0A" w:rsidP="00670E0A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Data</w:t>
            </w:r>
          </w:p>
        </w:tc>
        <w:tc>
          <w:tcPr>
            <w:tcW w:w="4251" w:type="dxa"/>
          </w:tcPr>
          <w:p w:rsidR="00670E0A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  <w:r w:rsidRPr="001B3160">
              <w:rPr>
                <w:sz w:val="22"/>
                <w:szCs w:val="22"/>
                <w:lang w:val="ro-RO"/>
              </w:rPr>
              <w:t>Numele și prenumele reprezentantului legal al angajatorului</w:t>
            </w:r>
            <w:r>
              <w:rPr>
                <w:sz w:val="22"/>
                <w:szCs w:val="22"/>
                <w:lang w:val="ro-RO"/>
              </w:rPr>
              <w:t>,</w:t>
            </w:r>
          </w:p>
        </w:tc>
      </w:tr>
      <w:tr w:rsidR="00670E0A" w:rsidTr="001B3160">
        <w:trPr>
          <w:trHeight w:val="460"/>
        </w:trPr>
        <w:tc>
          <w:tcPr>
            <w:tcW w:w="5485" w:type="dxa"/>
            <w:vAlign w:val="bottom"/>
          </w:tcPr>
          <w:p w:rsidR="00670E0A" w:rsidRDefault="00670E0A" w:rsidP="00670E0A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…………………….</w:t>
            </w:r>
          </w:p>
        </w:tc>
        <w:tc>
          <w:tcPr>
            <w:tcW w:w="4251" w:type="dxa"/>
          </w:tcPr>
          <w:p w:rsidR="00670E0A" w:rsidRDefault="00670E0A" w:rsidP="00670E0A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1B3160" w:rsidTr="001B3160">
        <w:trPr>
          <w:trHeight w:val="712"/>
        </w:trPr>
        <w:tc>
          <w:tcPr>
            <w:tcW w:w="5485" w:type="dxa"/>
          </w:tcPr>
          <w:p w:rsidR="001B3160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4251" w:type="dxa"/>
            <w:vAlign w:val="bottom"/>
          </w:tcPr>
          <w:p w:rsidR="001B3160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</w:p>
          <w:p w:rsidR="001B3160" w:rsidRDefault="001B3160" w:rsidP="001B3160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…………………………….</w:t>
            </w:r>
          </w:p>
        </w:tc>
      </w:tr>
      <w:tr w:rsidR="001B3160" w:rsidTr="001B3160">
        <w:tc>
          <w:tcPr>
            <w:tcW w:w="5485" w:type="dxa"/>
          </w:tcPr>
          <w:p w:rsidR="001B3160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4251" w:type="dxa"/>
          </w:tcPr>
          <w:p w:rsidR="001B3160" w:rsidRDefault="001B3160" w:rsidP="00670E0A">
            <w:pPr>
              <w:jc w:val="center"/>
              <w:rPr>
                <w:sz w:val="22"/>
                <w:szCs w:val="22"/>
                <w:lang w:val="ro-RO"/>
              </w:rPr>
            </w:pPr>
            <w:r w:rsidRPr="001B3160">
              <w:rPr>
                <w:sz w:val="22"/>
                <w:szCs w:val="22"/>
                <w:lang w:val="ro-RO"/>
              </w:rPr>
              <w:t>Semnătura reprezentantului legal al angajatorului</w:t>
            </w:r>
          </w:p>
        </w:tc>
      </w:tr>
    </w:tbl>
    <w:p w:rsidR="00670E0A" w:rsidRDefault="00670E0A" w:rsidP="00670E0A">
      <w:pPr>
        <w:ind w:firstLine="720"/>
        <w:jc w:val="both"/>
        <w:rPr>
          <w:sz w:val="22"/>
          <w:szCs w:val="22"/>
          <w:lang w:val="ro-RO"/>
        </w:rPr>
      </w:pPr>
    </w:p>
    <w:p w:rsidR="00B47AB0" w:rsidRPr="00670E0A" w:rsidRDefault="00107FEF" w:rsidP="00670E0A">
      <w:pPr>
        <w:ind w:firstLine="720"/>
        <w:jc w:val="both"/>
        <w:rPr>
          <w:b/>
          <w:color w:val="000000"/>
          <w:sz w:val="22"/>
          <w:szCs w:val="22"/>
          <w:lang w:val="ro-RO"/>
        </w:rPr>
      </w:pPr>
      <w:r w:rsidRPr="00670E0A">
        <w:rPr>
          <w:b/>
          <w:color w:val="000000"/>
          <w:sz w:val="22"/>
          <w:szCs w:val="22"/>
          <w:lang w:val="ro-RO"/>
        </w:rPr>
        <w:tab/>
      </w:r>
    </w:p>
    <w:p w:rsidR="00163DFF" w:rsidRPr="00670E0A" w:rsidRDefault="00163DFF" w:rsidP="00B47AB0">
      <w:pPr>
        <w:rPr>
          <w:b/>
          <w:color w:val="000000"/>
          <w:sz w:val="22"/>
          <w:szCs w:val="22"/>
          <w:lang w:val="ro-RO"/>
        </w:rPr>
      </w:pPr>
    </w:p>
    <w:p w:rsidR="00B47AB0" w:rsidRPr="00670E0A" w:rsidRDefault="00B47AB0" w:rsidP="00163DFF">
      <w:pPr>
        <w:rPr>
          <w:b/>
          <w:color w:val="000000"/>
          <w:sz w:val="22"/>
          <w:szCs w:val="22"/>
          <w:lang w:val="ro-RO"/>
        </w:rPr>
      </w:pPr>
    </w:p>
    <w:p w:rsidR="00163DFF" w:rsidRPr="001B3160" w:rsidRDefault="001B3160" w:rsidP="001B3160">
      <w:pPr>
        <w:jc w:val="center"/>
        <w:rPr>
          <w:color w:val="000000"/>
          <w:sz w:val="22"/>
          <w:szCs w:val="22"/>
          <w:lang w:val="ro-RO"/>
        </w:rPr>
      </w:pPr>
      <w:r w:rsidRPr="001B3160">
        <w:rPr>
          <w:color w:val="000000"/>
          <w:sz w:val="22"/>
          <w:szCs w:val="22"/>
          <w:lang w:val="ro-RO"/>
        </w:rPr>
        <w:t>…………………………………..</w:t>
      </w:r>
    </w:p>
    <w:p w:rsidR="001B3160" w:rsidRPr="001B3160" w:rsidRDefault="001B3160" w:rsidP="001B3160">
      <w:pPr>
        <w:jc w:val="center"/>
        <w:rPr>
          <w:color w:val="000000"/>
          <w:sz w:val="22"/>
          <w:szCs w:val="22"/>
          <w:lang w:val="ro-RO"/>
        </w:rPr>
      </w:pPr>
      <w:r w:rsidRPr="001B3160">
        <w:rPr>
          <w:color w:val="000000"/>
          <w:sz w:val="22"/>
          <w:szCs w:val="22"/>
          <w:lang w:val="ro-RO"/>
        </w:rPr>
        <w:t>Ștampila angajatorului</w:t>
      </w:r>
    </w:p>
    <w:sectPr w:rsidR="001B3160" w:rsidRPr="001B3160" w:rsidSect="00D74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351" w:right="1080" w:bottom="1170" w:left="1080" w:header="14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19D" w:rsidRDefault="005A019D" w:rsidP="00D2536B">
      <w:r>
        <w:separator/>
      </w:r>
    </w:p>
  </w:endnote>
  <w:endnote w:type="continuationSeparator" w:id="0">
    <w:p w:rsidR="005A019D" w:rsidRDefault="005A019D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FE" w:rsidRDefault="00F76F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FE" w:rsidRDefault="00F76F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FE" w:rsidRDefault="00F76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19D" w:rsidRDefault="005A019D" w:rsidP="00D2536B">
      <w:r>
        <w:separator/>
      </w:r>
    </w:p>
  </w:footnote>
  <w:footnote w:type="continuationSeparator" w:id="0">
    <w:p w:rsidR="005A019D" w:rsidRDefault="005A019D" w:rsidP="00D2536B">
      <w:r>
        <w:continuationSeparator/>
      </w:r>
    </w:p>
  </w:footnote>
  <w:footnote w:id="1">
    <w:p w:rsidR="00670E0A" w:rsidRPr="00670E0A" w:rsidRDefault="00670E0A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70E0A">
        <w:t>Prin</w:t>
      </w:r>
      <w:proofErr w:type="spellEnd"/>
      <w:r w:rsidRPr="00670E0A">
        <w:t xml:space="preserve"> </w:t>
      </w:r>
      <w:proofErr w:type="spellStart"/>
      <w:r w:rsidRPr="00670E0A">
        <w:t>raportare</w:t>
      </w:r>
      <w:proofErr w:type="spellEnd"/>
      <w:r w:rsidRPr="00670E0A">
        <w:t xml:space="preserve"> la </w:t>
      </w:r>
      <w:proofErr w:type="spellStart"/>
      <w:r w:rsidRPr="00670E0A">
        <w:t>Clasificarea</w:t>
      </w:r>
      <w:proofErr w:type="spellEnd"/>
      <w:r w:rsidRPr="00670E0A">
        <w:t xml:space="preserve"> </w:t>
      </w:r>
      <w:proofErr w:type="spellStart"/>
      <w:r w:rsidRPr="00670E0A">
        <w:t>ocupațiilor</w:t>
      </w:r>
      <w:proofErr w:type="spellEnd"/>
      <w:r w:rsidRPr="00670E0A">
        <w:t xml:space="preserve"> din </w:t>
      </w:r>
      <w:proofErr w:type="spellStart"/>
      <w:r w:rsidRPr="00670E0A">
        <w:t>România</w:t>
      </w:r>
      <w:proofErr w:type="spellEnd"/>
      <w:r w:rsidRPr="00670E0A">
        <w:t xml:space="preserve"> </w:t>
      </w:r>
      <w:proofErr w:type="spellStart"/>
      <w:r w:rsidRPr="00670E0A">
        <w:t>și</w:t>
      </w:r>
      <w:proofErr w:type="spellEnd"/>
      <w:r w:rsidRPr="00670E0A">
        <w:t xml:space="preserve"> la </w:t>
      </w:r>
      <w:proofErr w:type="spellStart"/>
      <w:r w:rsidRPr="00670E0A">
        <w:t>actele</w:t>
      </w:r>
      <w:proofErr w:type="spellEnd"/>
      <w:r w:rsidRPr="00670E0A">
        <w:t xml:space="preserve"> normative care </w:t>
      </w:r>
      <w:proofErr w:type="spellStart"/>
      <w:r w:rsidRPr="00670E0A">
        <w:t>stabilesc</w:t>
      </w:r>
      <w:proofErr w:type="spellEnd"/>
      <w:r w:rsidRPr="00670E0A">
        <w:t xml:space="preserve"> </w:t>
      </w:r>
      <w:proofErr w:type="spellStart"/>
      <w:r w:rsidRPr="00670E0A">
        <w:t>funcții</w:t>
      </w:r>
      <w:proofErr w:type="spellEnd"/>
      <w:r w:rsidRPr="00670E0A">
        <w:t>.</w:t>
      </w:r>
    </w:p>
  </w:footnote>
  <w:footnote w:id="2">
    <w:p w:rsidR="00670E0A" w:rsidRPr="00670E0A" w:rsidRDefault="00670E0A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670E0A">
        <w:t xml:space="preserve">Se </w:t>
      </w:r>
      <w:proofErr w:type="spellStart"/>
      <w:r w:rsidRPr="00670E0A">
        <w:t>va</w:t>
      </w:r>
      <w:proofErr w:type="spellEnd"/>
      <w:r w:rsidRPr="00670E0A">
        <w:t xml:space="preserve"> </w:t>
      </w:r>
      <w:proofErr w:type="spellStart"/>
      <w:r w:rsidRPr="00670E0A">
        <w:t>indica</w:t>
      </w:r>
      <w:proofErr w:type="spellEnd"/>
      <w:r w:rsidRPr="00670E0A">
        <w:t xml:space="preserve"> </w:t>
      </w:r>
      <w:proofErr w:type="spellStart"/>
      <w:r w:rsidRPr="00670E0A">
        <w:t>nivelul</w:t>
      </w:r>
      <w:proofErr w:type="spellEnd"/>
      <w:r w:rsidRPr="00670E0A">
        <w:t xml:space="preserve"> de </w:t>
      </w:r>
      <w:proofErr w:type="spellStart"/>
      <w:r w:rsidRPr="00670E0A">
        <w:t>studii</w:t>
      </w:r>
      <w:proofErr w:type="spellEnd"/>
      <w:r w:rsidRPr="00670E0A">
        <w:t xml:space="preserve"> (</w:t>
      </w:r>
      <w:proofErr w:type="spellStart"/>
      <w:r w:rsidRPr="00670E0A">
        <w:t>mediu</w:t>
      </w:r>
      <w:proofErr w:type="spellEnd"/>
      <w:r w:rsidRPr="00670E0A">
        <w:t xml:space="preserve">/superior de </w:t>
      </w:r>
      <w:proofErr w:type="spellStart"/>
      <w:r w:rsidRPr="00670E0A">
        <w:t>scurtă</w:t>
      </w:r>
      <w:proofErr w:type="spellEnd"/>
      <w:r w:rsidRPr="00670E0A">
        <w:t xml:space="preserve"> </w:t>
      </w:r>
      <w:proofErr w:type="spellStart"/>
      <w:r w:rsidRPr="00670E0A">
        <w:t>durată</w:t>
      </w:r>
      <w:proofErr w:type="spellEnd"/>
      <w:r w:rsidRPr="00670E0A">
        <w:t>/superior).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FE" w:rsidRDefault="00F76F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468" w:rsidRDefault="00D74468" w:rsidP="00D74468">
    <w:pPr>
      <w:pStyle w:val="Header"/>
      <w:jc w:val="center"/>
      <w:rPr>
        <w:sz w:val="16"/>
      </w:rPr>
    </w:pPr>
    <w:r w:rsidRPr="00533658">
      <w:rPr>
        <w:noProof/>
        <w:lang w:val="en-US" w:eastAsia="en-US"/>
      </w:rPr>
      <w:drawing>
        <wp:inline distT="0" distB="0" distL="0" distR="0" wp14:anchorId="3EC56EE8" wp14:editId="373C8343">
          <wp:extent cx="2219325" cy="557319"/>
          <wp:effectExtent l="0" t="0" r="0" b="0"/>
          <wp:docPr id="5" name="Picture 5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961" cy="559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4468" w:rsidRDefault="00D74468" w:rsidP="00D74468">
    <w:pPr>
      <w:pStyle w:val="Header"/>
      <w:jc w:val="right"/>
      <w:rPr>
        <w:sz w:val="16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0" wp14:anchorId="70090DFC" wp14:editId="266A68F8">
          <wp:simplePos x="0" y="0"/>
          <wp:positionH relativeFrom="column">
            <wp:posOffset>1106805</wp:posOffset>
          </wp:positionH>
          <wp:positionV relativeFrom="paragraph">
            <wp:posOffset>67698</wp:posOffset>
          </wp:positionV>
          <wp:extent cx="3977640" cy="48895"/>
          <wp:effectExtent l="0" t="0" r="3810" b="8255"/>
          <wp:wrapNone/>
          <wp:docPr id="1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4468" w:rsidRDefault="00D74468" w:rsidP="00D74468">
    <w:pPr>
      <w:pStyle w:val="Header"/>
      <w:jc w:val="right"/>
      <w:rPr>
        <w:i/>
        <w:sz w:val="16"/>
        <w:szCs w:val="16"/>
      </w:rPr>
    </w:pPr>
    <w:r>
      <w:rPr>
        <w:sz w:val="16"/>
      </w:rPr>
      <w:tab/>
    </w:r>
    <w:r w:rsidR="00EF4A05">
      <w:rPr>
        <w:sz w:val="16"/>
      </w:rPr>
      <w:t>Anexa 3</w:t>
    </w:r>
    <w:r>
      <w:rPr>
        <w:sz w:val="16"/>
      </w:rPr>
      <w:t xml:space="preserve"> - </w:t>
    </w:r>
    <w:r>
      <w:rPr>
        <w:i/>
        <w:sz w:val="16"/>
        <w:szCs w:val="16"/>
      </w:rPr>
      <w:t>Cod</w:t>
    </w:r>
    <w:r w:rsidRPr="00AA79A2">
      <w:rPr>
        <w:rFonts w:ascii="Times New Roman" w:hAnsi="Times New Roman"/>
        <w:i/>
        <w:sz w:val="16"/>
        <w:szCs w:val="16"/>
      </w:rPr>
      <w:t>:UMFVBT-REG/</w:t>
    </w:r>
    <w:r>
      <w:rPr>
        <w:rFonts w:ascii="Times New Roman" w:hAnsi="Times New Roman"/>
        <w:i/>
        <w:sz w:val="16"/>
        <w:szCs w:val="16"/>
      </w:rPr>
      <w:t>DRU</w:t>
    </w:r>
    <w:r w:rsidRPr="00AA79A2">
      <w:rPr>
        <w:rFonts w:ascii="Times New Roman" w:hAnsi="Times New Roman"/>
        <w:i/>
        <w:sz w:val="16"/>
        <w:szCs w:val="16"/>
      </w:rPr>
      <w:t>/</w:t>
    </w:r>
    <w:bookmarkStart w:id="0" w:name="_GoBack"/>
    <w:bookmarkEnd w:id="0"/>
    <w:r w:rsidR="00645C0C">
      <w:rPr>
        <w:rFonts w:ascii="Times New Roman" w:hAnsi="Times New Roman"/>
        <w:i/>
        <w:sz w:val="16"/>
        <w:szCs w:val="16"/>
      </w:rPr>
      <w:t>7</w:t>
    </w:r>
    <w:r w:rsidRPr="00AA79A2">
      <w:rPr>
        <w:rFonts w:ascii="Times New Roman" w:hAnsi="Times New Roman"/>
        <w:i/>
        <w:sz w:val="16"/>
        <w:szCs w:val="16"/>
      </w:rPr>
      <w:t>/202</w:t>
    </w:r>
    <w:r w:rsidR="00F76FFE">
      <w:rPr>
        <w:rFonts w:ascii="Times New Roman" w:hAnsi="Times New Roman"/>
        <w:i/>
        <w:sz w:val="16"/>
        <w:szCs w:val="16"/>
      </w:rPr>
      <w:t>3</w:t>
    </w:r>
    <w:r>
      <w:rPr>
        <w:i/>
        <w:sz w:val="16"/>
        <w:szCs w:val="16"/>
      </w:rPr>
      <w:t xml:space="preserve"> – 03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FE" w:rsidRDefault="00F76F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4DE"/>
    <w:multiLevelType w:val="hybridMultilevel"/>
    <w:tmpl w:val="DA489E76"/>
    <w:lvl w:ilvl="0" w:tplc="853E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1">
    <w:nsid w:val="7703749E"/>
    <w:multiLevelType w:val="hybridMultilevel"/>
    <w:tmpl w:val="D3AAD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E2B20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01F5D"/>
    <w:multiLevelType w:val="hybridMultilevel"/>
    <w:tmpl w:val="50D67EEE"/>
    <w:lvl w:ilvl="0" w:tplc="EB1878A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E7"/>
    <w:rsid w:val="00032D7D"/>
    <w:rsid w:val="000B4FB4"/>
    <w:rsid w:val="000E4DC4"/>
    <w:rsid w:val="00107FEF"/>
    <w:rsid w:val="0011595E"/>
    <w:rsid w:val="001315CB"/>
    <w:rsid w:val="00163DFF"/>
    <w:rsid w:val="0016417E"/>
    <w:rsid w:val="001875D4"/>
    <w:rsid w:val="001B0D09"/>
    <w:rsid w:val="001B2071"/>
    <w:rsid w:val="001B3160"/>
    <w:rsid w:val="001E34B8"/>
    <w:rsid w:val="00213713"/>
    <w:rsid w:val="002F1287"/>
    <w:rsid w:val="002F176D"/>
    <w:rsid w:val="002F50CB"/>
    <w:rsid w:val="0031217D"/>
    <w:rsid w:val="0033687D"/>
    <w:rsid w:val="00362525"/>
    <w:rsid w:val="00366D36"/>
    <w:rsid w:val="003A3A74"/>
    <w:rsid w:val="003F2D17"/>
    <w:rsid w:val="004150E7"/>
    <w:rsid w:val="004469A7"/>
    <w:rsid w:val="004915CF"/>
    <w:rsid w:val="004A5472"/>
    <w:rsid w:val="004D7E7E"/>
    <w:rsid w:val="004E5562"/>
    <w:rsid w:val="004F3118"/>
    <w:rsid w:val="00530DC2"/>
    <w:rsid w:val="00531846"/>
    <w:rsid w:val="00580503"/>
    <w:rsid w:val="00580EC3"/>
    <w:rsid w:val="005A019D"/>
    <w:rsid w:val="005A718B"/>
    <w:rsid w:val="005E6293"/>
    <w:rsid w:val="006219AA"/>
    <w:rsid w:val="00631F67"/>
    <w:rsid w:val="00645C0C"/>
    <w:rsid w:val="00657ADE"/>
    <w:rsid w:val="00670E0A"/>
    <w:rsid w:val="00677410"/>
    <w:rsid w:val="00685BF9"/>
    <w:rsid w:val="00690A5A"/>
    <w:rsid w:val="006A05E7"/>
    <w:rsid w:val="006A1CA7"/>
    <w:rsid w:val="006B4313"/>
    <w:rsid w:val="006D6D43"/>
    <w:rsid w:val="006F52E5"/>
    <w:rsid w:val="00756E23"/>
    <w:rsid w:val="00776E9B"/>
    <w:rsid w:val="00784792"/>
    <w:rsid w:val="007B29A5"/>
    <w:rsid w:val="00806446"/>
    <w:rsid w:val="00866117"/>
    <w:rsid w:val="00874B53"/>
    <w:rsid w:val="008B7AE2"/>
    <w:rsid w:val="008C5D5E"/>
    <w:rsid w:val="008C7E40"/>
    <w:rsid w:val="008D5081"/>
    <w:rsid w:val="00951AE0"/>
    <w:rsid w:val="009669B9"/>
    <w:rsid w:val="009A0F88"/>
    <w:rsid w:val="009B14B8"/>
    <w:rsid w:val="009F4B93"/>
    <w:rsid w:val="00A56FA0"/>
    <w:rsid w:val="00AB1260"/>
    <w:rsid w:val="00AB3487"/>
    <w:rsid w:val="00AE033A"/>
    <w:rsid w:val="00B43BE0"/>
    <w:rsid w:val="00B47AB0"/>
    <w:rsid w:val="00B61B89"/>
    <w:rsid w:val="00B9720C"/>
    <w:rsid w:val="00BA5F52"/>
    <w:rsid w:val="00BE5CBF"/>
    <w:rsid w:val="00BF74C7"/>
    <w:rsid w:val="00C024FC"/>
    <w:rsid w:val="00C24F3A"/>
    <w:rsid w:val="00C720E0"/>
    <w:rsid w:val="00CB6CF1"/>
    <w:rsid w:val="00CD26E1"/>
    <w:rsid w:val="00D05B88"/>
    <w:rsid w:val="00D07E73"/>
    <w:rsid w:val="00D23D07"/>
    <w:rsid w:val="00D2536B"/>
    <w:rsid w:val="00D35BD1"/>
    <w:rsid w:val="00D74468"/>
    <w:rsid w:val="00DB7C4E"/>
    <w:rsid w:val="00DC28AB"/>
    <w:rsid w:val="00DF7E5E"/>
    <w:rsid w:val="00E0250C"/>
    <w:rsid w:val="00E86118"/>
    <w:rsid w:val="00EB3078"/>
    <w:rsid w:val="00ED1A3F"/>
    <w:rsid w:val="00ED1C55"/>
    <w:rsid w:val="00EE6EBF"/>
    <w:rsid w:val="00EF4A05"/>
    <w:rsid w:val="00F51C18"/>
    <w:rsid w:val="00F51C4A"/>
    <w:rsid w:val="00F6087F"/>
    <w:rsid w:val="00F76FFE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AD146"/>
  <w15:chartTrackingRefBased/>
  <w15:docId w15:val="{E1815C3B-6BB0-4592-9CE0-D3BFB88D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0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</w:pPr>
    <w:rPr>
      <w:rFonts w:ascii="Calibri" w:eastAsia="Calibri" w:hAnsi="Calibri"/>
      <w:lang w:val="ro-RO" w:eastAsia="x-none"/>
    </w:r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  <w:rPr>
      <w:rFonts w:ascii="Calibri" w:eastAsia="Calibri" w:hAnsi="Calibri"/>
      <w:lang w:val="ro-RO" w:eastAsia="x-none"/>
    </w:r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4150E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7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B7C4E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0E0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0E0A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670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xanaonofrei\Documents\chestii%20UMF\Senat%202020\comisie%20regulamente\regulam%20ocupare%20posturi\regulament%20concurs%20promovare\final\final\Template%20Rectorat%201%20UMF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C29FB-5171-4B92-AA3A-6BD402633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Rectorat 1 UMFT</Template>
  <TotalTime>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>Nume departament</dc:description>
  <cp:lastModifiedBy>Rectorat</cp:lastModifiedBy>
  <cp:revision>6</cp:revision>
  <cp:lastPrinted>2021-01-21T06:49:00Z</cp:lastPrinted>
  <dcterms:created xsi:type="dcterms:W3CDTF">2022-11-10T09:48:00Z</dcterms:created>
  <dcterms:modified xsi:type="dcterms:W3CDTF">2023-04-06T10:11:00Z</dcterms:modified>
</cp:coreProperties>
</file>