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2A6" w:rsidRDefault="00B75035" w:rsidP="004812A6">
      <w:pPr>
        <w:pStyle w:val="Header"/>
        <w:jc w:val="right"/>
        <w:rPr>
          <w:rFonts w:ascii="Times New Roman" w:hAnsi="Times New Roman"/>
          <w:i/>
          <w:sz w:val="16"/>
          <w:szCs w:val="16"/>
          <w:lang w:eastAsia="x-none"/>
        </w:rPr>
      </w:pPr>
      <w:r w:rsidRPr="00B75035">
        <w:rPr>
          <w:rFonts w:ascii="Times New Roman" w:hAnsi="Times New Roman"/>
          <w:b/>
          <w:sz w:val="24"/>
          <w:szCs w:val="24"/>
        </w:rPr>
        <w:t>Anexa 10</w:t>
      </w:r>
      <w:r w:rsidR="005E2F72">
        <w:rPr>
          <w:rFonts w:ascii="Times New Roman" w:hAnsi="Times New Roman"/>
          <w:b/>
          <w:sz w:val="24"/>
          <w:szCs w:val="24"/>
        </w:rPr>
        <w:t xml:space="preserve"> - Cod formular </w:t>
      </w:r>
      <w:r w:rsidR="00FA0587" w:rsidRPr="005807E6">
        <w:rPr>
          <w:rFonts w:ascii="Times New Roman" w:hAnsi="Times New Roman"/>
          <w:i/>
          <w:sz w:val="16"/>
          <w:szCs w:val="16"/>
        </w:rPr>
        <w:t>UMFVBT- MET/CSUD/</w:t>
      </w:r>
      <w:r w:rsidR="00734B09">
        <w:rPr>
          <w:rFonts w:ascii="Times New Roman" w:hAnsi="Times New Roman"/>
          <w:i/>
          <w:sz w:val="16"/>
          <w:szCs w:val="16"/>
        </w:rPr>
        <w:t>6</w:t>
      </w:r>
      <w:r w:rsidR="00FA0587" w:rsidRPr="005807E6">
        <w:rPr>
          <w:rFonts w:ascii="Times New Roman" w:hAnsi="Times New Roman"/>
          <w:i/>
          <w:sz w:val="16"/>
          <w:szCs w:val="16"/>
        </w:rPr>
        <w:t>/202</w:t>
      </w:r>
      <w:r w:rsidR="00734B09">
        <w:rPr>
          <w:rFonts w:ascii="Times New Roman" w:hAnsi="Times New Roman"/>
          <w:i/>
          <w:sz w:val="16"/>
          <w:szCs w:val="16"/>
        </w:rPr>
        <w:t>5</w:t>
      </w:r>
      <w:r w:rsidR="00FA0587">
        <w:rPr>
          <w:rFonts w:ascii="Times New Roman" w:hAnsi="Times New Roman"/>
          <w:i/>
          <w:sz w:val="16"/>
          <w:szCs w:val="16"/>
        </w:rPr>
        <w:t xml:space="preserve"> </w:t>
      </w:r>
      <w:r w:rsidR="004812A6">
        <w:rPr>
          <w:rFonts w:ascii="Times New Roman" w:hAnsi="Times New Roman"/>
          <w:i/>
          <w:sz w:val="16"/>
          <w:szCs w:val="16"/>
        </w:rPr>
        <w:t>- 10</w:t>
      </w:r>
    </w:p>
    <w:p w:rsidR="00EA5229" w:rsidRPr="00B75035" w:rsidRDefault="00EA5229" w:rsidP="004812A6">
      <w:pPr>
        <w:pStyle w:val="Header"/>
        <w:jc w:val="right"/>
        <w:rPr>
          <w:rFonts w:ascii="Times New Roman" w:hAnsi="Times New Roman"/>
          <w:b/>
          <w:sz w:val="24"/>
          <w:szCs w:val="24"/>
        </w:rPr>
      </w:pPr>
    </w:p>
    <w:p w:rsidR="00BA0CF8" w:rsidRDefault="00BA0CF8" w:rsidP="00BA0CF8">
      <w:pPr>
        <w:jc w:val="center"/>
        <w:rPr>
          <w:rFonts w:ascii="Times New Roman" w:hAnsi="Times New Roman"/>
          <w:b/>
          <w:color w:val="002060"/>
          <w:sz w:val="24"/>
          <w:szCs w:val="24"/>
        </w:rPr>
      </w:pPr>
      <w:bookmarkStart w:id="0" w:name="_GoBack"/>
      <w:bookmarkEnd w:id="0"/>
    </w:p>
    <w:p w:rsidR="00BA0CF8" w:rsidRDefault="00BA0CF8" w:rsidP="00BA0CF8">
      <w:pPr>
        <w:jc w:val="center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 xml:space="preserve">Referat de acceptare membru </w:t>
      </w:r>
    </w:p>
    <w:p w:rsidR="00BA0CF8" w:rsidRDefault="00BA0CF8" w:rsidP="00BA0CF8">
      <w:pPr>
        <w:jc w:val="center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 xml:space="preserve">în comisia de susținere publică a tezei de abilitare </w:t>
      </w:r>
    </w:p>
    <w:p w:rsidR="00BA0CF8" w:rsidRDefault="00BA0CF8" w:rsidP="00BA0C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Subsemnata / Subsemnatul Prof. Univ. Dr. _____________________________________________, titular la  _______________________________________________________________________, în calitate de conducător de doctorat în baza ordinului ministrului nr. _____________________, afiliat la Școala doctorală ___________________________ din cadrul IOSUD _____________________________________________________________, sunt de acord să fiu membru în comisia de susţinere a tezei de abilitare  şi menţionez că îndeplinesc criteriile legale pentru a ocupa această poziţie. </w:t>
      </w: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Titlul tezei de  abilitare </w:t>
      </w:r>
    </w:p>
    <w:p w:rsidR="00BA0CF8" w:rsidRDefault="00BA0CF8" w:rsidP="00BA0C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BA0CF8" w:rsidRDefault="00BA0CF8" w:rsidP="00BA0C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elaborată de ______________________________________________________________________</w:t>
      </w: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</w:p>
    <w:p w:rsidR="00BA0CF8" w:rsidRDefault="00BA0CF8" w:rsidP="00BA0C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</w:p>
    <w:p w:rsidR="00BA0CF8" w:rsidRDefault="00BA0CF8" w:rsidP="00BA0CF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Univ. Dr. ____________________</w:t>
      </w: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D5C61" w:rsidRPr="00E40774" w:rsidRDefault="00ED5C61" w:rsidP="00BA0CF8">
      <w:pPr>
        <w:jc w:val="center"/>
        <w:rPr>
          <w:rFonts w:ascii="Times New Roman" w:hAnsi="Times New Roman"/>
          <w:sz w:val="24"/>
          <w:szCs w:val="24"/>
        </w:rPr>
      </w:pPr>
    </w:p>
    <w:sectPr w:rsidR="00ED5C61" w:rsidRPr="00E40774" w:rsidSect="00D2536B">
      <w:headerReference w:type="default" r:id="rId6"/>
      <w:footerReference w:type="default" r:id="rId7"/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DFE" w:rsidRDefault="00896DFE" w:rsidP="00D2536B">
      <w:pPr>
        <w:spacing w:after="0" w:line="240" w:lineRule="auto"/>
      </w:pPr>
      <w:r>
        <w:separator/>
      </w:r>
    </w:p>
  </w:endnote>
  <w:endnote w:type="continuationSeparator" w:id="0">
    <w:p w:rsidR="00896DFE" w:rsidRDefault="00896DFE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Pro Regular">
    <w:altName w:val="Times New Roman"/>
    <w:charset w:val="00"/>
    <w:family w:val="swiss"/>
    <w:pitch w:val="variable"/>
    <w:sig w:usb0="00000001" w:usb1="40002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0A0" w:rsidRPr="00356044" w:rsidRDefault="00DD30A0" w:rsidP="00DD30A0">
    <w:pPr>
      <w:pStyle w:val="Footer"/>
      <w:rPr>
        <w:color w:val="7F7F7F" w:themeColor="text1" w:themeTint="80"/>
        <w:sz w:val="18"/>
      </w:rPr>
    </w:pPr>
    <w:r>
      <w:rPr>
        <w:rFonts w:ascii="DIN Pro Regular" w:hAnsi="DIN Pro Regular" w:cs="DIN Pro Regular"/>
        <w:noProof/>
        <w:lang w:eastAsia="ro-RO"/>
      </w:rPr>
      <w:drawing>
        <wp:anchor distT="0" distB="0" distL="114300" distR="114300" simplePos="0" relativeHeight="251658240" behindDoc="0" locked="0" layoutInCell="1" allowOverlap="1" wp14:anchorId="4D670890" wp14:editId="04C05F72">
          <wp:simplePos x="0" y="0"/>
          <wp:positionH relativeFrom="margin">
            <wp:align>center</wp:align>
          </wp:positionH>
          <wp:positionV relativeFrom="page">
            <wp:posOffset>9532620</wp:posOffset>
          </wp:positionV>
          <wp:extent cx="4718050" cy="1000760"/>
          <wp:effectExtent l="0" t="0" r="6350" b="8890"/>
          <wp:wrapTopAndBottom/>
          <wp:docPr id="1677978731" name="Picture 1" descr="Tabl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978731" name="Picture 1" descr="Tabl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8050" cy="1000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24410">
      <w:rPr>
        <w:rFonts w:ascii="DIN Pro Regular" w:hAnsi="DIN Pro Regular" w:cs="DIN Pro Regular"/>
        <w:lang w:val="en-US"/>
      </w:rPr>
      <w:fldChar w:fldCharType="begin"/>
    </w:r>
    <w:r w:rsidRPr="00224410">
      <w:rPr>
        <w:rFonts w:ascii="DIN Pro Regular" w:hAnsi="DIN Pro Regular" w:cs="DIN Pro Regular"/>
        <w:lang w:val="en-US"/>
      </w:rPr>
      <w:instrText xml:space="preserve"> MACROBUTTON  ActualizareCâmpuri </w:instrText>
    </w:r>
    <w:r w:rsidRPr="00224410">
      <w:rPr>
        <w:rFonts w:ascii="DIN Pro Regular" w:hAnsi="DIN Pro Regular" w:cs="DIN Pro Regular"/>
        <w:lang w:val="en-US"/>
      </w:rPr>
      <w:fldChar w:fldCharType="end"/>
    </w:r>
  </w:p>
  <w:p w:rsidR="00E54D2B" w:rsidRPr="00DD30A0" w:rsidRDefault="00E54D2B" w:rsidP="00DD3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DFE" w:rsidRDefault="00896DFE" w:rsidP="00D2536B">
      <w:pPr>
        <w:spacing w:after="0" w:line="240" w:lineRule="auto"/>
      </w:pPr>
      <w:r>
        <w:separator/>
      </w:r>
    </w:p>
  </w:footnote>
  <w:footnote w:type="continuationSeparator" w:id="0">
    <w:p w:rsidR="00896DFE" w:rsidRDefault="00896DFE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599" w:rsidRPr="00534C27" w:rsidRDefault="00734B09" w:rsidP="00734B09">
    <w:pPr>
      <w:pStyle w:val="Header"/>
      <w:jc w:val="center"/>
    </w:pPr>
    <w:r w:rsidRPr="00A40B77">
      <w:rPr>
        <w:noProof/>
        <w:color w:val="000000"/>
        <w:lang w:eastAsia="ro-RO"/>
      </w:rPr>
      <w:drawing>
        <wp:inline distT="0" distB="0" distL="0" distR="0">
          <wp:extent cx="2940050" cy="889000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005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2D"/>
    <w:rsid w:val="00000930"/>
    <w:rsid w:val="00000E53"/>
    <w:rsid w:val="0000460E"/>
    <w:rsid w:val="00007F1F"/>
    <w:rsid w:val="00012C47"/>
    <w:rsid w:val="00062C47"/>
    <w:rsid w:val="000A3603"/>
    <w:rsid w:val="000D0D3F"/>
    <w:rsid w:val="000D7610"/>
    <w:rsid w:val="00152A5C"/>
    <w:rsid w:val="00160863"/>
    <w:rsid w:val="001875D4"/>
    <w:rsid w:val="0019375F"/>
    <w:rsid w:val="001B4F21"/>
    <w:rsid w:val="001E34B8"/>
    <w:rsid w:val="001F214C"/>
    <w:rsid w:val="00224410"/>
    <w:rsid w:val="00232EAC"/>
    <w:rsid w:val="002E7D89"/>
    <w:rsid w:val="002F1287"/>
    <w:rsid w:val="002F288E"/>
    <w:rsid w:val="002F50CB"/>
    <w:rsid w:val="002F7DDB"/>
    <w:rsid w:val="0031217D"/>
    <w:rsid w:val="0032304C"/>
    <w:rsid w:val="00360BED"/>
    <w:rsid w:val="00366D36"/>
    <w:rsid w:val="003C20E2"/>
    <w:rsid w:val="00455129"/>
    <w:rsid w:val="004555BD"/>
    <w:rsid w:val="00457831"/>
    <w:rsid w:val="004812A6"/>
    <w:rsid w:val="004915CF"/>
    <w:rsid w:val="004A5472"/>
    <w:rsid w:val="004A6959"/>
    <w:rsid w:val="004D7E7E"/>
    <w:rsid w:val="004E65A3"/>
    <w:rsid w:val="005217E6"/>
    <w:rsid w:val="00523606"/>
    <w:rsid w:val="00530006"/>
    <w:rsid w:val="00531846"/>
    <w:rsid w:val="00534C27"/>
    <w:rsid w:val="00552393"/>
    <w:rsid w:val="0056488E"/>
    <w:rsid w:val="005D7F49"/>
    <w:rsid w:val="005E2F72"/>
    <w:rsid w:val="005F3101"/>
    <w:rsid w:val="00631F67"/>
    <w:rsid w:val="00650055"/>
    <w:rsid w:val="006600A0"/>
    <w:rsid w:val="006741E2"/>
    <w:rsid w:val="00685BF9"/>
    <w:rsid w:val="006940D7"/>
    <w:rsid w:val="00696A22"/>
    <w:rsid w:val="006A1CA7"/>
    <w:rsid w:val="006A6C9E"/>
    <w:rsid w:val="00734B09"/>
    <w:rsid w:val="00756E23"/>
    <w:rsid w:val="00764A78"/>
    <w:rsid w:val="007B29A5"/>
    <w:rsid w:val="007C3BD0"/>
    <w:rsid w:val="007C52AE"/>
    <w:rsid w:val="007F7796"/>
    <w:rsid w:val="00805E70"/>
    <w:rsid w:val="00806446"/>
    <w:rsid w:val="00827C84"/>
    <w:rsid w:val="00844E81"/>
    <w:rsid w:val="00874B53"/>
    <w:rsid w:val="00896DFE"/>
    <w:rsid w:val="008C7E40"/>
    <w:rsid w:val="008F3C2A"/>
    <w:rsid w:val="008F5EEB"/>
    <w:rsid w:val="00953829"/>
    <w:rsid w:val="009669B9"/>
    <w:rsid w:val="009B14B8"/>
    <w:rsid w:val="009C249C"/>
    <w:rsid w:val="009F013E"/>
    <w:rsid w:val="009F4B93"/>
    <w:rsid w:val="00A308B3"/>
    <w:rsid w:val="00AB1260"/>
    <w:rsid w:val="00AF1312"/>
    <w:rsid w:val="00B2390F"/>
    <w:rsid w:val="00B32379"/>
    <w:rsid w:val="00B63F50"/>
    <w:rsid w:val="00B75035"/>
    <w:rsid w:val="00B816DB"/>
    <w:rsid w:val="00BA0CF8"/>
    <w:rsid w:val="00BE16B7"/>
    <w:rsid w:val="00BE5CBF"/>
    <w:rsid w:val="00C024FC"/>
    <w:rsid w:val="00C6060B"/>
    <w:rsid w:val="00C606D5"/>
    <w:rsid w:val="00C827A6"/>
    <w:rsid w:val="00C83398"/>
    <w:rsid w:val="00C84104"/>
    <w:rsid w:val="00CA3005"/>
    <w:rsid w:val="00D07E73"/>
    <w:rsid w:val="00D2536B"/>
    <w:rsid w:val="00D70DFA"/>
    <w:rsid w:val="00DA0C3C"/>
    <w:rsid w:val="00DD010A"/>
    <w:rsid w:val="00DD30A0"/>
    <w:rsid w:val="00DE5D83"/>
    <w:rsid w:val="00DF22FA"/>
    <w:rsid w:val="00DF6FA6"/>
    <w:rsid w:val="00E0250C"/>
    <w:rsid w:val="00E10A87"/>
    <w:rsid w:val="00E40774"/>
    <w:rsid w:val="00E4080F"/>
    <w:rsid w:val="00E54D2B"/>
    <w:rsid w:val="00E86118"/>
    <w:rsid w:val="00EA2790"/>
    <w:rsid w:val="00EA5229"/>
    <w:rsid w:val="00ED5C61"/>
    <w:rsid w:val="00EE41AC"/>
    <w:rsid w:val="00EE6EBF"/>
    <w:rsid w:val="00F12BCD"/>
    <w:rsid w:val="00F214FA"/>
    <w:rsid w:val="00F314D5"/>
    <w:rsid w:val="00F6087F"/>
    <w:rsid w:val="00F60932"/>
    <w:rsid w:val="00F7151C"/>
    <w:rsid w:val="00F74065"/>
    <w:rsid w:val="00F84B39"/>
    <w:rsid w:val="00F8632D"/>
    <w:rsid w:val="00FA0587"/>
    <w:rsid w:val="00FF1B4D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A928AA"/>
  <w15:docId w15:val="{2FE126EC-D971-429B-B678-A3FACE5E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F49"/>
    <w:rPr>
      <w:rFonts w:ascii="Segoe UI" w:hAnsi="Segoe UI" w:cs="Segoe UI"/>
      <w:sz w:val="18"/>
      <w:szCs w:val="18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9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OOGLE%20DRIVE\WORK\DOCUMENTE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93</TotalTime>
  <Pages>1</Pages>
  <Words>185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>Nume departament</dc:description>
  <cp:lastModifiedBy>PC</cp:lastModifiedBy>
  <cp:revision>70</cp:revision>
  <cp:lastPrinted>2021-06-17T09:09:00Z</cp:lastPrinted>
  <dcterms:created xsi:type="dcterms:W3CDTF">2020-09-16T11:41:00Z</dcterms:created>
  <dcterms:modified xsi:type="dcterms:W3CDTF">2025-02-26T08:14:00Z</dcterms:modified>
</cp:coreProperties>
</file>