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0EE6F" w14:textId="12EA8194" w:rsidR="000203DB" w:rsidRPr="00F57F5E" w:rsidRDefault="00903991" w:rsidP="000203DB">
      <w:pPr>
        <w:pStyle w:val="Header"/>
        <w:jc w:val="right"/>
        <w:rPr>
          <w:i/>
        </w:rPr>
      </w:pPr>
      <w:r w:rsidRPr="00F57F5E">
        <w:rPr>
          <w:color w:val="181818"/>
          <w:lang w:val="ro-RO"/>
        </w:rPr>
        <w:t>Anexa 1</w:t>
      </w:r>
      <w:r w:rsidR="005B00C0">
        <w:rPr>
          <w:color w:val="181818"/>
          <w:lang w:val="ro-RO"/>
        </w:rPr>
        <w:t>7</w:t>
      </w:r>
      <w:r w:rsidR="000203DB" w:rsidRPr="00F57F5E">
        <w:rPr>
          <w:color w:val="181818"/>
          <w:lang w:val="ro-RO"/>
        </w:rPr>
        <w:t xml:space="preserve"> -</w:t>
      </w:r>
      <w:r w:rsidR="000203DB" w:rsidRPr="00F57F5E">
        <w:rPr>
          <w:i/>
          <w:lang w:val="ro-RO"/>
        </w:rPr>
        <w:t xml:space="preserve"> Cod:</w:t>
      </w:r>
      <w:r w:rsidR="00D658F3" w:rsidRPr="00D658F3">
        <w:rPr>
          <w:i/>
        </w:rPr>
        <w:t xml:space="preserve"> </w:t>
      </w:r>
      <w:r w:rsidR="00D658F3" w:rsidRPr="003F3880">
        <w:rPr>
          <w:i/>
        </w:rPr>
        <w:t>UMFVBT- MET/DRU/3/2024</w:t>
      </w:r>
      <w:r w:rsidR="00D658F3">
        <w:rPr>
          <w:i/>
        </w:rPr>
        <w:t xml:space="preserve"> - 17</w:t>
      </w:r>
    </w:p>
    <w:p w14:paraId="5E9B2129" w14:textId="77777777" w:rsidR="00D658F3" w:rsidRDefault="00D658F3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AE17CC" w14:textId="4979BED7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bookmarkStart w:id="0" w:name="_GoBack"/>
      <w:bookmarkEnd w:id="0"/>
      <w:r w:rsidRPr="00F57F5E">
        <w:rPr>
          <w:b/>
          <w:sz w:val="32"/>
          <w:szCs w:val="32"/>
          <w:lang w:val="ro-RO"/>
        </w:rPr>
        <w:t>HOT</w:t>
      </w:r>
      <w:r>
        <w:rPr>
          <w:b/>
          <w:sz w:val="32"/>
          <w:szCs w:val="32"/>
          <w:lang w:val="ro-RO"/>
        </w:rPr>
        <w:t>Ă</w:t>
      </w:r>
      <w:r w:rsidRPr="00F57F5E">
        <w:rPr>
          <w:b/>
          <w:sz w:val="32"/>
          <w:szCs w:val="32"/>
          <w:lang w:val="ro-RO"/>
        </w:rPr>
        <w:t xml:space="preserve">RÂREA </w:t>
      </w:r>
    </w:p>
    <w:p w14:paraId="768B5539" w14:textId="0DAE96A9" w:rsidR="001461A6" w:rsidRP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>
        <w:rPr>
          <w:b/>
          <w:sz w:val="24"/>
          <w:szCs w:val="32"/>
          <w:lang w:val="ro-RO"/>
        </w:rPr>
        <w:t>__________________________________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98BCA2" w14:textId="155847BD" w:rsidR="00F57F5E" w:rsidRPr="00F57F5E" w:rsidRDefault="00F57F5E" w:rsidP="00F57F5E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14:paraId="3901329B" w14:textId="7DFF48A2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1CD7A97A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temeiul:</w:t>
      </w:r>
    </w:p>
    <w:p w14:paraId="02DB62E1" w14:textId="77992558" w:rsidR="00F57F5E" w:rsidRPr="00F57F5E" w:rsidRDefault="00F57F5E" w:rsidP="00F57F5E">
      <w:pPr>
        <w:pStyle w:val="ListParagraph"/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 xml:space="preserve">Legii învățământului superior nr. 199/2023, cu modificările </w:t>
      </w:r>
      <w:r>
        <w:rPr>
          <w:sz w:val="24"/>
          <w:szCs w:val="24"/>
          <w:lang w:val="ro-RO"/>
        </w:rPr>
        <w:t xml:space="preserve">și completările </w:t>
      </w:r>
      <w:r w:rsidRPr="00F57F5E">
        <w:rPr>
          <w:sz w:val="24"/>
          <w:szCs w:val="24"/>
          <w:lang w:val="ro-RO"/>
        </w:rPr>
        <w:t xml:space="preserve">ulterioare; </w:t>
      </w:r>
    </w:p>
    <w:p w14:paraId="4592775F" w14:textId="1781E468" w:rsidR="00F57F5E" w:rsidRPr="00F57F5E" w:rsidRDefault="00F57F5E" w:rsidP="00F57F5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Cartei Universității de Medicină și Farmacie „Victor Babeș” din Timișoara,</w:t>
      </w:r>
    </w:p>
    <w:p w14:paraId="33C9B102" w14:textId="4638D67B" w:rsidR="00F57F5E" w:rsidRDefault="00F57F5E" w:rsidP="00F57F5E">
      <w:pPr>
        <w:pStyle w:val="ListParagraph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Metodologia - cadru de concurs pentru ocuparea posturilor didactice și de cercetare vacante din învățământul superior, aprobată prin H.G. nr. 1339/2023</w:t>
      </w:r>
      <w:r>
        <w:rPr>
          <w:sz w:val="24"/>
          <w:szCs w:val="24"/>
          <w:lang w:val="ro-RO"/>
        </w:rPr>
        <w:t>;</w:t>
      </w:r>
    </w:p>
    <w:p w14:paraId="0D890FF8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14:paraId="0E54596E" w14:textId="5B3B319D" w:rsid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 w:rsidR="00F57F5E">
        <w:rPr>
          <w:b/>
          <w:sz w:val="24"/>
          <w:szCs w:val="32"/>
          <w:lang w:val="ro-RO"/>
        </w:rPr>
        <w:t xml:space="preserve">__________________________ </w:t>
      </w:r>
    </w:p>
    <w:p w14:paraId="217A8AF2" w14:textId="77777777" w:rsidR="00EE0487" w:rsidRDefault="00EE0487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1405EC7F" w14:textId="567A00B9" w:rsidR="00F57F5E" w:rsidRDefault="00F57F5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14:paraId="43583ED0" w14:textId="493A8F7D" w:rsidR="00BB28BF" w:rsidRDefault="00BB28BF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69F8540" w14:textId="63118CC2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1. </w:t>
      </w:r>
    </w:p>
    <w:p w14:paraId="35E35BFD" w14:textId="0A312321" w:rsidR="001461A6" w:rsidRPr="00F57F5E" w:rsidRDefault="00F57F5E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Se avizează favorabil propunerile de scoatere la concurs a posturilor didactice și de cercetare vacante aferente semestrului _______, anul universitar____________,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57F5E" w14:paraId="70A72F50" w14:textId="77777777" w:rsidTr="00040EE4">
        <w:tc>
          <w:tcPr>
            <w:tcW w:w="2335" w:type="dxa"/>
            <w:vAlign w:val="center"/>
          </w:tcPr>
          <w:p w14:paraId="57BF73C8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  <w:vAlign w:val="center"/>
          </w:tcPr>
          <w:p w14:paraId="66C9A555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  <w:vAlign w:val="center"/>
          </w:tcPr>
          <w:p w14:paraId="60D89A60" w14:textId="736C73C8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Disciplinele</w:t>
            </w:r>
            <w:r w:rsidR="00BB28BF" w:rsidRPr="00F57F5E">
              <w:rPr>
                <w:b/>
                <w:color w:val="181818"/>
                <w:sz w:val="24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F57F5E" w14:paraId="4890A1D5" w14:textId="77777777" w:rsidTr="00040EE4">
        <w:trPr>
          <w:trHeight w:val="917"/>
        </w:trPr>
        <w:tc>
          <w:tcPr>
            <w:tcW w:w="2335" w:type="dxa"/>
            <w:vAlign w:val="center"/>
          </w:tcPr>
          <w:p w14:paraId="58CEF31E" w14:textId="77777777" w:rsidR="001461A6" w:rsidRPr="00F57F5E" w:rsidRDefault="001461A6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1651A4D6" w14:textId="1A636D7F" w:rsidR="001461A6" w:rsidRPr="00F57F5E" w:rsidRDefault="001461A6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</w:tc>
        <w:tc>
          <w:tcPr>
            <w:tcW w:w="5205" w:type="dxa"/>
            <w:vAlign w:val="center"/>
          </w:tcPr>
          <w:p w14:paraId="552D5E89" w14:textId="16B1CA93" w:rsidR="001461A6" w:rsidRPr="00F57F5E" w:rsidRDefault="00BB28BF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050A2F" w:rsidRPr="00F57F5E" w14:paraId="764C1C13" w14:textId="77777777" w:rsidTr="00040EE4">
        <w:trPr>
          <w:trHeight w:val="728"/>
        </w:trPr>
        <w:tc>
          <w:tcPr>
            <w:tcW w:w="2335" w:type="dxa"/>
            <w:vAlign w:val="center"/>
          </w:tcPr>
          <w:p w14:paraId="6F9D5014" w14:textId="1CCE4E37" w:rsidR="00050A2F" w:rsidRPr="00F57F5E" w:rsidRDefault="00050A2F" w:rsidP="00F57F5E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Șef de 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>l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>ucrări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2196" w:type="dxa"/>
            <w:vAlign w:val="center"/>
          </w:tcPr>
          <w:p w14:paraId="0115F818" w14:textId="487BF0A7" w:rsidR="00050A2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_____</w:t>
            </w:r>
          </w:p>
        </w:tc>
        <w:tc>
          <w:tcPr>
            <w:tcW w:w="5205" w:type="dxa"/>
            <w:vAlign w:val="center"/>
          </w:tcPr>
          <w:p w14:paraId="42DB68B1" w14:textId="3A1450BB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050A2F" w:rsidRPr="00F57F5E" w14:paraId="7928E07B" w14:textId="77777777" w:rsidTr="00040EE4">
        <w:trPr>
          <w:trHeight w:val="1052"/>
        </w:trPr>
        <w:tc>
          <w:tcPr>
            <w:tcW w:w="2335" w:type="dxa"/>
            <w:vAlign w:val="center"/>
          </w:tcPr>
          <w:p w14:paraId="60DDFF09" w14:textId="1C800E6C" w:rsidR="00050A2F" w:rsidRPr="00F57F5E" w:rsidRDefault="00050A2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Conferențiar universitar</w:t>
            </w:r>
          </w:p>
        </w:tc>
        <w:tc>
          <w:tcPr>
            <w:tcW w:w="2196" w:type="dxa"/>
            <w:vAlign w:val="center"/>
          </w:tcPr>
          <w:p w14:paraId="3F8DD91B" w14:textId="4A86695F" w:rsidR="00BB28B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  <w:p w14:paraId="218537AE" w14:textId="77777777" w:rsidR="00050A2F" w:rsidRPr="00F57F5E" w:rsidRDefault="00050A2F" w:rsidP="00BB28BF">
            <w:pPr>
              <w:rPr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3FCEBCAC" w14:textId="51057D2C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BB28BF" w:rsidRPr="00F57F5E" w14:paraId="70A3091A" w14:textId="77777777" w:rsidTr="00040EE4">
        <w:tc>
          <w:tcPr>
            <w:tcW w:w="2335" w:type="dxa"/>
            <w:vAlign w:val="center"/>
          </w:tcPr>
          <w:p w14:paraId="18A277AE" w14:textId="75448730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Profesor universitar</w:t>
            </w:r>
          </w:p>
        </w:tc>
        <w:tc>
          <w:tcPr>
            <w:tcW w:w="2196" w:type="dxa"/>
            <w:vAlign w:val="center"/>
          </w:tcPr>
          <w:p w14:paraId="2152A77A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  <w:p w14:paraId="2BD5FA1F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4AE93BAC" w14:textId="59FDCDD4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50D1E36D" w14:textId="12139158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</w:t>
      </w:r>
      <w:r>
        <w:rPr>
          <w:b/>
          <w:sz w:val="24"/>
          <w:szCs w:val="28"/>
          <w:lang w:val="ro-RO"/>
        </w:rPr>
        <w:t>2</w:t>
      </w:r>
      <w:r w:rsidRPr="00F57F5E">
        <w:rPr>
          <w:b/>
          <w:sz w:val="24"/>
          <w:szCs w:val="28"/>
          <w:lang w:val="ro-RO"/>
        </w:rPr>
        <w:t xml:space="preserve">. </w:t>
      </w:r>
    </w:p>
    <w:p w14:paraId="7B0A11C7" w14:textId="6CD3903E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Se avizează favorabil Referatul privind propunerea de scoatere la concurs a posturilor didactice și de cercetare vacante în Statul de funcții aprobat al Departamentului __________________ din cadrul Facultății de _______________, prevăzut în anexă la prezenta hotărâre.</w:t>
      </w:r>
    </w:p>
    <w:p w14:paraId="0B518227" w14:textId="50FACDBC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40B38EA5" w14:textId="3C1A71BC" w:rsidR="00F57F5E" w:rsidRPr="00CC59E3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CC59E3">
        <w:rPr>
          <w:b/>
          <w:sz w:val="24"/>
          <w:szCs w:val="28"/>
          <w:lang w:val="ro-RO"/>
        </w:rPr>
        <w:t>Art. 3.</w:t>
      </w:r>
    </w:p>
    <w:p w14:paraId="5D8A09B2" w14:textId="51FAA2ED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Prezenta hotărâre se comunică, spre luare la cunoștință și aducere la îndeplinire, la:</w:t>
      </w:r>
      <w:r w:rsidR="00CC59E3">
        <w:rPr>
          <w:sz w:val="24"/>
          <w:szCs w:val="28"/>
          <w:lang w:val="ro-RO"/>
        </w:rPr>
        <w:t xml:space="preserve"> Conducerea Facultății de  _____________ și Direcția Resurse Umane.</w:t>
      </w:r>
    </w:p>
    <w:p w14:paraId="09B3C67A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4C58E771" w:rsidR="00205255" w:rsidRPr="00F57F5E" w:rsidRDefault="00205255" w:rsidP="00F57F5E">
      <w:pPr>
        <w:widowControl/>
        <w:autoSpaceDE/>
        <w:autoSpaceDN/>
        <w:adjustRightInd/>
        <w:ind w:left="7920" w:firstLine="720"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Semnătură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5D2FF60" w14:textId="77777777" w:rsidR="00040EE4" w:rsidRDefault="00040EE4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379FC2D9" w14:textId="7DF4078F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F722B6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13D4896F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2917AE9D" w14:textId="26C4957E" w:rsidR="00205255" w:rsidRPr="00F57F5E" w:rsidRDefault="00205255">
      <w:pPr>
        <w:rPr>
          <w:sz w:val="18"/>
        </w:rPr>
      </w:pPr>
    </w:p>
    <w:p w14:paraId="5EA7CF0D" w14:textId="66BEFC1D" w:rsidR="005C0C6E" w:rsidRPr="00F57F5E" w:rsidRDefault="005C0C6E">
      <w:pPr>
        <w:rPr>
          <w:sz w:val="18"/>
        </w:rPr>
      </w:pPr>
    </w:p>
    <w:p w14:paraId="47DACEEF" w14:textId="77777777" w:rsidR="005C0C6E" w:rsidRPr="00F57F5E" w:rsidRDefault="005C0C6E">
      <w:pPr>
        <w:rPr>
          <w:sz w:val="18"/>
        </w:rPr>
      </w:pP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7A295" w14:textId="77777777" w:rsidR="004C0CEE" w:rsidRDefault="004C0CEE" w:rsidP="00D2536B">
      <w:r>
        <w:separator/>
      </w:r>
    </w:p>
  </w:endnote>
  <w:endnote w:type="continuationSeparator" w:id="0">
    <w:p w14:paraId="5C51512C" w14:textId="77777777" w:rsidR="004C0CEE" w:rsidRDefault="004C0CEE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10EBB" w14:textId="77777777" w:rsidR="004C0CEE" w:rsidRDefault="004C0CEE" w:rsidP="00D2536B">
      <w:r>
        <w:separator/>
      </w:r>
    </w:p>
  </w:footnote>
  <w:footnote w:type="continuationSeparator" w:id="0">
    <w:p w14:paraId="5C44225A" w14:textId="77777777" w:rsidR="004C0CEE" w:rsidRDefault="004C0CEE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40EE4"/>
    <w:rsid w:val="00050A2F"/>
    <w:rsid w:val="001461A6"/>
    <w:rsid w:val="001875D4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5993"/>
    <w:rsid w:val="004915CF"/>
    <w:rsid w:val="004A5472"/>
    <w:rsid w:val="004C0CEE"/>
    <w:rsid w:val="004D7E7E"/>
    <w:rsid w:val="00531846"/>
    <w:rsid w:val="005A4B1E"/>
    <w:rsid w:val="005B00C0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537C9"/>
    <w:rsid w:val="009669B9"/>
    <w:rsid w:val="0098380A"/>
    <w:rsid w:val="009B14B8"/>
    <w:rsid w:val="009B6E45"/>
    <w:rsid w:val="009F4B93"/>
    <w:rsid w:val="00AB1260"/>
    <w:rsid w:val="00AE5FD9"/>
    <w:rsid w:val="00B509CE"/>
    <w:rsid w:val="00B8495B"/>
    <w:rsid w:val="00BB28BF"/>
    <w:rsid w:val="00BE5CBF"/>
    <w:rsid w:val="00C024FC"/>
    <w:rsid w:val="00C606D5"/>
    <w:rsid w:val="00C82C73"/>
    <w:rsid w:val="00CC59E3"/>
    <w:rsid w:val="00D07E73"/>
    <w:rsid w:val="00D2536B"/>
    <w:rsid w:val="00D3189E"/>
    <w:rsid w:val="00D658F3"/>
    <w:rsid w:val="00DD010A"/>
    <w:rsid w:val="00E0250C"/>
    <w:rsid w:val="00E25A14"/>
    <w:rsid w:val="00E74C03"/>
    <w:rsid w:val="00E86118"/>
    <w:rsid w:val="00EE0487"/>
    <w:rsid w:val="00EE6EBF"/>
    <w:rsid w:val="00F57F5E"/>
    <w:rsid w:val="00F6087F"/>
    <w:rsid w:val="00F71F2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2</TotalTime>
  <Pages>2</Pages>
  <Words>248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6</cp:revision>
  <dcterms:created xsi:type="dcterms:W3CDTF">2024-01-25T12:08:00Z</dcterms:created>
  <dcterms:modified xsi:type="dcterms:W3CDTF">2024-03-07T12:33:00Z</dcterms:modified>
</cp:coreProperties>
</file>