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FA7" w:rsidRPr="00181A2E" w:rsidRDefault="00027FA7" w:rsidP="00027FA7">
      <w:pPr>
        <w:pStyle w:val="Header"/>
        <w:jc w:val="right"/>
        <w:rPr>
          <w:i/>
          <w:sz w:val="16"/>
          <w:szCs w:val="16"/>
        </w:rPr>
      </w:pPr>
      <w:r w:rsidRPr="00181A2E">
        <w:rPr>
          <w:bCs/>
          <w:i/>
          <w:spacing w:val="-2"/>
          <w:sz w:val="16"/>
          <w:szCs w:val="16"/>
          <w:lang w:val="ro-RO" w:eastAsia="ro-RO"/>
        </w:rPr>
        <w:t xml:space="preserve">Anexa </w:t>
      </w:r>
      <w:r>
        <w:rPr>
          <w:bCs/>
          <w:i/>
          <w:spacing w:val="-2"/>
          <w:sz w:val="16"/>
          <w:szCs w:val="16"/>
          <w:lang w:val="ro-RO" w:eastAsia="ro-RO"/>
        </w:rPr>
        <w:t>2</w:t>
      </w:r>
      <w:r w:rsidRPr="00181A2E">
        <w:rPr>
          <w:bCs/>
          <w:i/>
          <w:spacing w:val="-2"/>
          <w:sz w:val="16"/>
          <w:szCs w:val="16"/>
          <w:lang w:val="ro-RO" w:eastAsia="ro-RO"/>
        </w:rPr>
        <w:t xml:space="preserve">, Cod: </w:t>
      </w:r>
      <w:r w:rsidR="00263048" w:rsidRPr="00263048">
        <w:rPr>
          <w:bCs/>
          <w:i/>
          <w:spacing w:val="-2"/>
          <w:sz w:val="16"/>
          <w:szCs w:val="16"/>
          <w:lang w:val="ro-RO" w:eastAsia="ro-RO"/>
        </w:rPr>
        <w:t>UMFVBT-MET/DRU/60/2024</w:t>
      </w:r>
      <w:bookmarkStart w:id="0" w:name="_GoBack"/>
      <w:bookmarkEnd w:id="0"/>
      <w:r>
        <w:rPr>
          <w:i/>
          <w:sz w:val="16"/>
          <w:szCs w:val="16"/>
        </w:rPr>
        <w:t xml:space="preserve"> - 02</w:t>
      </w:r>
    </w:p>
    <w:p w:rsidR="00027FA7" w:rsidRPr="00267073" w:rsidRDefault="00027FA7" w:rsidP="00027FA7">
      <w:pPr>
        <w:pStyle w:val="Header"/>
        <w:jc w:val="right"/>
        <w:rPr>
          <w:lang w:val="ro-RO" w:eastAsia="ro-RO"/>
        </w:rPr>
      </w:pPr>
    </w:p>
    <w:p w:rsidR="000B0C6C" w:rsidRDefault="00027FA7" w:rsidP="004F46FD">
      <w:pPr>
        <w:shd w:val="clear" w:color="auto" w:fill="FFFFFF"/>
        <w:spacing w:before="250" w:line="274" w:lineRule="exact"/>
        <w:ind w:left="682" w:right="442"/>
        <w:jc w:val="center"/>
        <w:rPr>
          <w:b/>
          <w:bCs/>
          <w:spacing w:val="-1"/>
          <w:sz w:val="24"/>
          <w:szCs w:val="24"/>
          <w:lang w:val="ro-RO" w:eastAsia="ro-RO"/>
        </w:rPr>
      </w:pPr>
      <w:r>
        <w:rPr>
          <w:b/>
          <w:bCs/>
          <w:sz w:val="24"/>
          <w:szCs w:val="24"/>
          <w:lang w:val="ro-RO" w:eastAsia="ro-RO"/>
        </w:rPr>
        <w:t>C</w:t>
      </w:r>
      <w:r w:rsidR="0033420F" w:rsidRPr="0033420F">
        <w:rPr>
          <w:b/>
          <w:bCs/>
          <w:sz w:val="24"/>
          <w:szCs w:val="24"/>
          <w:lang w:val="ro-RO" w:eastAsia="ro-RO"/>
        </w:rPr>
        <w:t xml:space="preserve">riterii și subcriterii de evaluare pentru personalul </w:t>
      </w:r>
      <w:r w:rsidR="00511F93">
        <w:rPr>
          <w:b/>
          <w:bCs/>
          <w:sz w:val="24"/>
          <w:szCs w:val="24"/>
          <w:lang w:val="ro-RO" w:eastAsia="ro-RO"/>
        </w:rPr>
        <w:t>didactic de execuție</w:t>
      </w:r>
    </w:p>
    <w:p w:rsidR="0033420F" w:rsidRPr="004F46FD" w:rsidRDefault="0033420F" w:rsidP="004F46FD">
      <w:pPr>
        <w:shd w:val="clear" w:color="auto" w:fill="FFFFFF"/>
        <w:spacing w:before="250" w:line="274" w:lineRule="exact"/>
        <w:ind w:left="682" w:right="442"/>
        <w:jc w:val="center"/>
        <w:rPr>
          <w:b/>
          <w:bCs/>
          <w:spacing w:val="-1"/>
          <w:sz w:val="24"/>
          <w:szCs w:val="24"/>
          <w:lang w:val="ro-RO" w:eastAsia="ro-RO"/>
        </w:rPr>
      </w:pP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4"/>
        <w:gridCol w:w="2381"/>
        <w:gridCol w:w="3240"/>
        <w:gridCol w:w="9270"/>
      </w:tblGrid>
      <w:tr w:rsidR="00BF705F" w:rsidRPr="00267073" w:rsidTr="001B1154">
        <w:trPr>
          <w:trHeight w:val="900"/>
        </w:trPr>
        <w:tc>
          <w:tcPr>
            <w:tcW w:w="494" w:type="dxa"/>
            <w:vAlign w:val="center"/>
          </w:tcPr>
          <w:p w:rsidR="00BF705F" w:rsidRDefault="00BF705F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  <w:p w:rsidR="00BF705F" w:rsidRPr="00267073" w:rsidRDefault="00BF705F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1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Nr.</w:t>
            </w:r>
          </w:p>
        </w:tc>
        <w:tc>
          <w:tcPr>
            <w:tcW w:w="2381" w:type="dxa"/>
            <w:vAlign w:val="center"/>
          </w:tcPr>
          <w:p w:rsidR="00BF705F" w:rsidRPr="00901958" w:rsidRDefault="00BF705F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1"/>
                <w:lang w:val="ro-RO" w:eastAsia="ro-RO"/>
              </w:rPr>
            </w:pPr>
            <w:r w:rsidRPr="00901958">
              <w:rPr>
                <w:b/>
                <w:bCs/>
                <w:spacing w:val="-1"/>
                <w:lang w:val="ro-RO" w:eastAsia="ro-RO"/>
              </w:rPr>
              <w:t>Criteriile generale de evaluare</w:t>
            </w:r>
          </w:p>
        </w:tc>
        <w:tc>
          <w:tcPr>
            <w:tcW w:w="3240" w:type="dxa"/>
            <w:vAlign w:val="center"/>
          </w:tcPr>
          <w:p w:rsidR="00BF705F" w:rsidRPr="00267073" w:rsidRDefault="00BF705F" w:rsidP="006D3B87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lang w:val="ro-RO" w:eastAsia="ro-RO"/>
              </w:rPr>
            </w:pPr>
            <w:r w:rsidRPr="00267073">
              <w:rPr>
                <w:b/>
                <w:bCs/>
                <w:spacing w:val="-1"/>
                <w:lang w:val="ro-RO" w:eastAsia="ro-RO"/>
              </w:rPr>
              <w:t>Subcriteriile de evaluare (punctaj maxim 5 puncte/</w:t>
            </w:r>
            <w:r w:rsidR="006D3B87">
              <w:rPr>
                <w:b/>
                <w:bCs/>
                <w:spacing w:val="-1"/>
                <w:lang w:val="ro-RO" w:eastAsia="ro-RO"/>
              </w:rPr>
              <w:t>subcriteriu</w:t>
            </w:r>
            <w:r w:rsidRPr="00267073">
              <w:rPr>
                <w:b/>
                <w:bCs/>
                <w:spacing w:val="-1"/>
                <w:lang w:val="ro-RO" w:eastAsia="ro-RO"/>
              </w:rPr>
              <w:t>)</w:t>
            </w:r>
          </w:p>
        </w:tc>
        <w:tc>
          <w:tcPr>
            <w:tcW w:w="9270" w:type="dxa"/>
            <w:vAlign w:val="center"/>
          </w:tcPr>
          <w:p w:rsidR="004515EE" w:rsidRPr="00C07803" w:rsidRDefault="004515EE" w:rsidP="004515EE">
            <w:pPr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C07803">
              <w:rPr>
                <w:b/>
                <w:bCs/>
                <w:i/>
                <w:spacing w:val="-2"/>
                <w:lang w:val="ro-RO" w:eastAsia="ro-RO"/>
              </w:rPr>
              <w:t>Delimitări în evaluare</w:t>
            </w:r>
            <w:r w:rsidRPr="00C07803">
              <w:rPr>
                <w:b/>
                <w:bCs/>
                <w:spacing w:val="-2"/>
                <w:lang w:val="ro-RO" w:eastAsia="ro-RO"/>
              </w:rPr>
              <w:t>*</w:t>
            </w:r>
          </w:p>
          <w:p w:rsidR="004515EE" w:rsidRPr="00C07803" w:rsidRDefault="004515EE" w:rsidP="004515EE">
            <w:pPr>
              <w:jc w:val="center"/>
              <w:rPr>
                <w:b/>
                <w:bCs/>
                <w:spacing w:val="-2"/>
                <w:lang w:val="ro-RO" w:eastAsia="ro-RO"/>
              </w:rPr>
            </w:pPr>
            <w:r>
              <w:rPr>
                <w:b/>
                <w:bCs/>
                <w:spacing w:val="-2"/>
                <w:lang w:val="ro-RO" w:eastAsia="ro-RO"/>
              </w:rPr>
              <w:t>1 - 2,4</w:t>
            </w:r>
            <w:r w:rsidRPr="00C07803">
              <w:rPr>
                <w:b/>
                <w:bCs/>
                <w:spacing w:val="-2"/>
                <w:lang w:val="ro-RO" w:eastAsia="ro-RO"/>
              </w:rPr>
              <w:t xml:space="preserve"> puncte – nivel slab</w:t>
            </w:r>
          </w:p>
          <w:p w:rsidR="004515EE" w:rsidRPr="00C07803" w:rsidRDefault="004515EE" w:rsidP="004515EE">
            <w:pPr>
              <w:ind w:right="-108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C07803">
              <w:rPr>
                <w:b/>
                <w:bCs/>
                <w:spacing w:val="-2"/>
                <w:lang w:val="ro-RO" w:eastAsia="ro-RO"/>
              </w:rPr>
              <w:t>2,5</w:t>
            </w:r>
            <w:r>
              <w:rPr>
                <w:b/>
                <w:bCs/>
                <w:spacing w:val="-2"/>
                <w:lang w:val="ro-RO" w:eastAsia="ro-RO"/>
              </w:rPr>
              <w:t>-3,9</w:t>
            </w:r>
            <w:r w:rsidRPr="00C07803">
              <w:rPr>
                <w:b/>
                <w:bCs/>
                <w:spacing w:val="-2"/>
                <w:lang w:val="ro-RO" w:eastAsia="ro-RO"/>
              </w:rPr>
              <w:t xml:space="preserve"> puncte – nivel mediu</w:t>
            </w:r>
          </w:p>
          <w:p w:rsidR="00BF705F" w:rsidRPr="00267073" w:rsidRDefault="004515EE" w:rsidP="004515EE">
            <w:pPr>
              <w:jc w:val="center"/>
              <w:rPr>
                <w:bCs/>
                <w:spacing w:val="-2"/>
                <w:lang w:val="ro-RO" w:eastAsia="ro-RO"/>
              </w:rPr>
            </w:pPr>
            <w:r>
              <w:rPr>
                <w:b/>
                <w:bCs/>
                <w:spacing w:val="-2"/>
                <w:lang w:val="ro-RO" w:eastAsia="ro-RO"/>
              </w:rPr>
              <w:t>4-</w:t>
            </w:r>
            <w:r w:rsidRPr="00C07803">
              <w:rPr>
                <w:b/>
                <w:bCs/>
                <w:spacing w:val="-2"/>
                <w:lang w:val="ro-RO" w:eastAsia="ro-RO"/>
              </w:rPr>
              <w:t>5 puncte – nivel înalt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1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901958" w:rsidRDefault="008271A0" w:rsidP="00052A2A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Cunoștințe profesionale și abilități</w:t>
            </w:r>
          </w:p>
          <w:p w:rsidR="00BF705F" w:rsidRPr="00901958" w:rsidRDefault="00BF705F" w:rsidP="00052A2A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267073" w:rsidRDefault="00BF705F" w:rsidP="0017125D">
            <w:pPr>
              <w:shd w:val="clear" w:color="auto" w:fill="FFFFFF"/>
              <w:ind w:left="113" w:right="113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lang w:val="ro-RO" w:eastAsia="ro-RO"/>
              </w:rPr>
              <w:t>1.1. Îndeplinirea  sarcinilor de serviciu prevăzute în fișa postului</w:t>
            </w:r>
          </w:p>
          <w:p w:rsidR="00BF705F" w:rsidRPr="00267073" w:rsidRDefault="00BF705F" w:rsidP="0017125D">
            <w:pPr>
              <w:shd w:val="clear" w:color="auto" w:fill="FFFFFF"/>
              <w:jc w:val="center"/>
              <w:rPr>
                <w:lang w:val="ro-RO" w:eastAsia="ro-RO"/>
              </w:rPr>
            </w:pPr>
          </w:p>
        </w:tc>
        <w:tc>
          <w:tcPr>
            <w:tcW w:w="9270" w:type="dxa"/>
            <w:vAlign w:val="center"/>
          </w:tcPr>
          <w:p w:rsidR="00BF705F" w:rsidRPr="00267073" w:rsidRDefault="004515EE" w:rsidP="0017125D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="00BF705F" w:rsidRPr="00267073">
              <w:rPr>
                <w:bCs/>
                <w:spacing w:val="-2"/>
                <w:lang w:val="ro-RO" w:eastAsia="ro-RO"/>
              </w:rPr>
              <w:t xml:space="preserve"> puncte – nu întreprinde măsuri pentru îndeplinirea obiectivelor și sarcinilor prevăzute în fișa postului</w:t>
            </w:r>
          </w:p>
          <w:p w:rsidR="00BF705F" w:rsidRPr="00267073" w:rsidRDefault="004515EE" w:rsidP="0017125D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îndeplinește obiectivele și sarcinile prevăzute în fișa postului</w:t>
            </w:r>
          </w:p>
          <w:p w:rsidR="00BF705F" w:rsidRPr="00267073" w:rsidRDefault="004515EE" w:rsidP="0017125D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îndeplinește obiective și sarcini peste cele prevăzute în fișa postului, manifestând o atitudine pro-activă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BF705F" w:rsidRPr="00267073" w:rsidRDefault="00BF705F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052A2A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0B0C6C" w:rsidRDefault="00BF705F" w:rsidP="003A6922">
            <w:pPr>
              <w:jc w:val="center"/>
              <w:rPr>
                <w:i/>
                <w:lang w:val="ro-RO"/>
              </w:rPr>
            </w:pPr>
            <w:r w:rsidRPr="000B0C6C">
              <w:rPr>
                <w:i/>
                <w:lang w:val="ro-RO"/>
              </w:rPr>
              <w:t>1.2. Angajament</w:t>
            </w:r>
          </w:p>
        </w:tc>
        <w:tc>
          <w:tcPr>
            <w:tcW w:w="9270" w:type="dxa"/>
            <w:vAlign w:val="center"/>
          </w:tcPr>
          <w:p w:rsidR="00BF705F" w:rsidRPr="000B0C6C" w:rsidRDefault="004515EE" w:rsidP="00267073">
            <w:pPr>
              <w:rPr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0B0C6C">
              <w:rPr>
                <w:szCs w:val="24"/>
                <w:lang w:val="ro-RO"/>
              </w:rPr>
              <w:t>– nu execută lucrările decât dacă i se comunică la orice mișcare ce și cum să facă, lucrează numai dacă este supravegheat și controlat.</w:t>
            </w:r>
          </w:p>
          <w:p w:rsidR="00BF705F" w:rsidRPr="000B0C6C" w:rsidRDefault="004515EE" w:rsidP="00267073">
            <w:pPr>
              <w:rPr>
                <w:szCs w:val="24"/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0B0C6C">
              <w:rPr>
                <w:szCs w:val="24"/>
                <w:lang w:val="ro-RO"/>
              </w:rPr>
              <w:t>– își execută lucrările, dar nu accepta sarcini suplimentare, chiar daca le poate îndeplini și nu înțelege caracterul urgent al unor lucrări.</w:t>
            </w:r>
          </w:p>
          <w:p w:rsidR="00BF705F" w:rsidRPr="000B0C6C" w:rsidRDefault="004515EE" w:rsidP="00751AC5">
            <w:pPr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0B0C6C">
              <w:rPr>
                <w:szCs w:val="24"/>
                <w:lang w:val="ro-RO"/>
              </w:rPr>
              <w:t>– înțelege caracterul urgent al unor lucrări și este dispus să facă un efort suplimentar pentru rezolvarea lor, căutând cele mai eficiente soluții de rezolvare a problemelor, chiar dacă nu este implicat direct.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0B0C6C" w:rsidRDefault="00BF705F" w:rsidP="000B0C6C">
            <w:pPr>
              <w:jc w:val="center"/>
              <w:rPr>
                <w:i/>
                <w:lang w:val="ro-RO"/>
              </w:rPr>
            </w:pPr>
            <w:r w:rsidRPr="000B0C6C">
              <w:rPr>
                <w:i/>
                <w:lang w:val="ro-RO"/>
              </w:rPr>
              <w:t>1.3. Cunoștințe profesionale</w:t>
            </w:r>
          </w:p>
        </w:tc>
        <w:tc>
          <w:tcPr>
            <w:tcW w:w="9270" w:type="dxa"/>
            <w:vAlign w:val="center"/>
          </w:tcPr>
          <w:p w:rsidR="00BF705F" w:rsidRPr="000B0C6C" w:rsidRDefault="004515EE" w:rsidP="00901958">
            <w:pPr>
              <w:rPr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0B0C6C">
              <w:rPr>
                <w:szCs w:val="24"/>
                <w:lang w:val="ro-RO"/>
              </w:rPr>
              <w:t>– nu are capacitatea profesională necesară pentru îndeplinirea în mod optim a sarcinilor de serviciu; deține lacune mari în privința cunoștințelor necesare, face greșeli</w:t>
            </w:r>
            <w:r w:rsidR="008271A0">
              <w:rPr>
                <w:szCs w:val="24"/>
                <w:lang w:val="ro-RO"/>
              </w:rPr>
              <w:t xml:space="preserve"> </w:t>
            </w:r>
            <w:r w:rsidR="00BF705F" w:rsidRPr="000B0C6C">
              <w:rPr>
                <w:szCs w:val="24"/>
                <w:lang w:val="ro-RO"/>
              </w:rPr>
              <w:t>mari în procesul de realizare a sarcinilor de serviciu.</w:t>
            </w:r>
          </w:p>
          <w:p w:rsidR="00BF705F" w:rsidRPr="000B0C6C" w:rsidRDefault="004515EE" w:rsidP="00901958">
            <w:pPr>
              <w:rPr>
                <w:szCs w:val="24"/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0B0C6C">
              <w:rPr>
                <w:szCs w:val="24"/>
                <w:lang w:val="ro-RO"/>
              </w:rPr>
              <w:t>– în general, are cunoștințe profesionale fapt care îi permite să îndeplinească sarcinile de serviciu la un nivel normal, fără a excela în privința acestora, cu excepția</w:t>
            </w:r>
            <w:r w:rsidR="008271A0">
              <w:rPr>
                <w:szCs w:val="24"/>
                <w:lang w:val="ro-RO"/>
              </w:rPr>
              <w:t xml:space="preserve"> </w:t>
            </w:r>
            <w:r w:rsidR="00BF705F" w:rsidRPr="000B0C6C">
              <w:rPr>
                <w:szCs w:val="24"/>
                <w:lang w:val="ro-RO"/>
              </w:rPr>
              <w:t>anumitor sarcini pentru care are întârzieri în executare, deoarece îi lipsesc cunoștințele profesionale necesare; deși uneori face greșeli, necesita totuși supraveghere pentru</w:t>
            </w:r>
            <w:r w:rsidR="008271A0">
              <w:rPr>
                <w:szCs w:val="24"/>
                <w:lang w:val="ro-RO"/>
              </w:rPr>
              <w:t xml:space="preserve"> </w:t>
            </w:r>
            <w:r w:rsidR="00BF705F" w:rsidRPr="000B0C6C">
              <w:rPr>
                <w:szCs w:val="24"/>
                <w:lang w:val="ro-RO"/>
              </w:rPr>
              <w:t>îndeplinirea sarcinilor.</w:t>
            </w:r>
          </w:p>
          <w:p w:rsidR="00BF705F" w:rsidRPr="000B0C6C" w:rsidRDefault="004515EE" w:rsidP="008271A0">
            <w:pPr>
              <w:rPr>
                <w:szCs w:val="24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0B0C6C">
              <w:rPr>
                <w:szCs w:val="24"/>
                <w:lang w:val="ro-RO"/>
              </w:rPr>
              <w:t>– are cunoștințe profesionale excepționale, își îndeplinește toate sarcinile la un nivel extrem de ridicat; nu necesită deloc supraveghere pentru îndeplinirea la termen</w:t>
            </w:r>
            <w:r w:rsidR="008271A0">
              <w:rPr>
                <w:szCs w:val="24"/>
                <w:lang w:val="ro-RO"/>
              </w:rPr>
              <w:t xml:space="preserve"> </w:t>
            </w:r>
            <w:r w:rsidR="00BF705F" w:rsidRPr="000B0C6C">
              <w:rPr>
                <w:szCs w:val="24"/>
                <w:lang w:val="ro-RO"/>
              </w:rPr>
              <w:t>și corect a atribuțiilor de serviciu.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0B0C6C" w:rsidRDefault="00BF705F" w:rsidP="00511F93">
            <w:pPr>
              <w:jc w:val="center"/>
              <w:rPr>
                <w:i/>
                <w:lang w:val="ro-RO"/>
              </w:rPr>
            </w:pPr>
            <w:r w:rsidRPr="000B0C6C">
              <w:rPr>
                <w:i/>
                <w:lang w:val="ro-RO"/>
              </w:rPr>
              <w:t xml:space="preserve">1.4. </w:t>
            </w:r>
            <w:r w:rsidR="00511F93">
              <w:rPr>
                <w:i/>
                <w:lang w:val="ro-RO"/>
              </w:rPr>
              <w:t>A</w:t>
            </w:r>
            <w:r w:rsidRPr="000B0C6C">
              <w:rPr>
                <w:i/>
                <w:lang w:val="ro-RO"/>
              </w:rPr>
              <w:t xml:space="preserve">ctivitatea didactică: realizarea unor </w:t>
            </w:r>
            <w:r w:rsidR="00511F93">
              <w:rPr>
                <w:i/>
                <w:lang w:val="ro-RO"/>
              </w:rPr>
              <w:t>activități</w:t>
            </w:r>
            <w:r w:rsidRPr="000B0C6C">
              <w:rPr>
                <w:i/>
                <w:lang w:val="ro-RO"/>
              </w:rPr>
              <w:t xml:space="preserve"> didactice care asigură caracterul aplicativ al învățării și formarea competențelor specifice</w:t>
            </w:r>
          </w:p>
        </w:tc>
        <w:tc>
          <w:tcPr>
            <w:tcW w:w="9270" w:type="dxa"/>
            <w:vAlign w:val="center"/>
          </w:tcPr>
          <w:p w:rsidR="00BF705F" w:rsidRDefault="004515EE" w:rsidP="00901958">
            <w:pPr>
              <w:rPr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809A2">
              <w:rPr>
                <w:lang w:val="ro-RO"/>
              </w:rPr>
              <w:t>– nu are capacitatea și nici cunoștin</w:t>
            </w:r>
            <w:r w:rsidR="00BF705F">
              <w:rPr>
                <w:lang w:val="ro-RO"/>
              </w:rPr>
              <w:t>ț</w:t>
            </w:r>
            <w:r w:rsidR="00BF705F" w:rsidRPr="007809A2">
              <w:rPr>
                <w:lang w:val="ro-RO"/>
              </w:rPr>
              <w:t xml:space="preserve">ele necesare de realizarea unor </w:t>
            </w:r>
            <w:r w:rsidR="00511F93">
              <w:rPr>
                <w:lang w:val="ro-RO"/>
              </w:rPr>
              <w:t>activități</w:t>
            </w:r>
            <w:r w:rsidR="00BF705F" w:rsidRPr="007809A2">
              <w:rPr>
                <w:lang w:val="ro-RO"/>
              </w:rPr>
              <w:t xml:space="preserve"> didactice </w:t>
            </w:r>
            <w:r w:rsidR="00BF705F">
              <w:rPr>
                <w:lang w:val="ro-RO"/>
              </w:rPr>
              <w:t>pentru asigurarea</w:t>
            </w:r>
            <w:r w:rsidR="00BF705F" w:rsidRPr="007809A2">
              <w:rPr>
                <w:lang w:val="ro-RO"/>
              </w:rPr>
              <w:t xml:space="preserve"> caracterul</w:t>
            </w:r>
            <w:r w:rsidR="00BF705F">
              <w:rPr>
                <w:lang w:val="ro-RO"/>
              </w:rPr>
              <w:t>ui aplicativ al învățării.</w:t>
            </w:r>
          </w:p>
          <w:p w:rsidR="00BF705F" w:rsidRPr="007809A2" w:rsidRDefault="004515EE" w:rsidP="00901958">
            <w:pPr>
              <w:rPr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>
              <w:rPr>
                <w:lang w:val="ro-RO"/>
              </w:rPr>
              <w:t xml:space="preserve">– realizează </w:t>
            </w:r>
            <w:r w:rsidR="00511F93">
              <w:rPr>
                <w:lang w:val="ro-RO"/>
              </w:rPr>
              <w:t>activități</w:t>
            </w:r>
            <w:r w:rsidR="00BF705F">
              <w:rPr>
                <w:lang w:val="ro-RO"/>
              </w:rPr>
              <w:t xml:space="preserve"> didactice doar sub supravegherea și coordonarea </w:t>
            </w:r>
            <w:r w:rsidR="00511F93">
              <w:rPr>
                <w:lang w:val="ro-RO"/>
              </w:rPr>
              <w:t>cadrelor didactice cu funcție/vechime/grad superior</w:t>
            </w:r>
            <w:r w:rsidR="00BF705F">
              <w:rPr>
                <w:lang w:val="ro-RO"/>
              </w:rPr>
              <w:t>.</w:t>
            </w:r>
          </w:p>
          <w:p w:rsidR="00BF705F" w:rsidRPr="007809A2" w:rsidRDefault="004515EE" w:rsidP="00511F93">
            <w:pPr>
              <w:rPr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>
              <w:rPr>
                <w:lang w:val="ro-RO"/>
              </w:rPr>
              <w:t xml:space="preserve">– frecvent și din proprie inițiativă realizează </w:t>
            </w:r>
            <w:r w:rsidR="00511F93">
              <w:rPr>
                <w:lang w:val="ro-RO"/>
              </w:rPr>
              <w:t>activități</w:t>
            </w:r>
            <w:r w:rsidR="00BF705F">
              <w:rPr>
                <w:lang w:val="ro-RO"/>
              </w:rPr>
              <w:t xml:space="preserve"> didactice necesare pentru asigurarea</w:t>
            </w:r>
            <w:r w:rsidR="00BF705F" w:rsidRPr="007809A2">
              <w:rPr>
                <w:lang w:val="ro-RO"/>
              </w:rPr>
              <w:t xml:space="preserve"> caracterul</w:t>
            </w:r>
            <w:r w:rsidR="00BF705F">
              <w:rPr>
                <w:lang w:val="ro-RO"/>
              </w:rPr>
              <w:t>ui aplicativ al învățării</w:t>
            </w:r>
            <w:r w:rsidR="00BF705F" w:rsidRPr="000B0C6C">
              <w:rPr>
                <w:i/>
                <w:lang w:val="ro-RO"/>
              </w:rPr>
              <w:t xml:space="preserve"> </w:t>
            </w:r>
            <w:r w:rsidR="00BF705F" w:rsidRPr="007809A2">
              <w:rPr>
                <w:lang w:val="ro-RO"/>
              </w:rPr>
              <w:t xml:space="preserve">și formarea competențelor </w:t>
            </w:r>
            <w:r w:rsidR="00BF705F">
              <w:rPr>
                <w:lang w:val="ro-RO"/>
              </w:rPr>
              <w:t xml:space="preserve">practice </w:t>
            </w:r>
            <w:r w:rsidR="00BF705F" w:rsidRPr="007809A2">
              <w:rPr>
                <w:lang w:val="ro-RO"/>
              </w:rPr>
              <w:t>specifice</w:t>
            </w:r>
            <w:r w:rsidR="00BF705F">
              <w:rPr>
                <w:lang w:val="ro-RO"/>
              </w:rPr>
              <w:t>.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0B0C6C" w:rsidRDefault="00BF705F" w:rsidP="00901958">
            <w:pPr>
              <w:jc w:val="center"/>
              <w:rPr>
                <w:i/>
                <w:lang w:val="ro-RO"/>
              </w:rPr>
            </w:pPr>
            <w:r w:rsidRPr="000B0C6C">
              <w:rPr>
                <w:i/>
                <w:lang w:val="ro-RO"/>
              </w:rPr>
              <w:t xml:space="preserve">1.5. Cunoașterea și aplicarea </w:t>
            </w:r>
            <w:r w:rsidR="001B1154">
              <w:rPr>
                <w:i/>
                <w:lang w:val="ro-RO"/>
              </w:rPr>
              <w:t>legislației în vigoare</w:t>
            </w:r>
          </w:p>
        </w:tc>
        <w:tc>
          <w:tcPr>
            <w:tcW w:w="9270" w:type="dxa"/>
            <w:vAlign w:val="center"/>
          </w:tcPr>
          <w:p w:rsidR="00BF705F" w:rsidRPr="000B0C6C" w:rsidRDefault="004515EE" w:rsidP="00901958">
            <w:pPr>
              <w:rPr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0B0C6C">
              <w:rPr>
                <w:lang w:val="ro-RO"/>
              </w:rPr>
              <w:t>– nu cunoaște și nu respect</w:t>
            </w:r>
            <w:r w:rsidR="00511F93">
              <w:rPr>
                <w:lang w:val="ro-RO"/>
              </w:rPr>
              <w:t>ă</w:t>
            </w:r>
            <w:r w:rsidR="00BF705F" w:rsidRPr="000B0C6C">
              <w:rPr>
                <w:lang w:val="ro-RO"/>
              </w:rPr>
              <w:t xml:space="preserve"> legislația în vigoare</w:t>
            </w:r>
          </w:p>
          <w:p w:rsidR="00BF705F" w:rsidRDefault="004515EE" w:rsidP="00901958">
            <w:pPr>
              <w:rPr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0B0C6C">
              <w:rPr>
                <w:lang w:val="ro-RO"/>
              </w:rPr>
              <w:t>– cunoaște legislația în vigoare specific postului</w:t>
            </w:r>
            <w:r w:rsidR="00BF705F">
              <w:rPr>
                <w:lang w:val="ro-RO"/>
              </w:rPr>
              <w:t>, însă are lacune în ceea ce privește actualizarea acestor cunoștințe</w:t>
            </w:r>
          </w:p>
          <w:p w:rsidR="00BF705F" w:rsidRDefault="004515EE" w:rsidP="000B0C6C">
            <w:pPr>
              <w:rPr>
                <w:color w:val="0000FF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0B0C6C">
              <w:rPr>
                <w:lang w:val="ro-RO"/>
              </w:rPr>
              <w:t xml:space="preserve">– cunoaște și respectă în totalitate prevederile legislative referitoare al postului său, </w:t>
            </w:r>
            <w:r w:rsidR="00BF705F" w:rsidRPr="000B0C6C">
              <w:rPr>
                <w:bCs/>
                <w:spacing w:val="-2"/>
                <w:lang w:val="ro-RO" w:eastAsia="ro-RO"/>
              </w:rPr>
              <w:t>studiază</w:t>
            </w:r>
            <w:r w:rsidR="00BF705F">
              <w:rPr>
                <w:bCs/>
                <w:spacing w:val="-2"/>
                <w:lang w:val="ro-RO" w:eastAsia="ro-RO"/>
              </w:rPr>
              <w:t xml:space="preserve">, </w:t>
            </w:r>
            <w:r w:rsidR="00BF705F" w:rsidRPr="000B0C6C">
              <w:rPr>
                <w:bCs/>
                <w:spacing w:val="-2"/>
                <w:lang w:val="ro-RO" w:eastAsia="ro-RO"/>
              </w:rPr>
              <w:t xml:space="preserve">urmărește </w:t>
            </w:r>
            <w:r w:rsidR="00BF705F">
              <w:rPr>
                <w:bCs/>
                <w:spacing w:val="-2"/>
                <w:lang w:val="ro-RO" w:eastAsia="ro-RO"/>
              </w:rPr>
              <w:t xml:space="preserve">și aplică </w:t>
            </w:r>
            <w:r w:rsidR="00BF705F" w:rsidRPr="000B0C6C">
              <w:rPr>
                <w:bCs/>
                <w:spacing w:val="-2"/>
                <w:lang w:val="ro-RO" w:eastAsia="ro-RO"/>
              </w:rPr>
              <w:t>modificările legislative din domeniu</w:t>
            </w:r>
          </w:p>
        </w:tc>
      </w:tr>
      <w:tr w:rsidR="00BF705F" w:rsidRPr="00267073" w:rsidTr="001B1154">
        <w:trPr>
          <w:trHeight w:val="455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2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Calitatea, operativitatea și eficiența activităților desfășurate</w:t>
            </w:r>
          </w:p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267073" w:rsidRDefault="00BF705F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2.1. Capacitatea de a identifica problemele, de a analiza cauzele acestora și de a găsi soluții</w:t>
            </w:r>
          </w:p>
        </w:tc>
        <w:tc>
          <w:tcPr>
            <w:tcW w:w="9270" w:type="dxa"/>
            <w:vAlign w:val="center"/>
          </w:tcPr>
          <w:p w:rsidR="00BF705F" w:rsidRPr="007809A2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809A2">
              <w:rPr>
                <w:bCs/>
                <w:spacing w:val="-2"/>
                <w:lang w:val="ro-RO" w:eastAsia="ro-RO"/>
              </w:rPr>
              <w:t>– nu are capacitatea de a identifica și rezolva problemele fără îndrumarea unui coleg sau a șefului ierarhic; de obicei identifică soluții neadecvate la problemele de serviciu; nu caută informații suplimentare, chiar dacă se impune acest fapt, omite aspecte importante și nu ține cont de context.</w:t>
            </w:r>
          </w:p>
          <w:p w:rsidR="00BF705F" w:rsidRPr="007809A2" w:rsidRDefault="004515EE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809A2">
              <w:rPr>
                <w:bCs/>
                <w:spacing w:val="-2"/>
                <w:lang w:val="ro-RO" w:eastAsia="ro-RO"/>
              </w:rPr>
              <w:t>– găsește soluții bune pentru depășirea dificultăților, uneori mai validează cu colegii sau șeful ierarhic rezolvările găsite.</w:t>
            </w:r>
          </w:p>
          <w:p w:rsidR="00BF705F" w:rsidRPr="00267073" w:rsidRDefault="004515EE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7809A2">
              <w:rPr>
                <w:bCs/>
                <w:spacing w:val="-2"/>
                <w:lang w:val="ro-RO" w:eastAsia="ro-RO"/>
              </w:rPr>
              <w:t xml:space="preserve">– alege permanent cele mai bune soluții și rezolvări, are o capacitate și intuiție excepționale de a rezolva problemele foarte rapid. </w:t>
            </w:r>
          </w:p>
        </w:tc>
      </w:tr>
      <w:tr w:rsidR="00BF705F" w:rsidRPr="00267073" w:rsidTr="001B1154">
        <w:trPr>
          <w:trHeight w:val="287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775655" w:rsidRDefault="00BF705F" w:rsidP="00775655">
            <w:pPr>
              <w:jc w:val="center"/>
              <w:rPr>
                <w:i/>
                <w:szCs w:val="24"/>
                <w:lang w:val="ro-RO"/>
              </w:rPr>
            </w:pPr>
            <w:r w:rsidRPr="00775655">
              <w:rPr>
                <w:i/>
                <w:szCs w:val="24"/>
                <w:lang w:val="ro-RO"/>
              </w:rPr>
              <w:t>2.</w:t>
            </w:r>
            <w:r>
              <w:rPr>
                <w:i/>
                <w:szCs w:val="24"/>
                <w:lang w:val="ro-RO"/>
              </w:rPr>
              <w:t>2</w:t>
            </w:r>
            <w:r w:rsidRPr="00775655">
              <w:rPr>
                <w:i/>
                <w:szCs w:val="24"/>
                <w:lang w:val="ro-RO"/>
              </w:rPr>
              <w:t>. Eficiența (randamentul) muncii</w:t>
            </w:r>
          </w:p>
        </w:tc>
        <w:tc>
          <w:tcPr>
            <w:tcW w:w="9270" w:type="dxa"/>
            <w:vAlign w:val="center"/>
          </w:tcPr>
          <w:p w:rsidR="00BF705F" w:rsidRPr="00775655" w:rsidRDefault="004515EE" w:rsidP="00901958">
            <w:pPr>
              <w:rPr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75655">
              <w:rPr>
                <w:szCs w:val="24"/>
                <w:lang w:val="ro-RO"/>
              </w:rPr>
              <w:t>– nu-și termină niciodată lucrările la timp.</w:t>
            </w:r>
          </w:p>
          <w:p w:rsidR="00BF705F" w:rsidRPr="00775655" w:rsidRDefault="004515EE" w:rsidP="00901958">
            <w:pPr>
              <w:rPr>
                <w:szCs w:val="24"/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75655">
              <w:rPr>
                <w:szCs w:val="24"/>
                <w:lang w:val="ro-RO"/>
              </w:rPr>
              <w:t>– de cele mai multe ori își termină lucrările la timp.</w:t>
            </w:r>
          </w:p>
          <w:p w:rsidR="00BF705F" w:rsidRPr="00775655" w:rsidRDefault="004515EE" w:rsidP="00901958">
            <w:pPr>
              <w:rPr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775655">
              <w:rPr>
                <w:szCs w:val="24"/>
                <w:lang w:val="ro-RO"/>
              </w:rPr>
              <w:t>– execută întotdeauna lucrările în timpul alocat (la termen) și, uneori, în avans.</w:t>
            </w:r>
          </w:p>
        </w:tc>
      </w:tr>
      <w:tr w:rsidR="00BF705F" w:rsidRPr="00267073" w:rsidTr="001B1154">
        <w:trPr>
          <w:trHeight w:val="455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775655" w:rsidRDefault="00BF705F" w:rsidP="00775655">
            <w:pPr>
              <w:jc w:val="center"/>
              <w:rPr>
                <w:i/>
                <w:szCs w:val="24"/>
                <w:lang w:val="ro-RO"/>
              </w:rPr>
            </w:pPr>
            <w:r w:rsidRPr="00775655">
              <w:rPr>
                <w:i/>
                <w:szCs w:val="24"/>
                <w:lang w:val="ro-RO"/>
              </w:rPr>
              <w:t>2.</w:t>
            </w:r>
            <w:r>
              <w:rPr>
                <w:i/>
                <w:szCs w:val="24"/>
                <w:lang w:val="ro-RO"/>
              </w:rPr>
              <w:t>3</w:t>
            </w:r>
            <w:r w:rsidRPr="00775655">
              <w:rPr>
                <w:i/>
                <w:szCs w:val="24"/>
                <w:lang w:val="ro-RO"/>
              </w:rPr>
              <w:t>. Calitatea lucrărilor (precizie)</w:t>
            </w:r>
          </w:p>
        </w:tc>
        <w:tc>
          <w:tcPr>
            <w:tcW w:w="9270" w:type="dxa"/>
            <w:vAlign w:val="center"/>
          </w:tcPr>
          <w:p w:rsidR="00BF705F" w:rsidRPr="00775655" w:rsidRDefault="00BF705F" w:rsidP="00901958">
            <w:pPr>
              <w:rPr>
                <w:szCs w:val="24"/>
                <w:lang w:val="ro-RO"/>
              </w:rPr>
            </w:pPr>
            <w:r w:rsidRPr="00775655">
              <w:rPr>
                <w:szCs w:val="24"/>
                <w:lang w:val="ro-RO"/>
              </w:rPr>
              <w:t>0 puncte – orice lucrare executată necesită remedieri.</w:t>
            </w:r>
          </w:p>
          <w:p w:rsidR="00BF705F" w:rsidRPr="00775655" w:rsidRDefault="004515EE" w:rsidP="00901958">
            <w:pPr>
              <w:rPr>
                <w:szCs w:val="24"/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75655">
              <w:rPr>
                <w:szCs w:val="24"/>
                <w:lang w:val="ro-RO"/>
              </w:rPr>
              <w:t>– corect, face din când în când greșeli.</w:t>
            </w:r>
          </w:p>
          <w:p w:rsidR="00BF705F" w:rsidRPr="00775655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775655">
              <w:rPr>
                <w:szCs w:val="24"/>
                <w:lang w:val="ro-RO"/>
              </w:rPr>
              <w:t>– este exact și precis, calitatea lucrărilor este permanent bună.</w:t>
            </w:r>
          </w:p>
        </w:tc>
      </w:tr>
      <w:tr w:rsidR="00BF705F" w:rsidRPr="00267073" w:rsidTr="001B1154">
        <w:trPr>
          <w:trHeight w:val="455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775655" w:rsidRDefault="00BF705F" w:rsidP="00775655">
            <w:pPr>
              <w:jc w:val="center"/>
              <w:rPr>
                <w:i/>
                <w:szCs w:val="24"/>
                <w:lang w:val="ro-RO"/>
              </w:rPr>
            </w:pPr>
            <w:r w:rsidRPr="00775655">
              <w:rPr>
                <w:i/>
                <w:szCs w:val="24"/>
                <w:lang w:val="ro-RO"/>
              </w:rPr>
              <w:t>2.</w:t>
            </w:r>
            <w:r>
              <w:rPr>
                <w:i/>
                <w:szCs w:val="24"/>
                <w:lang w:val="ro-RO"/>
              </w:rPr>
              <w:t>4</w:t>
            </w:r>
            <w:r w:rsidRPr="00775655">
              <w:rPr>
                <w:i/>
                <w:szCs w:val="24"/>
                <w:lang w:val="ro-RO"/>
              </w:rPr>
              <w:t>. Proiectarea activității: corelarea activității cu planurile de în</w:t>
            </w:r>
            <w:r w:rsidR="001B1154">
              <w:rPr>
                <w:i/>
                <w:szCs w:val="24"/>
                <w:lang w:val="ro-RO"/>
              </w:rPr>
              <w:t>vățământ și cu fișa disciplinei</w:t>
            </w:r>
          </w:p>
        </w:tc>
        <w:tc>
          <w:tcPr>
            <w:tcW w:w="9270" w:type="dxa"/>
            <w:vAlign w:val="center"/>
          </w:tcPr>
          <w:p w:rsidR="00BF705F" w:rsidRPr="00775655" w:rsidRDefault="004515EE" w:rsidP="00901958">
            <w:pPr>
              <w:rPr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75655">
              <w:rPr>
                <w:szCs w:val="24"/>
                <w:lang w:val="ro-RO"/>
              </w:rPr>
              <w:t>– activitatea desfășurată nu este pe deplin corelată cu planurile de învățământ și nici cu fiș</w:t>
            </w:r>
            <w:r w:rsidR="00BF705F">
              <w:rPr>
                <w:szCs w:val="24"/>
                <w:lang w:val="ro-RO"/>
              </w:rPr>
              <w:t>ele</w:t>
            </w:r>
            <w:r w:rsidR="00BF705F" w:rsidRPr="00775655">
              <w:rPr>
                <w:szCs w:val="24"/>
                <w:lang w:val="ro-RO"/>
              </w:rPr>
              <w:t xml:space="preserve"> </w:t>
            </w:r>
            <w:r w:rsidR="00BF705F">
              <w:rPr>
                <w:szCs w:val="24"/>
                <w:lang w:val="ro-RO"/>
              </w:rPr>
              <w:t>disciplinelor</w:t>
            </w:r>
          </w:p>
          <w:p w:rsidR="00BF705F" w:rsidRDefault="004515EE" w:rsidP="00901958">
            <w:pPr>
              <w:rPr>
                <w:szCs w:val="24"/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>
              <w:rPr>
                <w:szCs w:val="24"/>
                <w:lang w:val="ro-RO"/>
              </w:rPr>
              <w:t>–</w:t>
            </w:r>
            <w:r w:rsidR="00BF705F" w:rsidRPr="00775655">
              <w:rPr>
                <w:szCs w:val="24"/>
                <w:lang w:val="ro-RO"/>
              </w:rPr>
              <w:t xml:space="preserve"> </w:t>
            </w:r>
            <w:r w:rsidR="00BF705F">
              <w:rPr>
                <w:szCs w:val="24"/>
                <w:lang w:val="ro-RO"/>
              </w:rPr>
              <w:t xml:space="preserve">are dificultăți în a-și corela activitatea cu planurile de învățământ și cu fișele disciplinelor, necesitând supravegherea și coordonarea </w:t>
            </w:r>
            <w:r w:rsidR="00511F93">
              <w:rPr>
                <w:lang w:val="ro-RO"/>
              </w:rPr>
              <w:t>cadrelor didactice cu funcție/vechime/grad superior</w:t>
            </w:r>
          </w:p>
          <w:p w:rsidR="00BF705F" w:rsidRPr="00775655" w:rsidRDefault="004515EE" w:rsidP="00775655">
            <w:pPr>
              <w:rPr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>
              <w:rPr>
                <w:szCs w:val="24"/>
                <w:lang w:val="ro-RO"/>
              </w:rPr>
              <w:t>– toate activitățile desfășurate sunt corelate cu planurile de învățământ și cu fișele disciplinelor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3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Perfecționarea pregătirii profesionale</w:t>
            </w:r>
          </w:p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267073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  <w:p w:rsidR="00BF705F" w:rsidRPr="00267073" w:rsidRDefault="00BF705F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3.1. Participarea la instruiri sau cursuri de perfecționare în vederea îmbunătățirii competențelor profesionale</w:t>
            </w:r>
          </w:p>
          <w:p w:rsidR="00BF705F" w:rsidRPr="00267073" w:rsidRDefault="00BF705F" w:rsidP="00901958">
            <w:pPr>
              <w:shd w:val="clear" w:color="auto" w:fill="FFFFFF"/>
              <w:jc w:val="center"/>
              <w:rPr>
                <w:lang w:val="ro-RO" w:eastAsia="ro-RO"/>
              </w:rPr>
            </w:pPr>
          </w:p>
        </w:tc>
        <w:tc>
          <w:tcPr>
            <w:tcW w:w="9270" w:type="dxa"/>
            <w:vAlign w:val="center"/>
          </w:tcPr>
          <w:p w:rsidR="00BF705F" w:rsidRPr="00775655" w:rsidRDefault="004515EE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75655">
              <w:rPr>
                <w:bCs/>
                <w:spacing w:val="-2"/>
                <w:lang w:val="ro-RO" w:eastAsia="ro-RO"/>
              </w:rPr>
              <w:t>– nu a participat la nici un curs de formare profesională</w:t>
            </w:r>
            <w:r w:rsidR="00511F93">
              <w:rPr>
                <w:bCs/>
                <w:spacing w:val="-2"/>
                <w:lang w:val="ro-RO" w:eastAsia="ro-RO"/>
              </w:rPr>
              <w:t>, congres, conferință, workshop</w:t>
            </w:r>
            <w:r w:rsidR="00BF705F" w:rsidRPr="00775655">
              <w:rPr>
                <w:bCs/>
                <w:spacing w:val="-2"/>
                <w:lang w:val="ro-RO" w:eastAsia="ro-RO"/>
              </w:rPr>
              <w:t xml:space="preserve"> și evită participarea la astfel de activități; nu întreprinde măsuri pentru autodezvoltare, inclusiv în situația în care acest demers este necesar</w:t>
            </w:r>
          </w:p>
          <w:p w:rsidR="00BF705F" w:rsidRPr="00775655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75655">
              <w:rPr>
                <w:bCs/>
                <w:spacing w:val="-2"/>
                <w:lang w:val="ro-RO" w:eastAsia="ro-RO"/>
              </w:rPr>
              <w:t>– identifică propriile carențe și participă la programele de instruire</w:t>
            </w:r>
            <w:r w:rsidR="00511F93">
              <w:rPr>
                <w:bCs/>
                <w:spacing w:val="-2"/>
                <w:lang w:val="ro-RO" w:eastAsia="ro-RO"/>
              </w:rPr>
              <w:t xml:space="preserve">, congrese, conferințe, </w:t>
            </w:r>
            <w:proofErr w:type="spellStart"/>
            <w:r w:rsidR="00511F93">
              <w:rPr>
                <w:bCs/>
                <w:spacing w:val="-2"/>
                <w:lang w:val="ro-RO" w:eastAsia="ro-RO"/>
              </w:rPr>
              <w:t>workshopuri</w:t>
            </w:r>
            <w:proofErr w:type="spellEnd"/>
            <w:r w:rsidR="00BF705F" w:rsidRPr="00775655">
              <w:rPr>
                <w:bCs/>
                <w:spacing w:val="-2"/>
                <w:lang w:val="ro-RO" w:eastAsia="ro-RO"/>
              </w:rPr>
              <w:t xml:space="preserve"> propuse de conducerea universității sau de către șeful ierarhic direct</w:t>
            </w:r>
          </w:p>
          <w:p w:rsidR="00BF705F" w:rsidRPr="00775655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775655">
              <w:rPr>
                <w:bCs/>
                <w:spacing w:val="-2"/>
                <w:lang w:val="ro-RO" w:eastAsia="ro-RO"/>
              </w:rPr>
              <w:t>– acționează preventiv, caută oportunități și își elaborează propriile planuri de dezvoltare a competențelor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7A0BEE" w:rsidRDefault="00BF705F" w:rsidP="00901958">
            <w:pPr>
              <w:shd w:val="clear" w:color="auto" w:fill="FFFFFF"/>
              <w:jc w:val="center"/>
              <w:rPr>
                <w:i/>
                <w:color w:val="FF0000"/>
                <w:lang w:val="ro-RO" w:eastAsia="ro-RO"/>
              </w:rPr>
            </w:pPr>
            <w:r w:rsidRPr="00775655">
              <w:rPr>
                <w:i/>
                <w:lang w:val="ro-RO" w:eastAsia="ro-RO"/>
              </w:rPr>
              <w:t>3.2. Interesul arătat pentru însușirea noutăților din domeniul de activitate, inclusiv a noutăților legislative</w:t>
            </w:r>
          </w:p>
        </w:tc>
        <w:tc>
          <w:tcPr>
            <w:tcW w:w="9270" w:type="dxa"/>
            <w:vAlign w:val="center"/>
          </w:tcPr>
          <w:p w:rsidR="00BF705F" w:rsidRPr="00775655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75655">
              <w:rPr>
                <w:bCs/>
                <w:spacing w:val="-2"/>
                <w:lang w:val="ro-RO" w:eastAsia="ro-RO"/>
              </w:rPr>
              <w:t>– nu arată interes pentru noutățile din domeniul de activitate</w:t>
            </w:r>
          </w:p>
          <w:p w:rsidR="00BF705F" w:rsidRPr="00775655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775655">
              <w:rPr>
                <w:bCs/>
                <w:spacing w:val="-2"/>
                <w:lang w:val="ro-RO" w:eastAsia="ro-RO"/>
              </w:rPr>
              <w:t>– își însușește noutățile din domeniul de activitate doar dacă este constrâns de situație</w:t>
            </w:r>
          </w:p>
          <w:p w:rsidR="00BF705F" w:rsidRPr="00775655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775655">
              <w:rPr>
                <w:bCs/>
                <w:spacing w:val="-2"/>
                <w:lang w:val="ro-RO" w:eastAsia="ro-RO"/>
              </w:rPr>
              <w:t xml:space="preserve">– acționează preventiv, studiază individual și urmărește </w:t>
            </w:r>
            <w:r w:rsidR="00BF705F">
              <w:rPr>
                <w:bCs/>
                <w:spacing w:val="-2"/>
                <w:lang w:val="ro-RO" w:eastAsia="ro-RO"/>
              </w:rPr>
              <w:t xml:space="preserve">noutățile din domeniu, inclusiv </w:t>
            </w:r>
            <w:r w:rsidR="00BF705F" w:rsidRPr="00775655">
              <w:rPr>
                <w:bCs/>
                <w:spacing w:val="-2"/>
                <w:lang w:val="ro-RO" w:eastAsia="ro-RO"/>
              </w:rPr>
              <w:t xml:space="preserve">modificările legislative din domeniu </w:t>
            </w:r>
          </w:p>
        </w:tc>
      </w:tr>
      <w:tr w:rsidR="00BF705F" w:rsidRPr="00267073" w:rsidTr="001B1154">
        <w:trPr>
          <w:cantSplit/>
          <w:trHeight w:val="1817"/>
        </w:trPr>
        <w:tc>
          <w:tcPr>
            <w:tcW w:w="494" w:type="dxa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lastRenderedPageBreak/>
              <w:t>4</w:t>
            </w:r>
          </w:p>
        </w:tc>
        <w:tc>
          <w:tcPr>
            <w:tcW w:w="2381" w:type="dxa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Capacitatea de a lucra în echipă</w:t>
            </w:r>
          </w:p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267073" w:rsidRDefault="00BF705F" w:rsidP="003C2A29">
            <w:pPr>
              <w:jc w:val="center"/>
              <w:rPr>
                <w:i/>
                <w:lang w:val="ro-RO" w:eastAsia="ro-RO"/>
              </w:rPr>
            </w:pPr>
            <w:r w:rsidRPr="00610901">
              <w:rPr>
                <w:i/>
                <w:szCs w:val="24"/>
                <w:lang w:val="ro-RO"/>
              </w:rPr>
              <w:t>4.</w:t>
            </w:r>
            <w:r>
              <w:rPr>
                <w:i/>
                <w:szCs w:val="24"/>
                <w:lang w:val="ro-RO"/>
              </w:rPr>
              <w:t>1</w:t>
            </w:r>
            <w:r w:rsidRPr="00610901">
              <w:rPr>
                <w:i/>
                <w:szCs w:val="24"/>
                <w:lang w:val="ro-RO"/>
              </w:rPr>
              <w:t>. Lucrul în echipă, integrarea în colectiv, cooperarea cu ceilalți</w:t>
            </w:r>
          </w:p>
        </w:tc>
        <w:tc>
          <w:tcPr>
            <w:tcW w:w="9270" w:type="dxa"/>
            <w:vAlign w:val="center"/>
          </w:tcPr>
          <w:p w:rsidR="00BF705F" w:rsidRPr="00610901" w:rsidRDefault="004515EE" w:rsidP="003C2A29">
            <w:pPr>
              <w:rPr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10901">
              <w:rPr>
                <w:szCs w:val="24"/>
                <w:lang w:val="ro-RO"/>
              </w:rPr>
              <w:t xml:space="preserve">– </w:t>
            </w:r>
            <w:r w:rsidR="00BF705F" w:rsidRPr="00267073">
              <w:rPr>
                <w:bCs/>
                <w:spacing w:val="-2"/>
                <w:lang w:val="ro-RO" w:eastAsia="ro-RO"/>
              </w:rPr>
              <w:t>nu manifestă nici un interes pentru oamenii cu care lucrează</w:t>
            </w:r>
            <w:r w:rsidR="00BF705F">
              <w:rPr>
                <w:szCs w:val="24"/>
                <w:lang w:val="ro-RO"/>
              </w:rPr>
              <w:t xml:space="preserve">, </w:t>
            </w:r>
            <w:r w:rsidR="00BF705F" w:rsidRPr="00610901">
              <w:rPr>
                <w:szCs w:val="24"/>
                <w:lang w:val="ro-RO"/>
              </w:rPr>
              <w:t xml:space="preserve">nu acceptă lucrul în echipă, </w:t>
            </w:r>
            <w:r w:rsidR="00BF705F">
              <w:rPr>
                <w:szCs w:val="24"/>
                <w:lang w:val="ro-RO"/>
              </w:rPr>
              <w:t xml:space="preserve">nu are capacitatea de a face echipă cu cadrele didactice, </w:t>
            </w:r>
            <w:r w:rsidR="00BF705F" w:rsidRPr="00610901">
              <w:rPr>
                <w:szCs w:val="24"/>
                <w:lang w:val="ro-RO"/>
              </w:rPr>
              <w:t>își ajută foarte rar colegii și/sau are dificultăți când trebuie să lucreze împreună cu alții și își manifestă nemulțumirea față de această situație.</w:t>
            </w:r>
          </w:p>
          <w:p w:rsidR="00BF705F" w:rsidRPr="00610901" w:rsidRDefault="004515EE" w:rsidP="003C2A29">
            <w:pPr>
              <w:rPr>
                <w:szCs w:val="24"/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10901">
              <w:rPr>
                <w:szCs w:val="24"/>
                <w:lang w:val="ro-RO"/>
              </w:rPr>
              <w:t xml:space="preserve">– </w:t>
            </w:r>
            <w:r w:rsidR="00BF705F" w:rsidRPr="00267073">
              <w:rPr>
                <w:bCs/>
                <w:spacing w:val="-2"/>
                <w:lang w:val="ro-RO" w:eastAsia="ro-RO"/>
              </w:rPr>
              <w:t>manifestă interes pentru oamenii cu care lucrează</w:t>
            </w:r>
            <w:r w:rsidR="00BF705F">
              <w:rPr>
                <w:szCs w:val="24"/>
                <w:lang w:val="ro-RO"/>
              </w:rPr>
              <w:t xml:space="preserve">, </w:t>
            </w:r>
            <w:r w:rsidR="00BF705F" w:rsidRPr="00610901">
              <w:rPr>
                <w:szCs w:val="24"/>
                <w:lang w:val="ro-RO"/>
              </w:rPr>
              <w:t>de regulă este agreabil și colaborativ,</w:t>
            </w:r>
            <w:r w:rsidR="00BF705F">
              <w:rPr>
                <w:szCs w:val="24"/>
                <w:lang w:val="ro-RO"/>
              </w:rPr>
              <w:t xml:space="preserve"> poate face echipă cu cadrele didactice și</w:t>
            </w:r>
            <w:r w:rsidR="00BF705F" w:rsidRPr="00610901">
              <w:rPr>
                <w:szCs w:val="24"/>
                <w:lang w:val="ro-RO"/>
              </w:rPr>
              <w:t xml:space="preserve"> își ajută colegii când i se cere.</w:t>
            </w:r>
          </w:p>
          <w:p w:rsidR="00BF705F" w:rsidRPr="00267073" w:rsidRDefault="004515EE" w:rsidP="003C2A2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610901">
              <w:rPr>
                <w:bCs/>
                <w:spacing w:val="-2"/>
                <w:lang w:val="ro-RO" w:eastAsia="ro-RO"/>
              </w:rPr>
              <w:t>– lucrează foarte bine în echipă,</w:t>
            </w:r>
            <w:r w:rsidR="00BF705F">
              <w:rPr>
                <w:bCs/>
                <w:spacing w:val="-2"/>
                <w:lang w:val="ro-RO" w:eastAsia="ro-RO"/>
              </w:rPr>
              <w:t xml:space="preserve"> inclusiv cu cadrele didactice, </w:t>
            </w:r>
            <w:r w:rsidR="00BF705F" w:rsidRPr="00610901">
              <w:rPr>
                <w:bCs/>
                <w:spacing w:val="-2"/>
                <w:lang w:val="ro-RO" w:eastAsia="ro-RO"/>
              </w:rPr>
              <w:t xml:space="preserve">își oferă sprijinul chiar dacă nu i se cere, </w:t>
            </w:r>
            <w:r w:rsidR="00BF705F" w:rsidRPr="00267073">
              <w:rPr>
                <w:bCs/>
                <w:spacing w:val="-2"/>
                <w:lang w:val="ro-RO" w:eastAsia="ro-RO"/>
              </w:rPr>
              <w:t>inițiază propriile demersuri pentru a înțelege mai bine oamenii cu care lucrează</w:t>
            </w:r>
            <w:r w:rsidR="00BF705F">
              <w:rPr>
                <w:bCs/>
                <w:spacing w:val="-2"/>
                <w:lang w:val="ro-RO" w:eastAsia="ro-RO"/>
              </w:rPr>
              <w:t xml:space="preserve">, </w:t>
            </w:r>
            <w:r w:rsidR="00BF705F" w:rsidRPr="00610901">
              <w:rPr>
                <w:bCs/>
                <w:spacing w:val="-2"/>
                <w:lang w:val="ro-RO" w:eastAsia="ro-RO"/>
              </w:rPr>
              <w:t>încurajează cooperarea, fiind un exemplu pentru ceilalți.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5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Comunicare</w:t>
            </w:r>
          </w:p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267073" w:rsidRDefault="00BF705F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5.1. Capacitatea de a comunica eficient</w:t>
            </w:r>
          </w:p>
        </w:tc>
        <w:tc>
          <w:tcPr>
            <w:tcW w:w="9270" w:type="dxa"/>
            <w:vAlign w:val="center"/>
          </w:tcPr>
          <w:p w:rsidR="00BF705F" w:rsidRPr="003C2A29" w:rsidRDefault="004515EE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bCs/>
                <w:spacing w:val="-2"/>
                <w:lang w:val="ro-RO" w:eastAsia="ro-RO"/>
              </w:rPr>
              <w:t>– în general nu comunică eficient și la momentul oportun cu ceilalți colegi, distorsionează mesajul, are lacune foarte mari în comunicarea verbală și în scris.</w:t>
            </w:r>
          </w:p>
          <w:p w:rsidR="00BF705F" w:rsidRPr="003C2A29" w:rsidRDefault="004515EE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bCs/>
                <w:spacing w:val="-2"/>
                <w:lang w:val="ro-RO" w:eastAsia="ro-RO"/>
              </w:rPr>
              <w:t>– de obicei comunică eficient, fără mari probleme, și transmite informațiile relevante în timp util; vorbește si scrie clar, este un bun ascultător și înțelege mesajele bine.</w:t>
            </w:r>
          </w:p>
          <w:p w:rsidR="00BF705F" w:rsidRPr="00267073" w:rsidRDefault="004515EE" w:rsidP="008271A0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3C2A29">
              <w:rPr>
                <w:bCs/>
                <w:spacing w:val="-2"/>
                <w:lang w:val="ro-RO" w:eastAsia="ro-RO"/>
              </w:rPr>
              <w:t>– întotdeauna comunică în mod foarte eficient, clar, concis și într-o manieră organizată și convingătoare; demonstrează standarde foarte înalte în comunicarea scrisă</w:t>
            </w:r>
            <w:r w:rsidR="008271A0">
              <w:rPr>
                <w:bCs/>
                <w:spacing w:val="-2"/>
                <w:lang w:val="ro-RO" w:eastAsia="ro-RO"/>
              </w:rPr>
              <w:t xml:space="preserve"> </w:t>
            </w:r>
            <w:r w:rsidR="00BF705F" w:rsidRPr="003C2A29">
              <w:rPr>
                <w:bCs/>
                <w:spacing w:val="-2"/>
                <w:lang w:val="ro-RO" w:eastAsia="ro-RO"/>
              </w:rPr>
              <w:t>și verbală; comunică eficient adaptând stilul de comunicare în funcție de partener și verifică dacă acesta a înțeles în mod corect informațiile transmise</w:t>
            </w:r>
          </w:p>
        </w:tc>
      </w:tr>
      <w:tr w:rsidR="00BF705F" w:rsidRPr="00267073" w:rsidTr="001B1154">
        <w:trPr>
          <w:trHeight w:val="455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i/>
                <w:spacing w:val="-1"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4E50D3" w:rsidRDefault="00BF705F" w:rsidP="004E50D3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5.2. Capacitatea de a susține propriile opinii vis-a-vis de problemele apărute</w:t>
            </w:r>
          </w:p>
        </w:tc>
        <w:tc>
          <w:tcPr>
            <w:tcW w:w="9270" w:type="dxa"/>
            <w:vAlign w:val="center"/>
          </w:tcPr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ezită în exprimarea propriilor opinii</w:t>
            </w:r>
          </w:p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își exprimă propriile opinii deschis și direct, iar dacă este nevoie le argumentează</w:t>
            </w:r>
          </w:p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</w:t>
            </w:r>
            <w:r w:rsidR="00BF705F">
              <w:rPr>
                <w:bCs/>
                <w:spacing w:val="-2"/>
                <w:lang w:val="ro-RO" w:eastAsia="ro-RO"/>
              </w:rPr>
              <w:t xml:space="preserve"> </w:t>
            </w:r>
            <w:r w:rsidR="00BF705F" w:rsidRPr="00267073">
              <w:rPr>
                <w:bCs/>
                <w:spacing w:val="-2"/>
                <w:lang w:val="ro-RO" w:eastAsia="ro-RO"/>
              </w:rPr>
              <w:t>capacitatea de a-și exprima propria poziție, folosind un tip de comunicare asertivă</w:t>
            </w:r>
          </w:p>
        </w:tc>
      </w:tr>
      <w:tr w:rsidR="00BF705F" w:rsidRPr="00267073" w:rsidTr="001B1154">
        <w:trPr>
          <w:trHeight w:val="455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i/>
                <w:spacing w:val="-1"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267073" w:rsidRDefault="00BF705F" w:rsidP="003C2A29">
            <w:pPr>
              <w:shd w:val="clear" w:color="auto" w:fill="FFFFFF"/>
              <w:jc w:val="center"/>
              <w:rPr>
                <w:i/>
                <w:spacing w:val="-1"/>
                <w:lang w:val="ro-RO" w:eastAsia="ro-RO"/>
              </w:rPr>
            </w:pPr>
            <w:r>
              <w:rPr>
                <w:i/>
                <w:spacing w:val="-1"/>
                <w:lang w:val="ro-RO" w:eastAsia="ro-RO"/>
              </w:rPr>
              <w:t>5.3. Comunicarea cu studenții</w:t>
            </w:r>
          </w:p>
        </w:tc>
        <w:tc>
          <w:tcPr>
            <w:tcW w:w="9270" w:type="dxa"/>
            <w:vAlign w:val="center"/>
          </w:tcPr>
          <w:p w:rsidR="00BF705F" w:rsidRPr="003C2A29" w:rsidRDefault="004515EE" w:rsidP="003C2A2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bCs/>
                <w:spacing w:val="-2"/>
                <w:lang w:val="ro-RO" w:eastAsia="ro-RO"/>
              </w:rPr>
              <w:t xml:space="preserve">– în general nu comunică eficient </w:t>
            </w:r>
            <w:r w:rsidR="00BF705F">
              <w:rPr>
                <w:bCs/>
                <w:spacing w:val="-2"/>
                <w:lang w:val="ro-RO" w:eastAsia="ro-RO"/>
              </w:rPr>
              <w:t>cu studenții</w:t>
            </w:r>
            <w:r w:rsidR="00BF705F" w:rsidRPr="003C2A29">
              <w:rPr>
                <w:bCs/>
                <w:spacing w:val="-2"/>
                <w:lang w:val="ro-RO" w:eastAsia="ro-RO"/>
              </w:rPr>
              <w:t xml:space="preserve">, distorsionează mesajul, are lacune foarte mari în </w:t>
            </w:r>
            <w:r w:rsidR="00BF705F">
              <w:rPr>
                <w:bCs/>
                <w:spacing w:val="-2"/>
                <w:lang w:val="ro-RO" w:eastAsia="ro-RO"/>
              </w:rPr>
              <w:t>relaționarea cu studenții</w:t>
            </w:r>
            <w:r w:rsidR="00BF705F" w:rsidRPr="003C2A29">
              <w:rPr>
                <w:bCs/>
                <w:spacing w:val="-2"/>
                <w:lang w:val="ro-RO" w:eastAsia="ro-RO"/>
              </w:rPr>
              <w:t>.</w:t>
            </w:r>
          </w:p>
          <w:p w:rsidR="00BF705F" w:rsidRDefault="004515EE" w:rsidP="003C2A2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bCs/>
                <w:spacing w:val="-2"/>
                <w:lang w:val="ro-RO" w:eastAsia="ro-RO"/>
              </w:rPr>
              <w:t xml:space="preserve">– de obicei </w:t>
            </w:r>
            <w:r w:rsidR="00BF705F">
              <w:rPr>
                <w:bCs/>
                <w:spacing w:val="-2"/>
                <w:lang w:val="ro-RO" w:eastAsia="ro-RO"/>
              </w:rPr>
              <w:t xml:space="preserve">relaționează bine cu studenții, </w:t>
            </w:r>
            <w:r w:rsidR="00BF705F" w:rsidRPr="003C2A29">
              <w:rPr>
                <w:bCs/>
                <w:spacing w:val="-2"/>
                <w:lang w:val="ro-RO" w:eastAsia="ro-RO"/>
              </w:rPr>
              <w:t>comunică eficient și transmite informațiile relevante în timp util</w:t>
            </w:r>
            <w:r w:rsidR="00BF705F">
              <w:rPr>
                <w:bCs/>
                <w:spacing w:val="-2"/>
                <w:lang w:val="ro-RO" w:eastAsia="ro-RO"/>
              </w:rPr>
              <w:t xml:space="preserve"> </w:t>
            </w:r>
          </w:p>
          <w:p w:rsidR="00BF705F" w:rsidRPr="00267073" w:rsidRDefault="004515EE" w:rsidP="003C2A2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3C2A29">
              <w:rPr>
                <w:bCs/>
                <w:spacing w:val="-2"/>
                <w:lang w:val="ro-RO" w:eastAsia="ro-RO"/>
              </w:rPr>
              <w:t xml:space="preserve">– </w:t>
            </w:r>
            <w:r w:rsidR="00BF705F">
              <w:rPr>
                <w:bCs/>
                <w:spacing w:val="-2"/>
                <w:lang w:val="ro-RO" w:eastAsia="ro-RO"/>
              </w:rPr>
              <w:t xml:space="preserve">are o relație foarte bună cu studenții, </w:t>
            </w:r>
            <w:r w:rsidR="00BF705F" w:rsidRPr="003C2A29">
              <w:rPr>
                <w:bCs/>
                <w:spacing w:val="-2"/>
                <w:lang w:val="ro-RO" w:eastAsia="ro-RO"/>
              </w:rPr>
              <w:t>întotdeauna comunică în mod foarte eficient, clar, concis și într-o manieră organizată și convingătoare; demonstrează standarde foarte înalte în comunicarea scrisă</w:t>
            </w:r>
            <w:r w:rsidR="00BF705F">
              <w:rPr>
                <w:bCs/>
                <w:spacing w:val="-2"/>
                <w:lang w:val="ro-RO" w:eastAsia="ro-RO"/>
              </w:rPr>
              <w:t xml:space="preserve"> </w:t>
            </w:r>
            <w:r w:rsidR="00BF705F" w:rsidRPr="003C2A29">
              <w:rPr>
                <w:bCs/>
                <w:spacing w:val="-2"/>
                <w:lang w:val="ro-RO" w:eastAsia="ro-RO"/>
              </w:rPr>
              <w:t>și verbală</w:t>
            </w:r>
            <w:r w:rsidR="00BF705F">
              <w:rPr>
                <w:bCs/>
                <w:spacing w:val="-2"/>
                <w:lang w:val="ro-RO" w:eastAsia="ro-RO"/>
              </w:rPr>
              <w:t xml:space="preserve">, </w:t>
            </w:r>
            <w:r w:rsidR="00BF705F" w:rsidRPr="003C2A29">
              <w:rPr>
                <w:bCs/>
                <w:spacing w:val="-2"/>
                <w:lang w:val="ro-RO" w:eastAsia="ro-RO"/>
              </w:rPr>
              <w:t xml:space="preserve">adaptând stilul de comunicare în funcție de </w:t>
            </w:r>
            <w:r w:rsidR="00BF705F">
              <w:rPr>
                <w:bCs/>
                <w:spacing w:val="-2"/>
                <w:lang w:val="ro-RO" w:eastAsia="ro-RO"/>
              </w:rPr>
              <w:t>nivelul de pregătire al studenților</w:t>
            </w:r>
          </w:p>
        </w:tc>
      </w:tr>
      <w:tr w:rsidR="00BF705F" w:rsidRPr="00267073" w:rsidTr="001B1154">
        <w:trPr>
          <w:cantSplit/>
          <w:trHeight w:val="1250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6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Disciplină</w:t>
            </w:r>
          </w:p>
        </w:tc>
        <w:tc>
          <w:tcPr>
            <w:tcW w:w="3240" w:type="dxa"/>
            <w:vAlign w:val="center"/>
          </w:tcPr>
          <w:p w:rsidR="00BF705F" w:rsidRPr="003C2A29" w:rsidRDefault="00BF705F" w:rsidP="00901958">
            <w:pPr>
              <w:shd w:val="clear" w:color="auto" w:fill="FFFFFF"/>
              <w:jc w:val="center"/>
              <w:rPr>
                <w:lang w:val="ro-RO" w:eastAsia="ro-RO"/>
              </w:rPr>
            </w:pPr>
            <w:r w:rsidRPr="003C2A29">
              <w:rPr>
                <w:i/>
                <w:spacing w:val="-1"/>
                <w:lang w:val="ro-RO" w:eastAsia="ro-RO"/>
              </w:rPr>
              <w:t xml:space="preserve">6.1. Capacitatea de respecta regulile de disciplină în muncă </w:t>
            </w:r>
          </w:p>
        </w:tc>
        <w:tc>
          <w:tcPr>
            <w:tcW w:w="9270" w:type="dxa"/>
            <w:vAlign w:val="center"/>
          </w:tcPr>
          <w:p w:rsidR="00BF705F" w:rsidRPr="003C2A29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bCs/>
                <w:spacing w:val="-2"/>
                <w:lang w:val="ro-RO" w:eastAsia="ro-RO"/>
              </w:rPr>
              <w:t>– încalcă frecvent regulile de disciplina și are comentarii ori-de-câte-ori i se atrage atenția</w:t>
            </w:r>
          </w:p>
          <w:p w:rsidR="00BF705F" w:rsidRPr="003C2A29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bCs/>
                <w:spacing w:val="-2"/>
                <w:lang w:val="ro-RO" w:eastAsia="ro-RO"/>
              </w:rPr>
              <w:t xml:space="preserve">– se întâmplă foarte rar să încalce regulile de disciplina </w:t>
            </w:r>
          </w:p>
          <w:p w:rsidR="00BF705F" w:rsidRPr="003C2A29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3C2A29">
              <w:rPr>
                <w:bCs/>
                <w:spacing w:val="-2"/>
                <w:lang w:val="ro-RO" w:eastAsia="ro-RO"/>
              </w:rPr>
              <w:t>– respecta întotdeauna regulile și procedurile de disciplină și aduce la cunoștința celor în drept orice încălcare a acestora</w:t>
            </w:r>
          </w:p>
        </w:tc>
      </w:tr>
      <w:tr w:rsidR="00BF705F" w:rsidRPr="00267073" w:rsidTr="001B1154">
        <w:trPr>
          <w:cantSplit/>
          <w:trHeight w:val="773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3C2A29" w:rsidRDefault="00BF705F" w:rsidP="00901958">
            <w:pPr>
              <w:jc w:val="center"/>
              <w:rPr>
                <w:i/>
                <w:szCs w:val="24"/>
              </w:rPr>
            </w:pPr>
            <w:r w:rsidRPr="003C2A29">
              <w:rPr>
                <w:i/>
                <w:szCs w:val="24"/>
                <w:lang w:val="ro-RO"/>
              </w:rPr>
              <w:t>6.2. Respectarea normelor de S.S.M. și P.S.I</w:t>
            </w:r>
            <w:r w:rsidRPr="003C2A29">
              <w:rPr>
                <w:i/>
                <w:szCs w:val="24"/>
              </w:rPr>
              <w:t>.</w:t>
            </w:r>
          </w:p>
        </w:tc>
        <w:tc>
          <w:tcPr>
            <w:tcW w:w="9270" w:type="dxa"/>
            <w:vAlign w:val="center"/>
          </w:tcPr>
          <w:p w:rsidR="00BF705F" w:rsidRPr="003C2A29" w:rsidRDefault="004515EE" w:rsidP="00901958">
            <w:pPr>
              <w:rPr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szCs w:val="24"/>
                <w:lang w:val="ro-RO"/>
              </w:rPr>
              <w:t>– neglijent față de indicațiile de S.S.M. și P.S.I.</w:t>
            </w:r>
          </w:p>
          <w:p w:rsidR="00BF705F" w:rsidRPr="003C2A29" w:rsidRDefault="004515EE" w:rsidP="00901958">
            <w:pPr>
              <w:rPr>
                <w:szCs w:val="24"/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szCs w:val="24"/>
                <w:lang w:val="ro-RO"/>
              </w:rPr>
              <w:t>– respectă normele de S.S.M. și P.S.I. destul de des, dar uneori trebuie să i se reamintească procedurile.</w:t>
            </w:r>
          </w:p>
          <w:p w:rsidR="00BF705F" w:rsidRPr="003C2A29" w:rsidRDefault="004515EE" w:rsidP="00901958">
            <w:pPr>
              <w:rPr>
                <w:sz w:val="24"/>
                <w:szCs w:val="24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3C2A29">
              <w:rPr>
                <w:szCs w:val="24"/>
                <w:lang w:val="ro-RO"/>
              </w:rPr>
              <w:t>– excepțional; fără abateri de la măsurile cuvenite și atenționează și pe alții.</w:t>
            </w:r>
          </w:p>
        </w:tc>
      </w:tr>
      <w:tr w:rsidR="00BF705F" w:rsidRPr="00267073" w:rsidTr="001B1154">
        <w:trPr>
          <w:cantSplit/>
          <w:trHeight w:val="197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3C2A29" w:rsidRDefault="00BF705F" w:rsidP="00901958">
            <w:pPr>
              <w:jc w:val="center"/>
              <w:rPr>
                <w:i/>
                <w:sz w:val="24"/>
                <w:szCs w:val="24"/>
                <w:lang w:val="ro-RO"/>
              </w:rPr>
            </w:pPr>
            <w:r w:rsidRPr="003C2A29">
              <w:rPr>
                <w:i/>
                <w:szCs w:val="24"/>
                <w:lang w:val="ro-RO"/>
              </w:rPr>
              <w:t>6.3. Respectarea programului de lucru.</w:t>
            </w:r>
          </w:p>
        </w:tc>
        <w:tc>
          <w:tcPr>
            <w:tcW w:w="9270" w:type="dxa"/>
            <w:vAlign w:val="center"/>
          </w:tcPr>
          <w:p w:rsidR="00BF705F" w:rsidRPr="003C2A29" w:rsidRDefault="004515EE" w:rsidP="00901958">
            <w:pPr>
              <w:rPr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szCs w:val="24"/>
                <w:lang w:val="ro-RO"/>
              </w:rPr>
              <w:t>– face pauze lungi și dese, întârzie/absentează frecvent.</w:t>
            </w:r>
          </w:p>
          <w:p w:rsidR="00BF705F" w:rsidRPr="003C2A29" w:rsidRDefault="004515EE" w:rsidP="00901958">
            <w:pPr>
              <w:rPr>
                <w:szCs w:val="24"/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3C2A29">
              <w:rPr>
                <w:szCs w:val="24"/>
                <w:lang w:val="ro-RO"/>
              </w:rPr>
              <w:t>– nu se conformează întotdeauna programului de lucru.</w:t>
            </w:r>
          </w:p>
          <w:p w:rsidR="00BF705F" w:rsidRPr="003C2A29" w:rsidRDefault="004515EE" w:rsidP="00901958">
            <w:pPr>
              <w:rPr>
                <w:sz w:val="24"/>
                <w:szCs w:val="24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3C2A29">
              <w:rPr>
                <w:szCs w:val="24"/>
                <w:lang w:val="ro-RO"/>
              </w:rPr>
              <w:t>– nu lipsește de la locul de muncă decât în situații bine motivate și este foarte conștiincios în respectarea programului de lucru.</w:t>
            </w:r>
          </w:p>
        </w:tc>
      </w:tr>
      <w:tr w:rsidR="00BF705F" w:rsidRPr="00267073" w:rsidTr="001B1154">
        <w:trPr>
          <w:cantSplit/>
          <w:trHeight w:val="980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7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Rezistență la stres și adaptabilitate</w:t>
            </w:r>
          </w:p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4E50D3" w:rsidRDefault="00BF705F" w:rsidP="004E50D3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7.1. Capacitatea de lucra în condiții de stres și de a se adapta la diverse situații deosebite</w:t>
            </w:r>
          </w:p>
        </w:tc>
        <w:tc>
          <w:tcPr>
            <w:tcW w:w="9270" w:type="dxa"/>
            <w:vAlign w:val="center"/>
          </w:tcPr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267073">
              <w:rPr>
                <w:bCs/>
                <w:spacing w:val="-2"/>
                <w:lang w:val="ro-RO" w:eastAsia="ro-RO"/>
              </w:rPr>
              <w:t xml:space="preserve">– nu poate lucra în condiții de stres și nici nu se poate adapta la situații care nu fac parte din rutina zilnică </w:t>
            </w:r>
          </w:p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poate lucra în condiții de stres pentru o perioadă limitată de timp și se adaptează la situații deosebite doar la solicitarea șefului ierarhic direct</w:t>
            </w:r>
          </w:p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poate lucra în condiții de stres prelungit, se adaptează repede la situațiile deosebite apărute și face propuneri pentru optimizarea activității în astfel de situații</w:t>
            </w:r>
          </w:p>
        </w:tc>
      </w:tr>
      <w:tr w:rsidR="00BF705F" w:rsidRPr="00267073" w:rsidTr="001B1154">
        <w:trPr>
          <w:cantSplit/>
          <w:trHeight w:val="773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66255E" w:rsidRDefault="00BF705F" w:rsidP="004E50D3">
            <w:pPr>
              <w:jc w:val="center"/>
              <w:rPr>
                <w:i/>
              </w:rPr>
            </w:pPr>
            <w:r w:rsidRPr="0066255E">
              <w:rPr>
                <w:i/>
              </w:rPr>
              <w:t>7.2.</w:t>
            </w:r>
            <w:r w:rsidRPr="0066255E">
              <w:rPr>
                <w:i/>
                <w:lang w:val="ro-RO"/>
              </w:rPr>
              <w:t xml:space="preserve"> Adaptabilitate  profesională</w:t>
            </w:r>
          </w:p>
        </w:tc>
        <w:tc>
          <w:tcPr>
            <w:tcW w:w="9270" w:type="dxa"/>
            <w:vAlign w:val="center"/>
          </w:tcPr>
          <w:p w:rsidR="00BF705F" w:rsidRPr="0066255E" w:rsidRDefault="004515EE" w:rsidP="00901958">
            <w:pPr>
              <w:rPr>
                <w:b/>
                <w:szCs w:val="24"/>
                <w:lang w:val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6255E">
              <w:rPr>
                <w:szCs w:val="24"/>
                <w:lang w:val="ro-RO"/>
              </w:rPr>
              <w:t>– refuză chiar și ideea schimbări și/sau acceptă cu greu efectuarea unor lucrări în alt mod, chiar dacă necesitatea este demonstrată.</w:t>
            </w:r>
          </w:p>
          <w:p w:rsidR="00BF705F" w:rsidRPr="0066255E" w:rsidRDefault="004515EE" w:rsidP="00901958">
            <w:pPr>
              <w:rPr>
                <w:szCs w:val="24"/>
                <w:lang w:val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6255E">
              <w:rPr>
                <w:szCs w:val="24"/>
                <w:lang w:val="ro-RO"/>
              </w:rPr>
              <w:t>– este dispus să depună efortul necesar pentru a se adapta unei noi situații.</w:t>
            </w:r>
          </w:p>
          <w:p w:rsidR="00BF705F" w:rsidRPr="0066255E" w:rsidRDefault="004515EE" w:rsidP="00901958">
            <w:pPr>
              <w:rPr>
                <w:sz w:val="24"/>
                <w:szCs w:val="24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66255E">
              <w:rPr>
                <w:szCs w:val="24"/>
                <w:lang w:val="ro-RO"/>
              </w:rPr>
              <w:t>– nu are dificultăți dacă se încearcă punerea în practică a unor noi metode de lucru, este deschis și se adaptează repede la schimbare.</w:t>
            </w:r>
          </w:p>
        </w:tc>
      </w:tr>
      <w:tr w:rsidR="00BF705F" w:rsidRPr="00267073" w:rsidTr="001B1154">
        <w:trPr>
          <w:cantSplit/>
          <w:trHeight w:val="683"/>
        </w:trPr>
        <w:tc>
          <w:tcPr>
            <w:tcW w:w="494" w:type="dxa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8</w:t>
            </w:r>
          </w:p>
        </w:tc>
        <w:tc>
          <w:tcPr>
            <w:tcW w:w="2381" w:type="dxa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Capacitatea de asumare a responsabilității</w:t>
            </w:r>
          </w:p>
        </w:tc>
        <w:tc>
          <w:tcPr>
            <w:tcW w:w="3240" w:type="dxa"/>
            <w:vAlign w:val="center"/>
          </w:tcPr>
          <w:p w:rsidR="00BF705F" w:rsidRPr="004E50D3" w:rsidRDefault="00BF705F" w:rsidP="004E50D3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8.1. Capacitatea de a-și asuma responsabilitatea asupra propriei activități</w:t>
            </w:r>
          </w:p>
        </w:tc>
        <w:tc>
          <w:tcPr>
            <w:tcW w:w="9270" w:type="dxa"/>
            <w:vAlign w:val="center"/>
          </w:tcPr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nu își asumă responsabilitatea pentru activitatea desfășurată</w:t>
            </w:r>
          </w:p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267073">
              <w:rPr>
                <w:bCs/>
                <w:spacing w:val="-2"/>
                <w:lang w:val="ro-RO" w:eastAsia="ro-RO"/>
              </w:rPr>
              <w:t xml:space="preserve">– </w:t>
            </w:r>
            <w:r w:rsidR="00BF705F">
              <w:rPr>
                <w:bCs/>
                <w:spacing w:val="-2"/>
                <w:lang w:val="ro-RO" w:eastAsia="ro-RO"/>
              </w:rPr>
              <w:t xml:space="preserve">ezită în a-și asuma responsabilitatea pentru activitatea desfășurată și/sau </w:t>
            </w:r>
            <w:r w:rsidR="00BF705F" w:rsidRPr="00267073">
              <w:rPr>
                <w:bCs/>
                <w:spacing w:val="-2"/>
                <w:lang w:val="ro-RO" w:eastAsia="ro-RO"/>
              </w:rPr>
              <w:t>își asumă o parte din responsabilitate doar după consultarea șefului ierarhic direct</w:t>
            </w:r>
          </w:p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267073">
              <w:rPr>
                <w:bCs/>
                <w:spacing w:val="-2"/>
                <w:lang w:val="ro-RO" w:eastAsia="ro-RO"/>
              </w:rPr>
              <w:t xml:space="preserve">– capacitatea de a-și asuma responsabilitatea pentru activitatea desfășurată și de a-și exprima propria poziție/opinie referitor la sarcinile sale </w:t>
            </w:r>
          </w:p>
        </w:tc>
      </w:tr>
      <w:tr w:rsidR="00BF705F" w:rsidRPr="00267073" w:rsidTr="001B1154">
        <w:trPr>
          <w:cantSplit/>
          <w:trHeight w:val="467"/>
        </w:trPr>
        <w:tc>
          <w:tcPr>
            <w:tcW w:w="494" w:type="dxa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9</w:t>
            </w:r>
          </w:p>
        </w:tc>
        <w:tc>
          <w:tcPr>
            <w:tcW w:w="2381" w:type="dxa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Integritate și etică profesională</w:t>
            </w:r>
          </w:p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4E50D3" w:rsidRDefault="00BF705F" w:rsidP="004E50D3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9.1. Capacitatea de a-și asuma un comportament integru și etic, atât cu colegii cât și cu persoanele cu care intră în contact</w:t>
            </w:r>
          </w:p>
        </w:tc>
        <w:tc>
          <w:tcPr>
            <w:tcW w:w="9270" w:type="dxa"/>
            <w:vAlign w:val="center"/>
          </w:tcPr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nu respectă principiile generale de etică și integritate profesională</w:t>
            </w:r>
          </w:p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are un comportament integru și etic cu persoanele cu care intră în contact pentru realizarea sarcinilor</w:t>
            </w:r>
          </w:p>
          <w:p w:rsidR="00BF705F" w:rsidRPr="00267073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267073">
              <w:rPr>
                <w:bCs/>
                <w:spacing w:val="-2"/>
                <w:lang w:val="ro-RO" w:eastAsia="ro-RO"/>
              </w:rPr>
              <w:t>– are un comportament integru și etic atât cu persoanele cu care intră în contact pentru realizarea sarcinilor cât și cu colegii din cadrul universității</w:t>
            </w:r>
          </w:p>
        </w:tc>
      </w:tr>
      <w:tr w:rsidR="00BF705F" w:rsidRPr="00267073" w:rsidTr="001B1154">
        <w:trPr>
          <w:cantSplit/>
          <w:trHeight w:val="503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574EDF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>
              <w:rPr>
                <w:b/>
                <w:bCs/>
                <w:spacing w:val="-2"/>
                <w:lang w:val="ro-RO" w:eastAsia="ro-RO"/>
              </w:rPr>
              <w:t>1</w:t>
            </w:r>
            <w:r w:rsidR="00574EDF">
              <w:rPr>
                <w:b/>
                <w:bCs/>
                <w:spacing w:val="-2"/>
                <w:lang w:val="ro-RO" w:eastAsia="ro-RO"/>
              </w:rPr>
              <w:t>0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66255E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66255E">
              <w:rPr>
                <w:b/>
                <w:lang w:val="ro-RO" w:eastAsia="ro-RO"/>
              </w:rPr>
              <w:t>Inițiativă și inventivitate</w:t>
            </w:r>
          </w:p>
        </w:tc>
        <w:tc>
          <w:tcPr>
            <w:tcW w:w="3240" w:type="dxa"/>
            <w:vAlign w:val="center"/>
          </w:tcPr>
          <w:p w:rsidR="00BF705F" w:rsidRPr="0066255E" w:rsidRDefault="00BF705F" w:rsidP="00574EDF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66255E">
              <w:rPr>
                <w:i/>
                <w:spacing w:val="-1"/>
                <w:lang w:val="ro-RO" w:eastAsia="ro-RO"/>
              </w:rPr>
              <w:t>1</w:t>
            </w:r>
            <w:r w:rsidR="00574EDF">
              <w:rPr>
                <w:i/>
                <w:spacing w:val="-1"/>
                <w:lang w:val="ro-RO" w:eastAsia="ro-RO"/>
              </w:rPr>
              <w:t>0</w:t>
            </w:r>
            <w:r w:rsidRPr="0066255E">
              <w:rPr>
                <w:i/>
                <w:spacing w:val="-1"/>
                <w:lang w:val="ro-RO" w:eastAsia="ro-RO"/>
              </w:rPr>
              <w:t>.1. Implicarea în activități care nu sunt menționate în fișa postului și îndeplinirea altor atribuții care pot rezulta din necesitatea derulării în bune condiții a atribuțiilor aflate în sfera sa de responsabilitate</w:t>
            </w:r>
          </w:p>
        </w:tc>
        <w:tc>
          <w:tcPr>
            <w:tcW w:w="9270" w:type="dxa"/>
            <w:vAlign w:val="center"/>
          </w:tcPr>
          <w:p w:rsidR="00BF705F" w:rsidRPr="0066255E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6255E">
              <w:rPr>
                <w:bCs/>
                <w:spacing w:val="-2"/>
                <w:lang w:val="ro-RO" w:eastAsia="ro-RO"/>
              </w:rPr>
              <w:t>– nu participă</w:t>
            </w:r>
          </w:p>
          <w:p w:rsidR="00BF705F" w:rsidRPr="0066255E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6255E">
              <w:rPr>
                <w:bCs/>
                <w:spacing w:val="-2"/>
                <w:lang w:val="ro-RO" w:eastAsia="ro-RO"/>
              </w:rPr>
              <w:t>– participă rar, în urma solicitării șefului direct</w:t>
            </w:r>
          </w:p>
          <w:p w:rsidR="00BF705F" w:rsidRPr="0066255E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66255E">
              <w:rPr>
                <w:bCs/>
                <w:spacing w:val="-2"/>
                <w:lang w:val="ro-RO" w:eastAsia="ro-RO"/>
              </w:rPr>
              <w:t>– se manifestă pro-activ participând frecvent la astfel de acțiuni, inclusiv din proprie inițiativă și/sau în afara programului de lucru</w:t>
            </w:r>
          </w:p>
        </w:tc>
      </w:tr>
      <w:tr w:rsidR="00BF705F" w:rsidRPr="00267073" w:rsidTr="001B1154">
        <w:trPr>
          <w:cantSplit/>
          <w:trHeight w:val="2150"/>
        </w:trPr>
        <w:tc>
          <w:tcPr>
            <w:tcW w:w="494" w:type="dxa"/>
            <w:vMerge/>
            <w:vAlign w:val="center"/>
          </w:tcPr>
          <w:p w:rsidR="00BF705F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66255E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66255E" w:rsidRDefault="00BF705F" w:rsidP="00574EDF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66255E">
              <w:rPr>
                <w:i/>
                <w:spacing w:val="-1"/>
                <w:lang w:val="ro-RO" w:eastAsia="ro-RO"/>
              </w:rPr>
              <w:t>1</w:t>
            </w:r>
            <w:r w:rsidR="00574EDF">
              <w:rPr>
                <w:i/>
                <w:spacing w:val="-1"/>
                <w:lang w:val="ro-RO" w:eastAsia="ro-RO"/>
              </w:rPr>
              <w:t>0</w:t>
            </w:r>
            <w:r w:rsidRPr="0066255E">
              <w:rPr>
                <w:i/>
                <w:spacing w:val="-1"/>
                <w:lang w:val="ro-RO" w:eastAsia="ro-RO"/>
              </w:rPr>
              <w:t>.2. Inventivitate în găsirea unor căi de optimizare a</w:t>
            </w:r>
            <w:r w:rsidR="004E50D3">
              <w:rPr>
                <w:i/>
                <w:spacing w:val="-1"/>
                <w:lang w:val="ro-RO" w:eastAsia="ro-RO"/>
              </w:rPr>
              <w:t xml:space="preserve"> </w:t>
            </w:r>
            <w:r w:rsidRPr="0066255E">
              <w:rPr>
                <w:i/>
                <w:spacing w:val="-1"/>
                <w:lang w:val="ro-RO" w:eastAsia="ro-RO"/>
              </w:rPr>
              <w:t>activității desfășurate</w:t>
            </w:r>
          </w:p>
        </w:tc>
        <w:tc>
          <w:tcPr>
            <w:tcW w:w="9270" w:type="dxa"/>
            <w:vAlign w:val="center"/>
          </w:tcPr>
          <w:p w:rsidR="00BF705F" w:rsidRPr="0066255E" w:rsidRDefault="004515EE" w:rsidP="00177977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6255E">
              <w:rPr>
                <w:bCs/>
                <w:spacing w:val="-2"/>
                <w:lang w:val="ro-RO" w:eastAsia="ro-RO"/>
              </w:rPr>
              <w:t xml:space="preserve">– are o atitudine pasivă, nu are nici un fel de inițiativă în realizarea sarcinilor; nu este </w:t>
            </w:r>
            <w:proofErr w:type="spellStart"/>
            <w:r w:rsidR="00BF705F" w:rsidRPr="0066255E">
              <w:rPr>
                <w:bCs/>
                <w:spacing w:val="-2"/>
                <w:lang w:val="ro-RO" w:eastAsia="ro-RO"/>
              </w:rPr>
              <w:t>proactiv</w:t>
            </w:r>
            <w:proofErr w:type="spellEnd"/>
            <w:r w:rsidR="00BF705F" w:rsidRPr="0066255E">
              <w:rPr>
                <w:bCs/>
                <w:spacing w:val="-2"/>
                <w:lang w:val="ro-RO" w:eastAsia="ro-RO"/>
              </w:rPr>
              <w:t xml:space="preserve"> și nu anticipează deloc eventualele probleme cauzate de neîndeplinirea corectă și la timp a sarcinilor.</w:t>
            </w:r>
          </w:p>
          <w:p w:rsidR="00BF705F" w:rsidRPr="0066255E" w:rsidRDefault="004515EE" w:rsidP="00177977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6255E">
              <w:rPr>
                <w:bCs/>
                <w:spacing w:val="-2"/>
                <w:lang w:val="ro-RO" w:eastAsia="ro-RO"/>
              </w:rPr>
              <w:t>– rareori oferă idei/ soluții noi în realizarea sarcinilor, dar nu le motivează și nici nu anticipează consecințele implementării acestora; nivelul de anticipare al unor potențiale probleme este foarte mic. Are probleme cu înțelegerea scopului responsabilităților pe care le are, necesitând supervizare și control din partea șefului direct.</w:t>
            </w:r>
          </w:p>
          <w:p w:rsidR="00BF705F" w:rsidRPr="0066255E" w:rsidRDefault="004515EE" w:rsidP="008271A0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66255E">
              <w:rPr>
                <w:bCs/>
                <w:spacing w:val="-2"/>
                <w:lang w:val="ro-RO" w:eastAsia="ro-RO"/>
              </w:rPr>
              <w:t xml:space="preserve">– în mod constant și </w:t>
            </w:r>
            <w:proofErr w:type="spellStart"/>
            <w:r w:rsidR="00BF705F" w:rsidRPr="0066255E">
              <w:rPr>
                <w:bCs/>
                <w:spacing w:val="-2"/>
                <w:lang w:val="ro-RO" w:eastAsia="ro-RO"/>
              </w:rPr>
              <w:t>proactiv</w:t>
            </w:r>
            <w:proofErr w:type="spellEnd"/>
            <w:r w:rsidR="00BF705F" w:rsidRPr="0066255E">
              <w:rPr>
                <w:bCs/>
                <w:spacing w:val="-2"/>
                <w:lang w:val="ro-RO" w:eastAsia="ro-RO"/>
              </w:rPr>
              <w:t xml:space="preserve"> este ingenios; întotdeauna își îndeplinește la un nivel excepțional sarcinile de lucru, fie lucrând independent, fie în echipă; în mod repetat este</w:t>
            </w:r>
            <w:r w:rsidR="008271A0">
              <w:rPr>
                <w:bCs/>
                <w:spacing w:val="-2"/>
                <w:lang w:val="ro-RO" w:eastAsia="ro-RO"/>
              </w:rPr>
              <w:t xml:space="preserve"> </w:t>
            </w:r>
            <w:r w:rsidR="00BF705F" w:rsidRPr="0066255E">
              <w:rPr>
                <w:bCs/>
                <w:spacing w:val="-2"/>
                <w:lang w:val="ro-RO" w:eastAsia="ro-RO"/>
              </w:rPr>
              <w:t>interesat de nou și de sarcinile provocatoare, pe care le rezolvă fără probleme; când i se solicită sprijinul, oferă sfaturi și soluții foarte bune, fiind un salariat extrem de motivat.</w:t>
            </w:r>
          </w:p>
        </w:tc>
      </w:tr>
      <w:tr w:rsidR="00BF705F" w:rsidRPr="00267073" w:rsidTr="001B1154">
        <w:trPr>
          <w:cantSplit/>
          <w:trHeight w:val="2150"/>
        </w:trPr>
        <w:tc>
          <w:tcPr>
            <w:tcW w:w="494" w:type="dxa"/>
            <w:vAlign w:val="center"/>
          </w:tcPr>
          <w:p w:rsidR="00BF705F" w:rsidRDefault="00BF705F" w:rsidP="00574EDF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>
              <w:rPr>
                <w:b/>
                <w:bCs/>
                <w:spacing w:val="-2"/>
                <w:lang w:val="ro-RO" w:eastAsia="ro-RO"/>
              </w:rPr>
              <w:t>1</w:t>
            </w:r>
            <w:r w:rsidR="00574EDF">
              <w:rPr>
                <w:b/>
                <w:bCs/>
                <w:spacing w:val="-2"/>
                <w:lang w:val="ro-RO" w:eastAsia="ro-RO"/>
              </w:rPr>
              <w:t>1</w:t>
            </w:r>
          </w:p>
        </w:tc>
        <w:tc>
          <w:tcPr>
            <w:tcW w:w="2381" w:type="dxa"/>
            <w:vAlign w:val="center"/>
          </w:tcPr>
          <w:p w:rsidR="00BF705F" w:rsidRPr="0066255E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66255E">
              <w:rPr>
                <w:b/>
                <w:lang w:val="ro-RO" w:eastAsia="ro-RO"/>
              </w:rPr>
              <w:t>Competențe digitale</w:t>
            </w:r>
          </w:p>
        </w:tc>
        <w:tc>
          <w:tcPr>
            <w:tcW w:w="3240" w:type="dxa"/>
            <w:vAlign w:val="center"/>
          </w:tcPr>
          <w:p w:rsidR="00BF705F" w:rsidRPr="0066255E" w:rsidRDefault="00BF705F" w:rsidP="00574EDF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66255E">
              <w:rPr>
                <w:i/>
                <w:spacing w:val="-1"/>
                <w:lang w:val="ro-RO" w:eastAsia="ro-RO"/>
              </w:rPr>
              <w:t>1</w:t>
            </w:r>
            <w:r w:rsidR="00574EDF">
              <w:rPr>
                <w:i/>
                <w:spacing w:val="-1"/>
                <w:lang w:val="ro-RO" w:eastAsia="ro-RO"/>
              </w:rPr>
              <w:t>1</w:t>
            </w:r>
            <w:r w:rsidRPr="0066255E">
              <w:rPr>
                <w:i/>
                <w:spacing w:val="-1"/>
                <w:lang w:val="ro-RO" w:eastAsia="ro-RO"/>
              </w:rPr>
              <w:t>.1. Abilități în utilizarea calculatoarelor și a altor echipamente și aplicații informatice</w:t>
            </w:r>
          </w:p>
        </w:tc>
        <w:tc>
          <w:tcPr>
            <w:tcW w:w="9270" w:type="dxa"/>
            <w:vAlign w:val="center"/>
          </w:tcPr>
          <w:p w:rsidR="00BF705F" w:rsidRPr="0066255E" w:rsidRDefault="004515EE" w:rsidP="00A8599C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>1</w:t>
            </w:r>
            <w:r w:rsidRPr="006F3ED2">
              <w:rPr>
                <w:bCs/>
                <w:spacing w:val="-2"/>
                <w:lang w:val="ro-RO" w:eastAsia="ro-RO"/>
              </w:rPr>
              <w:t xml:space="preserve"> </w:t>
            </w:r>
            <w:r>
              <w:rPr>
                <w:bCs/>
                <w:spacing w:val="-2"/>
                <w:lang w:val="ro-RO" w:eastAsia="ro-RO"/>
              </w:rPr>
              <w:t xml:space="preserve">- 2,4 </w:t>
            </w:r>
            <w:r w:rsidRPr="00267073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6255E">
              <w:rPr>
                <w:bCs/>
                <w:spacing w:val="-2"/>
                <w:lang w:val="ro-RO" w:eastAsia="ro-RO"/>
              </w:rPr>
              <w:t>– știe să utilizeze calculatoarele și aplicațiile informatice la un nivel destul de redus; în general, este o persoană conservatoare</w:t>
            </w:r>
          </w:p>
          <w:p w:rsidR="00BF705F" w:rsidRPr="0066255E" w:rsidRDefault="004515E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F3ED2">
              <w:rPr>
                <w:bCs/>
                <w:spacing w:val="-2"/>
                <w:lang w:val="ro-RO" w:eastAsia="ro-RO"/>
              </w:rPr>
              <w:t>2,5</w:t>
            </w:r>
            <w:r>
              <w:rPr>
                <w:bCs/>
                <w:spacing w:val="-2"/>
                <w:lang w:val="ro-RO" w:eastAsia="ro-RO"/>
              </w:rPr>
              <w:t xml:space="preserve"> – 3,9</w:t>
            </w:r>
            <w:r w:rsidRPr="006F3ED2">
              <w:rPr>
                <w:bCs/>
                <w:spacing w:val="-2"/>
                <w:lang w:val="ro-RO" w:eastAsia="ro-RO"/>
              </w:rPr>
              <w:t xml:space="preserve"> puncte </w:t>
            </w:r>
            <w:r w:rsidR="00BF705F" w:rsidRPr="0066255E">
              <w:rPr>
                <w:bCs/>
                <w:spacing w:val="-2"/>
                <w:lang w:val="ro-RO" w:eastAsia="ro-RO"/>
              </w:rPr>
              <w:t>– utilizează calculatorul doar pentru activități de bază: e-mail și pachetul Microsoft Office pentru activitatea curentă.</w:t>
            </w:r>
          </w:p>
          <w:p w:rsidR="00BF705F" w:rsidRPr="0066255E" w:rsidRDefault="004515EE" w:rsidP="0066255E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>
              <w:rPr>
                <w:bCs/>
                <w:spacing w:val="-2"/>
                <w:lang w:val="ro-RO" w:eastAsia="ro-RO"/>
              </w:rPr>
              <w:t xml:space="preserve">4- </w:t>
            </w:r>
            <w:r w:rsidRPr="006F3ED2">
              <w:rPr>
                <w:bCs/>
                <w:spacing w:val="-2"/>
                <w:lang w:val="ro-RO" w:eastAsia="ro-RO"/>
              </w:rPr>
              <w:t xml:space="preserve">5 puncte </w:t>
            </w:r>
            <w:r w:rsidR="00BF705F" w:rsidRPr="0066255E">
              <w:rPr>
                <w:bCs/>
                <w:spacing w:val="-2"/>
                <w:lang w:val="ro-RO" w:eastAsia="ro-RO"/>
              </w:rPr>
              <w:t>– cunoaște și utilizează foarte bine calculatorul, diferite programe utilitare necesare desfășurării activității, precum și diverse aplicații software și echipamente tehnice necesare derulării în condiții optime a procesului de instruire practică a studenților</w:t>
            </w:r>
          </w:p>
        </w:tc>
      </w:tr>
    </w:tbl>
    <w:p w:rsidR="000D0A31" w:rsidRPr="00267073" w:rsidRDefault="0017125D" w:rsidP="0066255E">
      <w:pPr>
        <w:shd w:val="clear" w:color="auto" w:fill="FFFFFF"/>
        <w:tabs>
          <w:tab w:val="left" w:leader="dot" w:pos="4354"/>
        </w:tabs>
        <w:spacing w:line="480" w:lineRule="auto"/>
        <w:jc w:val="both"/>
        <w:rPr>
          <w:b/>
          <w:sz w:val="40"/>
          <w:szCs w:val="36"/>
          <w:lang w:val="ro-RO"/>
        </w:rPr>
      </w:pPr>
      <w:r w:rsidRPr="00267073">
        <w:rPr>
          <w:b/>
          <w:bCs/>
          <w:spacing w:val="-2"/>
          <w:lang w:val="ro-RO" w:eastAsia="ro-RO"/>
        </w:rPr>
        <w:t>*</w:t>
      </w:r>
      <w:r w:rsidRPr="00267073">
        <w:rPr>
          <w:bCs/>
          <w:spacing w:val="-2"/>
          <w:lang w:val="ro-RO" w:eastAsia="ro-RO"/>
        </w:rPr>
        <w:t xml:space="preserve">evaluatorul poate acorda orice punctaj între </w:t>
      </w:r>
      <w:r w:rsidR="004515EE">
        <w:rPr>
          <w:bCs/>
          <w:spacing w:val="-2"/>
          <w:lang w:val="ro-RO" w:eastAsia="ro-RO"/>
        </w:rPr>
        <w:t>1</w:t>
      </w:r>
      <w:r w:rsidRPr="00267073">
        <w:rPr>
          <w:bCs/>
          <w:spacing w:val="-2"/>
          <w:lang w:val="ro-RO" w:eastAsia="ro-RO"/>
        </w:rPr>
        <w:t xml:space="preserve"> și 5, delimitările fiind orientative</w:t>
      </w:r>
    </w:p>
    <w:sectPr w:rsidR="000D0A31" w:rsidRPr="00267073" w:rsidSect="0033420F">
      <w:headerReference w:type="default" r:id="rId7"/>
      <w:footerReference w:type="default" r:id="rId8"/>
      <w:pgSz w:w="16838" w:h="11906" w:orient="landscape"/>
      <w:pgMar w:top="1080" w:right="833" w:bottom="900" w:left="540" w:header="360" w:footer="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29B" w:rsidRDefault="004E129B" w:rsidP="00D2536B">
      <w:r>
        <w:separator/>
      </w:r>
    </w:p>
  </w:endnote>
  <w:endnote w:type="continuationSeparator" w:id="0">
    <w:p w:rsidR="004E129B" w:rsidRDefault="004E129B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3838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1871"/>
    </w:tblGrid>
    <w:tr w:rsidR="00901958" w:rsidRPr="0074030D" w:rsidTr="00901958">
      <w:trPr>
        <w:tblCellSpacing w:w="14" w:type="dxa"/>
        <w:jc w:val="center"/>
      </w:trPr>
      <w:tc>
        <w:tcPr>
          <w:tcW w:w="4975" w:type="pct"/>
          <w:shd w:val="clear" w:color="auto" w:fill="auto"/>
        </w:tcPr>
        <w:p w:rsidR="00901958" w:rsidRPr="0074030D" w:rsidRDefault="00901958" w:rsidP="00762497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proofErr w:type="spellStart"/>
          <w:r w:rsidRPr="000D0A31">
            <w:rPr>
              <w:rFonts w:ascii="Montserrat Medium" w:hAnsi="Montserrat Medium" w:cs="Calibri"/>
              <w:sz w:val="12"/>
            </w:rPr>
            <w:t>Piața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Eftimie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Murgu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nr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. 2, 30041,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Timișoara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,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jud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.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Timiș</w:t>
          </w:r>
          <w:proofErr w:type="spellEnd"/>
        </w:p>
      </w:tc>
    </w:tr>
    <w:tr w:rsidR="00901958" w:rsidRPr="0074030D" w:rsidTr="00901958">
      <w:trPr>
        <w:tblCellSpacing w:w="14" w:type="dxa"/>
        <w:jc w:val="center"/>
      </w:trPr>
      <w:tc>
        <w:tcPr>
          <w:tcW w:w="4975" w:type="pct"/>
          <w:shd w:val="clear" w:color="auto" w:fill="auto"/>
          <w:vAlign w:val="center"/>
        </w:tcPr>
        <w:p w:rsidR="00901958" w:rsidRPr="0074030D" w:rsidRDefault="00901958" w:rsidP="00762497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>
            <w:rPr>
              <w:rFonts w:ascii="Montserrat Medium" w:hAnsi="Montserrat Medium" w:cs="Calibri"/>
              <w:sz w:val="12"/>
            </w:rPr>
            <w:t>Tel: +40 256/204400; +40 256/204250; Fax: +40 256/490626</w:t>
          </w:r>
        </w:p>
      </w:tc>
    </w:tr>
  </w:tbl>
  <w:p w:rsidR="00901958" w:rsidRPr="0074030D" w:rsidRDefault="00901958" w:rsidP="00762497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4"/>
      </w:rPr>
    </w:pPr>
    <w:r w:rsidRPr="0074030D">
      <w:rPr>
        <w:rFonts w:ascii="Montserrat SemiBold" w:hAnsi="Montserrat SemiBold"/>
        <w:color w:val="06234A"/>
        <w:sz w:val="14"/>
      </w:rPr>
      <w:t>www.umft.ro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29B" w:rsidRDefault="004E129B" w:rsidP="00D2536B">
      <w:r>
        <w:separator/>
      </w:r>
    </w:p>
  </w:footnote>
  <w:footnote w:type="continuationSeparator" w:id="0">
    <w:p w:rsidR="004E129B" w:rsidRDefault="004E129B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958" w:rsidRPr="0033420F" w:rsidRDefault="0033420F" w:rsidP="0033420F">
    <w:pPr>
      <w:pStyle w:val="Header"/>
      <w:jc w:val="center"/>
      <w:rPr>
        <w:b/>
      </w:rPr>
    </w:pPr>
    <w:r w:rsidRPr="003040B2">
      <w:rPr>
        <w:noProof/>
      </w:rPr>
      <w:drawing>
        <wp:inline distT="0" distB="0" distL="0" distR="0" wp14:anchorId="3F96569A" wp14:editId="05852B6A">
          <wp:extent cx="2691040" cy="667988"/>
          <wp:effectExtent l="0" t="0" r="0" b="0"/>
          <wp:docPr id="3" name="Picture 3" descr="Logo UM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M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2689" cy="67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1958" w:rsidRDefault="0033420F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margin">
            <wp:posOffset>2903855</wp:posOffset>
          </wp:positionH>
          <wp:positionV relativeFrom="margin">
            <wp:posOffset>-219710</wp:posOffset>
          </wp:positionV>
          <wp:extent cx="3977640" cy="48895"/>
          <wp:effectExtent l="0" t="0" r="3810" b="8255"/>
          <wp:wrapSquare wrapText="bothSides"/>
          <wp:docPr id="4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01958" w:rsidRPr="00D2536B" w:rsidRDefault="00901958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006CA"/>
    <w:multiLevelType w:val="hybridMultilevel"/>
    <w:tmpl w:val="9CFE24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0D"/>
    <w:rsid w:val="00027FA7"/>
    <w:rsid w:val="00047DBE"/>
    <w:rsid w:val="00052A2A"/>
    <w:rsid w:val="000630CB"/>
    <w:rsid w:val="000B0C6C"/>
    <w:rsid w:val="000B1326"/>
    <w:rsid w:val="000D0A31"/>
    <w:rsid w:val="00111580"/>
    <w:rsid w:val="0017125D"/>
    <w:rsid w:val="00177977"/>
    <w:rsid w:val="001875D4"/>
    <w:rsid w:val="00197D3D"/>
    <w:rsid w:val="001B1154"/>
    <w:rsid w:val="001D02F5"/>
    <w:rsid w:val="001E34B8"/>
    <w:rsid w:val="00250F17"/>
    <w:rsid w:val="00263048"/>
    <w:rsid w:val="00267073"/>
    <w:rsid w:val="002A4457"/>
    <w:rsid w:val="002D31EF"/>
    <w:rsid w:val="002F1287"/>
    <w:rsid w:val="002F50CB"/>
    <w:rsid w:val="002F5A31"/>
    <w:rsid w:val="0031217D"/>
    <w:rsid w:val="0033420F"/>
    <w:rsid w:val="00366D36"/>
    <w:rsid w:val="003A17C0"/>
    <w:rsid w:val="003A6922"/>
    <w:rsid w:val="003C2A29"/>
    <w:rsid w:val="00405386"/>
    <w:rsid w:val="004515EE"/>
    <w:rsid w:val="00453D50"/>
    <w:rsid w:val="00466E6D"/>
    <w:rsid w:val="004915CF"/>
    <w:rsid w:val="004A5472"/>
    <w:rsid w:val="004D7E7E"/>
    <w:rsid w:val="004E129B"/>
    <w:rsid w:val="004E50D3"/>
    <w:rsid w:val="004F46FD"/>
    <w:rsid w:val="0051162F"/>
    <w:rsid w:val="00511F93"/>
    <w:rsid w:val="00531846"/>
    <w:rsid w:val="00574EDF"/>
    <w:rsid w:val="006010EC"/>
    <w:rsid w:val="00631F67"/>
    <w:rsid w:val="0066255E"/>
    <w:rsid w:val="00685BF9"/>
    <w:rsid w:val="006940D7"/>
    <w:rsid w:val="00696A22"/>
    <w:rsid w:val="006A1CA7"/>
    <w:rsid w:val="006B05BD"/>
    <w:rsid w:val="006D3B87"/>
    <w:rsid w:val="006E10A3"/>
    <w:rsid w:val="00704D86"/>
    <w:rsid w:val="0074030D"/>
    <w:rsid w:val="00746B5A"/>
    <w:rsid w:val="00751AC5"/>
    <w:rsid w:val="00756975"/>
    <w:rsid w:val="00756E23"/>
    <w:rsid w:val="00762497"/>
    <w:rsid w:val="00775655"/>
    <w:rsid w:val="007809A2"/>
    <w:rsid w:val="007A0BEE"/>
    <w:rsid w:val="007B1FF4"/>
    <w:rsid w:val="007B29A5"/>
    <w:rsid w:val="00806446"/>
    <w:rsid w:val="008271A0"/>
    <w:rsid w:val="00874B53"/>
    <w:rsid w:val="008B3B14"/>
    <w:rsid w:val="008C7E40"/>
    <w:rsid w:val="00901958"/>
    <w:rsid w:val="00903E19"/>
    <w:rsid w:val="009669B9"/>
    <w:rsid w:val="00990EA4"/>
    <w:rsid w:val="009B14B8"/>
    <w:rsid w:val="009B6E05"/>
    <w:rsid w:val="009F4B93"/>
    <w:rsid w:val="00A05182"/>
    <w:rsid w:val="00A10D80"/>
    <w:rsid w:val="00A32FF4"/>
    <w:rsid w:val="00A8599C"/>
    <w:rsid w:val="00AA0B30"/>
    <w:rsid w:val="00AB1260"/>
    <w:rsid w:val="00AB79E2"/>
    <w:rsid w:val="00B553AE"/>
    <w:rsid w:val="00B74F02"/>
    <w:rsid w:val="00B85B3D"/>
    <w:rsid w:val="00BC6DF8"/>
    <w:rsid w:val="00BD046B"/>
    <w:rsid w:val="00BE5CBF"/>
    <w:rsid w:val="00BF705F"/>
    <w:rsid w:val="00C024FC"/>
    <w:rsid w:val="00C1022E"/>
    <w:rsid w:val="00C15052"/>
    <w:rsid w:val="00C606D5"/>
    <w:rsid w:val="00D07E73"/>
    <w:rsid w:val="00D2536B"/>
    <w:rsid w:val="00D34BEB"/>
    <w:rsid w:val="00DD010A"/>
    <w:rsid w:val="00E0250C"/>
    <w:rsid w:val="00E86118"/>
    <w:rsid w:val="00EA27A4"/>
    <w:rsid w:val="00EE66D3"/>
    <w:rsid w:val="00EE6EBF"/>
    <w:rsid w:val="00F426DE"/>
    <w:rsid w:val="00F6087F"/>
    <w:rsid w:val="00F70636"/>
    <w:rsid w:val="00F71B65"/>
    <w:rsid w:val="00F84B39"/>
    <w:rsid w:val="00F97F99"/>
    <w:rsid w:val="00FD7107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412DF2"/>
  <w15:chartTrackingRefBased/>
  <w15:docId w15:val="{31D4ECB8-2FA7-4E27-AFCD-B6864E83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3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3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sha\Desktop\antet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0</TotalTime>
  <Pages>5</Pages>
  <Words>2139</Words>
  <Characters>12193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Piața Eftimie Murgu nr. 2, 30041, Timișoara, jud. Timiș</dc:creator>
  <cp:keywords/>
  <dc:description>Nume departament</dc:description>
  <cp:lastModifiedBy>Asus</cp:lastModifiedBy>
  <cp:revision>2</cp:revision>
  <cp:lastPrinted>2020-09-17T12:10:00Z</cp:lastPrinted>
  <dcterms:created xsi:type="dcterms:W3CDTF">2024-12-05T07:20:00Z</dcterms:created>
  <dcterms:modified xsi:type="dcterms:W3CDTF">2024-12-05T07:20:00Z</dcterms:modified>
</cp:coreProperties>
</file>