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40BD5" w14:textId="77777777" w:rsidR="00F10CFC" w:rsidRDefault="00F10CFC" w:rsidP="003B7D83">
      <w:pPr>
        <w:ind w:firstLine="720"/>
        <w:jc w:val="center"/>
        <w:rPr>
          <w:rFonts w:ascii="Arial" w:hAnsi="Arial" w:cs="Arial"/>
          <w:b/>
          <w:sz w:val="24"/>
          <w:szCs w:val="24"/>
          <w:lang w:val="en-GB"/>
        </w:rPr>
      </w:pPr>
    </w:p>
    <w:p w14:paraId="67F7FE3F" w14:textId="0B6CA1B0" w:rsidR="00F10CFC" w:rsidRDefault="00014B27" w:rsidP="00014B27">
      <w:pPr>
        <w:ind w:firstLine="720"/>
        <w:jc w:val="right"/>
        <w:rPr>
          <w:rFonts w:ascii="Arial" w:hAnsi="Arial" w:cs="Arial"/>
          <w:b/>
          <w:sz w:val="24"/>
          <w:szCs w:val="24"/>
          <w:lang w:val="en-GB"/>
        </w:rPr>
      </w:pPr>
      <w:r>
        <w:rPr>
          <w:b/>
        </w:rPr>
        <w:t xml:space="preserve">Anexa nr. 1 </w:t>
      </w:r>
      <w:r w:rsidR="00F10CFC">
        <w:rPr>
          <w:b/>
        </w:rPr>
        <w:t xml:space="preserve">Cod: </w:t>
      </w:r>
      <w:r>
        <w:rPr>
          <w:b/>
        </w:rPr>
        <w:t xml:space="preserve">UMFVBT - </w:t>
      </w:r>
      <w:r w:rsidR="00F10CFC" w:rsidRPr="00AB13B1">
        <w:rPr>
          <w:b/>
        </w:rPr>
        <w:t>PS – CEACE-CSUD/27/2025</w:t>
      </w:r>
      <w:r>
        <w:rPr>
          <w:b/>
        </w:rPr>
        <w:t xml:space="preserve"> - 01</w:t>
      </w:r>
    </w:p>
    <w:p w14:paraId="3AD2734D" w14:textId="4496CB09" w:rsidR="00132F5D" w:rsidRDefault="0078458C" w:rsidP="003B7D83">
      <w:pPr>
        <w:ind w:firstLine="720"/>
        <w:jc w:val="center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FIŞA DE AUTOEVALUARE - CONDUCĂTORI DE DOCTORAT</w:t>
      </w:r>
    </w:p>
    <w:p w14:paraId="100AC6BA" w14:textId="4DFE625A" w:rsidR="00F54423" w:rsidRDefault="003B7D83" w:rsidP="003B7D83">
      <w:pPr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 xml:space="preserve">an </w:t>
      </w:r>
      <w:proofErr w:type="spellStart"/>
      <w:r>
        <w:rPr>
          <w:rFonts w:ascii="Arial" w:hAnsi="Arial" w:cs="Arial"/>
          <w:b/>
          <w:sz w:val="24"/>
          <w:szCs w:val="24"/>
          <w:lang w:val="en-GB"/>
        </w:rPr>
        <w:t>universitar</w:t>
      </w:r>
      <w:proofErr w:type="spellEnd"/>
    </w:p>
    <w:p w14:paraId="2733E8A9" w14:textId="5E08EF25" w:rsidR="00B0590A" w:rsidRPr="00B0590A" w:rsidRDefault="00B0590A" w:rsidP="003B7D83">
      <w:pPr>
        <w:spacing w:after="0" w:line="240" w:lineRule="auto"/>
        <w:ind w:firstLine="720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  <w:lang w:val="en-GB"/>
        </w:rPr>
        <w:t>Numele</w:t>
      </w:r>
      <w:proofErr w:type="spellEnd"/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hAnsi="Arial" w:cs="Arial"/>
          <w:b/>
          <w:sz w:val="24"/>
          <w:szCs w:val="24"/>
        </w:rPr>
        <w:t>și prenumele</w:t>
      </w:r>
    </w:p>
    <w:p w14:paraId="45D8ABCB" w14:textId="04A772F1" w:rsidR="00B0590A" w:rsidRDefault="0030510E" w:rsidP="003B7D83">
      <w:pPr>
        <w:spacing w:after="0" w:line="240" w:lineRule="auto"/>
        <w:ind w:firstLine="720"/>
        <w:rPr>
          <w:rFonts w:ascii="Arial" w:hAnsi="Arial" w:cs="Arial"/>
          <w:sz w:val="24"/>
          <w:szCs w:val="24"/>
          <w:lang w:val="en-GB"/>
        </w:rPr>
      </w:pPr>
      <w:proofErr w:type="spellStart"/>
      <w:r w:rsidRPr="00F26F1B">
        <w:rPr>
          <w:rFonts w:ascii="Arial" w:hAnsi="Arial" w:cs="Arial"/>
          <w:sz w:val="24"/>
          <w:szCs w:val="24"/>
          <w:lang w:val="en-GB"/>
        </w:rPr>
        <w:t>Domeniul</w:t>
      </w:r>
      <w:proofErr w:type="spellEnd"/>
      <w:r w:rsidRPr="00F26F1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F26F1B">
        <w:rPr>
          <w:rFonts w:ascii="Arial" w:hAnsi="Arial" w:cs="Arial"/>
          <w:sz w:val="24"/>
          <w:szCs w:val="24"/>
          <w:lang w:val="en-GB"/>
        </w:rPr>
        <w:t>Medicină</w:t>
      </w:r>
      <w:proofErr w:type="spellEnd"/>
      <w:r w:rsidR="00E039FF">
        <w:rPr>
          <w:rFonts w:ascii="Arial" w:hAnsi="Arial" w:cs="Arial"/>
          <w:sz w:val="24"/>
          <w:szCs w:val="24"/>
          <w:lang w:val="en-GB"/>
        </w:rPr>
        <w:t xml:space="preserve"> </w:t>
      </w:r>
      <w:r w:rsidRPr="00F26F1B">
        <w:rPr>
          <w:rFonts w:ascii="Arial" w:hAnsi="Arial" w:cs="Arial"/>
          <w:sz w:val="24"/>
          <w:szCs w:val="24"/>
          <w:lang w:val="en-GB"/>
        </w:rPr>
        <w:t xml:space="preserve">/ </w:t>
      </w:r>
      <w:proofErr w:type="spellStart"/>
      <w:r w:rsidRPr="00F26F1B">
        <w:rPr>
          <w:rFonts w:ascii="Arial" w:hAnsi="Arial" w:cs="Arial"/>
          <w:sz w:val="24"/>
          <w:szCs w:val="24"/>
          <w:lang w:val="en-GB"/>
        </w:rPr>
        <w:t>Farmacie</w:t>
      </w:r>
      <w:proofErr w:type="spellEnd"/>
    </w:p>
    <w:p w14:paraId="26F14751" w14:textId="77777777" w:rsidR="003B7D83" w:rsidRPr="0078458C" w:rsidRDefault="003B7D83" w:rsidP="003B7D83">
      <w:pPr>
        <w:spacing w:after="0" w:line="240" w:lineRule="auto"/>
        <w:ind w:firstLine="720"/>
        <w:rPr>
          <w:rFonts w:ascii="Arial" w:hAnsi="Arial" w:cs="Arial"/>
          <w:sz w:val="24"/>
          <w:szCs w:val="24"/>
          <w:lang w:val="en-GB"/>
        </w:rPr>
      </w:pPr>
      <w:bookmarkStart w:id="0" w:name="_GoBack"/>
      <w:bookmarkEnd w:id="0"/>
    </w:p>
    <w:tbl>
      <w:tblPr>
        <w:tblStyle w:val="TableGrid"/>
        <w:tblW w:w="9630" w:type="dxa"/>
        <w:tblInd w:w="715" w:type="dxa"/>
        <w:tblLook w:val="04A0" w:firstRow="1" w:lastRow="0" w:firstColumn="1" w:lastColumn="0" w:noHBand="0" w:noVBand="1"/>
      </w:tblPr>
      <w:tblGrid>
        <w:gridCol w:w="8100"/>
        <w:gridCol w:w="1530"/>
      </w:tblGrid>
      <w:tr w:rsidR="00F26F1B" w14:paraId="18FD994D" w14:textId="77777777" w:rsidTr="00B9158F">
        <w:tc>
          <w:tcPr>
            <w:tcW w:w="8100" w:type="dxa"/>
          </w:tcPr>
          <w:p w14:paraId="4EE4B53D" w14:textId="5556E980" w:rsidR="00F26F1B" w:rsidRPr="00BB232C" w:rsidRDefault="00BB232C" w:rsidP="003B7D83">
            <w:pPr>
              <w:pStyle w:val="ListParagraph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1. </w:t>
            </w:r>
            <w:r w:rsidR="00B9158F" w:rsidRPr="00BB232C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Îndeplinirea standardele minimale CNATDCU </w:t>
            </w:r>
            <w:r w:rsidR="00426881" w:rsidRPr="00BB232C">
              <w:rPr>
                <w:rFonts w:ascii="Arial" w:hAnsi="Arial" w:cs="Arial"/>
                <w:sz w:val="24"/>
                <w:szCs w:val="24"/>
              </w:rPr>
              <w:t>DA/ NU</w:t>
            </w:r>
          </w:p>
        </w:tc>
        <w:tc>
          <w:tcPr>
            <w:tcW w:w="1530" w:type="dxa"/>
          </w:tcPr>
          <w:p w14:paraId="685F77CA" w14:textId="0FB2B1AD" w:rsidR="00F26F1B" w:rsidRPr="00BB232C" w:rsidRDefault="00F26F1B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9158F" w14:paraId="13620901" w14:textId="77777777" w:rsidTr="00B9158F">
        <w:tc>
          <w:tcPr>
            <w:tcW w:w="8100" w:type="dxa"/>
          </w:tcPr>
          <w:p w14:paraId="5F0C64AB" w14:textId="27D31BB1" w:rsidR="00B9158F" w:rsidRPr="00BB232C" w:rsidRDefault="00B9158F" w:rsidP="003B7D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32C">
              <w:rPr>
                <w:rFonts w:ascii="Arial" w:hAnsi="Arial" w:cs="Arial"/>
                <w:sz w:val="24"/>
                <w:szCs w:val="24"/>
              </w:rPr>
              <w:t>Număr articole publicate în reviste cotate ISI în calitate de autor principal</w:t>
            </w:r>
          </w:p>
        </w:tc>
        <w:tc>
          <w:tcPr>
            <w:tcW w:w="1530" w:type="dxa"/>
          </w:tcPr>
          <w:p w14:paraId="797EDFF1" w14:textId="77777777" w:rsidR="00B9158F" w:rsidRPr="00BB232C" w:rsidRDefault="00B9158F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6F1B" w14:paraId="2F5F93EB" w14:textId="77777777" w:rsidTr="00B9158F">
        <w:tc>
          <w:tcPr>
            <w:tcW w:w="8100" w:type="dxa"/>
          </w:tcPr>
          <w:p w14:paraId="53EEE4CE" w14:textId="75EE620C" w:rsidR="00F26F1B" w:rsidRPr="00BB232C" w:rsidRDefault="00F26F1B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B232C">
              <w:rPr>
                <w:rFonts w:ascii="Arial" w:hAnsi="Arial" w:cs="Arial"/>
                <w:sz w:val="24"/>
                <w:szCs w:val="24"/>
              </w:rPr>
              <w:t>Număr articole publicate în reviste cotate ISI în calitate de coautor</w:t>
            </w:r>
          </w:p>
        </w:tc>
        <w:tc>
          <w:tcPr>
            <w:tcW w:w="1530" w:type="dxa"/>
          </w:tcPr>
          <w:p w14:paraId="20B6D2F6" w14:textId="77777777" w:rsidR="00F26F1B" w:rsidRPr="00BB232C" w:rsidRDefault="00F26F1B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6F1B" w14:paraId="7C4A5CDB" w14:textId="77777777" w:rsidTr="00B9158F">
        <w:tc>
          <w:tcPr>
            <w:tcW w:w="8100" w:type="dxa"/>
          </w:tcPr>
          <w:p w14:paraId="74E98EB6" w14:textId="461A60A6" w:rsidR="00F26F1B" w:rsidRPr="00BB232C" w:rsidRDefault="00F26F1B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B232C">
              <w:rPr>
                <w:rFonts w:ascii="Arial" w:hAnsi="Arial" w:cs="Arial"/>
                <w:sz w:val="24"/>
                <w:szCs w:val="24"/>
              </w:rPr>
              <w:t>Factor cumulat de impact autor principal</w:t>
            </w:r>
          </w:p>
        </w:tc>
        <w:tc>
          <w:tcPr>
            <w:tcW w:w="1530" w:type="dxa"/>
          </w:tcPr>
          <w:p w14:paraId="690B946F" w14:textId="77777777" w:rsidR="00F26F1B" w:rsidRPr="00BB232C" w:rsidRDefault="00F26F1B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6F1B" w14:paraId="5CA4972D" w14:textId="77777777" w:rsidTr="00B9158F">
        <w:tc>
          <w:tcPr>
            <w:tcW w:w="8100" w:type="dxa"/>
          </w:tcPr>
          <w:p w14:paraId="0CFFF034" w14:textId="50AAD9C9" w:rsidR="00F26F1B" w:rsidRPr="00BB232C" w:rsidRDefault="00237A6A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B232C">
              <w:rPr>
                <w:rFonts w:ascii="Arial" w:hAnsi="Arial" w:cs="Arial"/>
                <w:sz w:val="24"/>
                <w:szCs w:val="24"/>
              </w:rPr>
              <w:t>Index Hirsh</w:t>
            </w:r>
          </w:p>
        </w:tc>
        <w:tc>
          <w:tcPr>
            <w:tcW w:w="1530" w:type="dxa"/>
          </w:tcPr>
          <w:p w14:paraId="77358E64" w14:textId="77777777" w:rsidR="00F26F1B" w:rsidRPr="00BB232C" w:rsidRDefault="00F26F1B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9158F" w14:paraId="6066D93D" w14:textId="77777777" w:rsidTr="00FA44BC">
        <w:tc>
          <w:tcPr>
            <w:tcW w:w="9630" w:type="dxa"/>
            <w:gridSpan w:val="2"/>
          </w:tcPr>
          <w:p w14:paraId="237BD353" w14:textId="7BB30B00" w:rsidR="00B9158F" w:rsidRPr="00BB232C" w:rsidRDefault="00BB232C" w:rsidP="003B7D83">
            <w:pPr>
              <w:pStyle w:val="ListParagraph"/>
              <w:spacing w:after="0" w:line="240" w:lineRule="auto"/>
              <w:ind w:left="108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2. </w:t>
            </w:r>
            <w:r w:rsidR="00B9158F" w:rsidRPr="00BB232C">
              <w:rPr>
                <w:rFonts w:ascii="Arial" w:hAnsi="Arial" w:cs="Arial"/>
                <w:b/>
                <w:color w:val="FF0000"/>
                <w:sz w:val="24"/>
                <w:szCs w:val="24"/>
              </w:rPr>
              <w:t>Studenți doctoranzi</w:t>
            </w:r>
          </w:p>
        </w:tc>
      </w:tr>
      <w:tr w:rsidR="00F26F1B" w14:paraId="53E990D5" w14:textId="77777777" w:rsidTr="00B9158F">
        <w:tc>
          <w:tcPr>
            <w:tcW w:w="8100" w:type="dxa"/>
          </w:tcPr>
          <w:p w14:paraId="4675788B" w14:textId="438C08E7" w:rsidR="00F26F1B" w:rsidRPr="00BB232C" w:rsidRDefault="00B9158F" w:rsidP="003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32C">
              <w:rPr>
                <w:rFonts w:ascii="Arial" w:hAnsi="Arial" w:cs="Arial"/>
                <w:sz w:val="24"/>
                <w:szCs w:val="24"/>
              </w:rPr>
              <w:t>Total n</w:t>
            </w:r>
            <w:r w:rsidR="00F26F1B" w:rsidRPr="00BB232C">
              <w:rPr>
                <w:rFonts w:ascii="Arial" w:hAnsi="Arial" w:cs="Arial"/>
                <w:sz w:val="24"/>
                <w:szCs w:val="24"/>
              </w:rPr>
              <w:t xml:space="preserve">umărul de studenți doctoranzi </w:t>
            </w:r>
            <w:r w:rsidR="00356216">
              <w:rPr>
                <w:rFonts w:ascii="Arial" w:hAnsi="Arial" w:cs="Arial"/>
                <w:sz w:val="24"/>
                <w:szCs w:val="24"/>
              </w:rPr>
              <w:t>coordonați în prezent</w:t>
            </w:r>
            <w:r w:rsidR="00BB232C">
              <w:rPr>
                <w:rFonts w:ascii="Arial" w:hAnsi="Arial" w:cs="Arial"/>
                <w:sz w:val="24"/>
                <w:szCs w:val="24"/>
              </w:rPr>
              <w:t xml:space="preserve"> din care:</w:t>
            </w:r>
          </w:p>
        </w:tc>
        <w:tc>
          <w:tcPr>
            <w:tcW w:w="1530" w:type="dxa"/>
          </w:tcPr>
          <w:p w14:paraId="4B6745B2" w14:textId="77777777" w:rsidR="00F26F1B" w:rsidRPr="00BB232C" w:rsidRDefault="00F26F1B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9158F" w14:paraId="446BEBAD" w14:textId="77777777" w:rsidTr="00B9158F">
        <w:tc>
          <w:tcPr>
            <w:tcW w:w="8100" w:type="dxa"/>
          </w:tcPr>
          <w:p w14:paraId="1E258B0F" w14:textId="2B145368" w:rsidR="00B9158F" w:rsidRPr="00BB232C" w:rsidRDefault="00BB232C" w:rsidP="003B7D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32C">
              <w:rPr>
                <w:rFonts w:ascii="Arial" w:hAnsi="Arial" w:cs="Arial"/>
                <w:sz w:val="24"/>
                <w:szCs w:val="24"/>
              </w:rPr>
              <w:t>N</w:t>
            </w:r>
            <w:r w:rsidR="00B9158F" w:rsidRPr="00BB232C">
              <w:rPr>
                <w:rFonts w:ascii="Arial" w:hAnsi="Arial" w:cs="Arial"/>
                <w:sz w:val="24"/>
                <w:szCs w:val="24"/>
              </w:rPr>
              <w:t>umărul de studenți doctoranzi aflați în primii 4 ani</w:t>
            </w:r>
            <w:r w:rsidR="00E81975">
              <w:rPr>
                <w:rFonts w:ascii="Arial" w:hAnsi="Arial" w:cs="Arial"/>
                <w:sz w:val="24"/>
                <w:szCs w:val="24"/>
              </w:rPr>
              <w:t xml:space="preserve"> de doctorat</w:t>
            </w:r>
          </w:p>
        </w:tc>
        <w:tc>
          <w:tcPr>
            <w:tcW w:w="1530" w:type="dxa"/>
          </w:tcPr>
          <w:p w14:paraId="215491D9" w14:textId="77777777" w:rsidR="00B9158F" w:rsidRPr="00BB232C" w:rsidRDefault="00B9158F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97C40" w14:paraId="5ED26510" w14:textId="77777777" w:rsidTr="00B9158F">
        <w:tc>
          <w:tcPr>
            <w:tcW w:w="8100" w:type="dxa"/>
          </w:tcPr>
          <w:p w14:paraId="2334A756" w14:textId="4F3B03A0" w:rsidR="00F97C40" w:rsidRPr="00BB232C" w:rsidRDefault="00BB232C" w:rsidP="003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32C">
              <w:rPr>
                <w:rFonts w:ascii="Arial" w:hAnsi="Arial" w:cs="Arial"/>
                <w:sz w:val="24"/>
                <w:szCs w:val="24"/>
              </w:rPr>
              <w:t>N</w:t>
            </w:r>
            <w:r w:rsidR="00F97C40" w:rsidRPr="00BB232C">
              <w:rPr>
                <w:rFonts w:ascii="Arial" w:hAnsi="Arial" w:cs="Arial"/>
                <w:sz w:val="24"/>
                <w:szCs w:val="24"/>
              </w:rPr>
              <w:t xml:space="preserve">umărul de studenți doctoranzi </w:t>
            </w:r>
            <w:r w:rsidR="00356216">
              <w:rPr>
                <w:rFonts w:ascii="Arial" w:hAnsi="Arial" w:cs="Arial"/>
                <w:sz w:val="24"/>
                <w:szCs w:val="24"/>
              </w:rPr>
              <w:t xml:space="preserve">coordonați </w:t>
            </w:r>
            <w:r w:rsidR="00C42C20">
              <w:rPr>
                <w:rFonts w:ascii="Arial" w:hAnsi="Arial" w:cs="Arial"/>
                <w:sz w:val="24"/>
                <w:szCs w:val="24"/>
              </w:rPr>
              <w:t>care au participat la conferințe</w:t>
            </w:r>
          </w:p>
        </w:tc>
        <w:tc>
          <w:tcPr>
            <w:tcW w:w="1530" w:type="dxa"/>
          </w:tcPr>
          <w:p w14:paraId="36045234" w14:textId="77777777" w:rsidR="00F97C40" w:rsidRPr="00BB232C" w:rsidRDefault="00F97C40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B232C" w14:paraId="7E8C7221" w14:textId="77777777" w:rsidTr="00B9158F">
        <w:tc>
          <w:tcPr>
            <w:tcW w:w="8100" w:type="dxa"/>
          </w:tcPr>
          <w:p w14:paraId="109BD128" w14:textId="77777777" w:rsidR="00BB232C" w:rsidRPr="00BB232C" w:rsidRDefault="00BB232C" w:rsidP="003B7D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32C">
              <w:rPr>
                <w:rFonts w:ascii="Arial" w:hAnsi="Arial" w:cs="Arial"/>
                <w:sz w:val="24"/>
                <w:szCs w:val="24"/>
              </w:rPr>
              <w:t>Numărul studenţilor doctoranzi care au efectuat un stagiu de</w:t>
            </w:r>
          </w:p>
          <w:p w14:paraId="7DBE7421" w14:textId="7BC29C25" w:rsidR="00BB232C" w:rsidRPr="00BB232C" w:rsidRDefault="00BB232C" w:rsidP="003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pregătire sau o alta formă</w:t>
            </w:r>
            <w:r w:rsidRPr="00BB232C">
              <w:rPr>
                <w:rFonts w:ascii="Arial" w:hAnsi="Arial" w:cs="Arial"/>
                <w:sz w:val="24"/>
                <w:szCs w:val="24"/>
              </w:rPr>
              <w:t xml:space="preserve"> de mobilitate </w:t>
            </w:r>
          </w:p>
        </w:tc>
        <w:tc>
          <w:tcPr>
            <w:tcW w:w="1530" w:type="dxa"/>
          </w:tcPr>
          <w:p w14:paraId="0E7A228F" w14:textId="77777777" w:rsidR="00BB232C" w:rsidRPr="00BB232C" w:rsidRDefault="00BB232C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0BA" w14:paraId="58A78070" w14:textId="77777777" w:rsidTr="00AF5005">
        <w:tc>
          <w:tcPr>
            <w:tcW w:w="9630" w:type="dxa"/>
            <w:gridSpan w:val="2"/>
          </w:tcPr>
          <w:p w14:paraId="4CC264F2" w14:textId="0C702208" w:rsidR="000010BA" w:rsidRPr="00BB232C" w:rsidRDefault="000010BA" w:rsidP="003B7D8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B232C">
              <w:rPr>
                <w:rFonts w:ascii="Arial" w:hAnsi="Arial" w:cs="Arial"/>
                <w:b/>
                <w:color w:val="FF0000"/>
                <w:sz w:val="24"/>
                <w:szCs w:val="24"/>
              </w:rPr>
              <w:t>Teze de doctorat susținute</w:t>
            </w:r>
            <w:r w:rsidR="00356216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în ultimii 5 ani</w:t>
            </w:r>
          </w:p>
        </w:tc>
      </w:tr>
      <w:tr w:rsidR="00F26F1B" w14:paraId="79969277" w14:textId="77777777" w:rsidTr="00B9158F">
        <w:tc>
          <w:tcPr>
            <w:tcW w:w="8100" w:type="dxa"/>
          </w:tcPr>
          <w:p w14:paraId="31910D0E" w14:textId="49307F8B" w:rsidR="00F26F1B" w:rsidRPr="00F26F1B" w:rsidRDefault="00F26F1B" w:rsidP="003B7D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26F1B">
              <w:rPr>
                <w:rFonts w:ascii="Arial" w:hAnsi="Arial" w:cs="Arial"/>
                <w:sz w:val="24"/>
                <w:szCs w:val="24"/>
              </w:rPr>
              <w:t>Număr</w:t>
            </w:r>
            <w:r w:rsidR="00BB232C">
              <w:rPr>
                <w:rFonts w:ascii="Arial" w:hAnsi="Arial" w:cs="Arial"/>
                <w:sz w:val="24"/>
                <w:szCs w:val="24"/>
              </w:rPr>
              <w:t>ul tezelor de doctorat redactate</w:t>
            </w:r>
            <w:r w:rsidRPr="00F26F1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în limba română</w:t>
            </w:r>
          </w:p>
        </w:tc>
        <w:tc>
          <w:tcPr>
            <w:tcW w:w="1530" w:type="dxa"/>
          </w:tcPr>
          <w:p w14:paraId="582409BE" w14:textId="77777777" w:rsidR="00F26F1B" w:rsidRDefault="00F26F1B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6F1B" w14:paraId="4A1156D5" w14:textId="77777777" w:rsidTr="00B9158F">
        <w:tc>
          <w:tcPr>
            <w:tcW w:w="8100" w:type="dxa"/>
          </w:tcPr>
          <w:p w14:paraId="38E64150" w14:textId="75F8A155" w:rsidR="00F26F1B" w:rsidRPr="00F26F1B" w:rsidRDefault="00F26F1B" w:rsidP="003B7D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26F1B">
              <w:rPr>
                <w:rFonts w:ascii="Arial" w:hAnsi="Arial" w:cs="Arial"/>
                <w:sz w:val="24"/>
                <w:szCs w:val="24"/>
              </w:rPr>
              <w:t>Număr</w:t>
            </w:r>
            <w:r w:rsidR="00BB232C">
              <w:rPr>
                <w:rFonts w:ascii="Arial" w:hAnsi="Arial" w:cs="Arial"/>
                <w:sz w:val="24"/>
                <w:szCs w:val="24"/>
              </w:rPr>
              <w:t>ul</w:t>
            </w:r>
            <w:r w:rsidRPr="00F26F1B">
              <w:rPr>
                <w:rFonts w:ascii="Arial" w:hAnsi="Arial" w:cs="Arial"/>
                <w:sz w:val="24"/>
                <w:szCs w:val="24"/>
              </w:rPr>
              <w:t xml:space="preserve"> teze</w:t>
            </w:r>
            <w:r w:rsidR="00BB232C">
              <w:rPr>
                <w:rFonts w:ascii="Arial" w:hAnsi="Arial" w:cs="Arial"/>
                <w:sz w:val="24"/>
                <w:szCs w:val="24"/>
              </w:rPr>
              <w:t>lor</w:t>
            </w:r>
            <w:r w:rsidRPr="00F26F1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de doctorat redactate în limba </w:t>
            </w:r>
            <w:r w:rsidRPr="00F26F1B">
              <w:rPr>
                <w:rFonts w:ascii="Arial" w:hAnsi="Arial" w:cs="Arial"/>
                <w:sz w:val="24"/>
                <w:szCs w:val="24"/>
              </w:rPr>
              <w:t>engleză</w:t>
            </w:r>
          </w:p>
        </w:tc>
        <w:tc>
          <w:tcPr>
            <w:tcW w:w="1530" w:type="dxa"/>
          </w:tcPr>
          <w:p w14:paraId="7DA8A6BB" w14:textId="77777777" w:rsidR="00F26F1B" w:rsidRDefault="00F26F1B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0BA" w14:paraId="577B015A" w14:textId="77777777" w:rsidTr="00586F81">
        <w:tc>
          <w:tcPr>
            <w:tcW w:w="9630" w:type="dxa"/>
            <w:gridSpan w:val="2"/>
          </w:tcPr>
          <w:p w14:paraId="4C0E3102" w14:textId="08361D00" w:rsidR="000010BA" w:rsidRPr="00BB232C" w:rsidRDefault="000010BA" w:rsidP="003B7D8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B232C">
              <w:rPr>
                <w:rFonts w:ascii="Arial" w:hAnsi="Arial" w:cs="Arial"/>
                <w:b/>
                <w:color w:val="FF0000"/>
                <w:sz w:val="24"/>
                <w:szCs w:val="24"/>
              </w:rPr>
              <w:t>Teze de doctorat</w:t>
            </w:r>
            <w:r w:rsidRPr="00BB232C">
              <w:rPr>
                <w:b/>
                <w:color w:val="FF0000"/>
              </w:rPr>
              <w:t xml:space="preserve"> </w:t>
            </w:r>
            <w:r w:rsidRPr="00BB232C">
              <w:rPr>
                <w:rFonts w:ascii="Arial" w:hAnsi="Arial" w:cs="Arial"/>
                <w:b/>
                <w:color w:val="FF0000"/>
                <w:sz w:val="24"/>
                <w:szCs w:val="24"/>
              </w:rPr>
              <w:t>aflate în desfăşurare</w:t>
            </w:r>
          </w:p>
        </w:tc>
      </w:tr>
      <w:tr w:rsidR="00F26F1B" w14:paraId="5E53780C" w14:textId="77777777" w:rsidTr="00B9158F">
        <w:tc>
          <w:tcPr>
            <w:tcW w:w="8100" w:type="dxa"/>
          </w:tcPr>
          <w:p w14:paraId="4BB25B79" w14:textId="797DC04F" w:rsidR="00B0590A" w:rsidRPr="00F26F1B" w:rsidRDefault="00F26F1B" w:rsidP="003B7D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26F1B">
              <w:rPr>
                <w:rFonts w:ascii="Arial" w:hAnsi="Arial" w:cs="Arial"/>
                <w:sz w:val="24"/>
                <w:szCs w:val="24"/>
              </w:rPr>
              <w:t>Număr</w:t>
            </w:r>
            <w:r w:rsidR="00BB232C">
              <w:rPr>
                <w:rFonts w:ascii="Arial" w:hAnsi="Arial" w:cs="Arial"/>
                <w:sz w:val="24"/>
                <w:szCs w:val="24"/>
              </w:rPr>
              <w:t>ul</w:t>
            </w:r>
            <w:r w:rsidRPr="00F26F1B">
              <w:rPr>
                <w:rFonts w:ascii="Arial" w:hAnsi="Arial" w:cs="Arial"/>
                <w:sz w:val="24"/>
                <w:szCs w:val="24"/>
              </w:rPr>
              <w:t xml:space="preserve"> teze</w:t>
            </w:r>
            <w:r w:rsidR="00BB232C">
              <w:rPr>
                <w:rFonts w:ascii="Arial" w:hAnsi="Arial" w:cs="Arial"/>
                <w:sz w:val="24"/>
                <w:szCs w:val="24"/>
              </w:rPr>
              <w:t>lor</w:t>
            </w:r>
            <w:r w:rsidRPr="00F26F1B">
              <w:rPr>
                <w:rFonts w:ascii="Arial" w:hAnsi="Arial" w:cs="Arial"/>
                <w:sz w:val="24"/>
                <w:szCs w:val="24"/>
              </w:rPr>
              <w:t xml:space="preserve"> de doctorat în cotutelă</w:t>
            </w:r>
            <w:r w:rsidR="00B059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0590A" w:rsidRPr="00B0590A">
              <w:rPr>
                <w:rFonts w:ascii="Arial" w:hAnsi="Arial" w:cs="Arial"/>
                <w:sz w:val="24"/>
                <w:szCs w:val="24"/>
              </w:rPr>
              <w:t>aflate în desfăşurare, din care:</w:t>
            </w:r>
          </w:p>
        </w:tc>
        <w:tc>
          <w:tcPr>
            <w:tcW w:w="1530" w:type="dxa"/>
          </w:tcPr>
          <w:p w14:paraId="1A12CD1C" w14:textId="77777777" w:rsidR="00F26F1B" w:rsidRDefault="00F26F1B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0590A" w14:paraId="3EC1C538" w14:textId="77777777" w:rsidTr="00B9158F">
        <w:tc>
          <w:tcPr>
            <w:tcW w:w="8100" w:type="dxa"/>
          </w:tcPr>
          <w:p w14:paraId="1FAB7E83" w14:textId="4DBA9D3F" w:rsidR="00B0590A" w:rsidRPr="00F26F1B" w:rsidRDefault="000010BA" w:rsidP="003B7D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în cotutelă </w:t>
            </w:r>
            <w:r w:rsidR="00B0590A">
              <w:rPr>
                <w:rFonts w:ascii="Arial" w:hAnsi="Arial" w:cs="Arial"/>
                <w:sz w:val="24"/>
                <w:szCs w:val="24"/>
              </w:rPr>
              <w:t>internațională</w:t>
            </w:r>
          </w:p>
        </w:tc>
        <w:tc>
          <w:tcPr>
            <w:tcW w:w="1530" w:type="dxa"/>
          </w:tcPr>
          <w:p w14:paraId="11211F7D" w14:textId="77777777" w:rsidR="00B0590A" w:rsidRDefault="00B0590A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0590A" w14:paraId="7F0380A1" w14:textId="77777777" w:rsidTr="00B9158F">
        <w:tc>
          <w:tcPr>
            <w:tcW w:w="8100" w:type="dxa"/>
          </w:tcPr>
          <w:p w14:paraId="20D43429" w14:textId="25161584" w:rsidR="00B0590A" w:rsidRPr="00B0590A" w:rsidRDefault="00B0590A" w:rsidP="003B7D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590A">
              <w:rPr>
                <w:rFonts w:ascii="Arial" w:hAnsi="Arial" w:cs="Arial"/>
                <w:sz w:val="24"/>
                <w:szCs w:val="24"/>
              </w:rPr>
              <w:t>în cotutelă națională</w:t>
            </w:r>
          </w:p>
        </w:tc>
        <w:tc>
          <w:tcPr>
            <w:tcW w:w="1530" w:type="dxa"/>
          </w:tcPr>
          <w:p w14:paraId="07E1DDB8" w14:textId="77777777" w:rsidR="00B0590A" w:rsidRDefault="00B0590A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00149FD" w14:textId="227B97FF" w:rsidR="0030510E" w:rsidRDefault="0030510E" w:rsidP="003B7D83">
      <w:pPr>
        <w:spacing w:after="0" w:line="240" w:lineRule="auto"/>
        <w:ind w:firstLine="720"/>
        <w:rPr>
          <w:rFonts w:ascii="Arial" w:hAnsi="Arial" w:cs="Arial"/>
          <w:b/>
          <w:sz w:val="24"/>
          <w:szCs w:val="24"/>
        </w:rPr>
      </w:pPr>
    </w:p>
    <w:p w14:paraId="38EFDD18" w14:textId="497F6D66" w:rsidR="001A1E4D" w:rsidRPr="00BF23D7" w:rsidRDefault="00095631" w:rsidP="003B7D83">
      <w:pPr>
        <w:spacing w:after="0" w:line="240" w:lineRule="auto"/>
        <w:ind w:left="72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Cs w:val="20"/>
        </w:rPr>
        <w:t xml:space="preserve">   </w:t>
      </w:r>
      <w:r w:rsidR="001303BE" w:rsidRPr="00BF23D7">
        <w:rPr>
          <w:rFonts w:ascii="Arial" w:eastAsiaTheme="minorHAnsi" w:hAnsi="Arial" w:cs="Arial"/>
          <w:b/>
          <w:sz w:val="24"/>
          <w:szCs w:val="24"/>
        </w:rPr>
        <w:t>E</w:t>
      </w:r>
      <w:r w:rsidR="001A1E4D" w:rsidRPr="00BF23D7">
        <w:rPr>
          <w:rFonts w:ascii="Arial" w:eastAsiaTheme="minorHAnsi" w:hAnsi="Arial" w:cs="Arial"/>
          <w:b/>
          <w:sz w:val="24"/>
          <w:szCs w:val="24"/>
        </w:rPr>
        <w:t>valuaţi aspecte</w:t>
      </w:r>
      <w:r w:rsidR="00C36844" w:rsidRPr="00BF23D7">
        <w:rPr>
          <w:rFonts w:ascii="Arial" w:eastAsiaTheme="minorHAnsi" w:hAnsi="Arial" w:cs="Arial"/>
          <w:b/>
          <w:sz w:val="24"/>
          <w:szCs w:val="24"/>
        </w:rPr>
        <w:t>le</w:t>
      </w:r>
      <w:r w:rsidR="001A1E4D" w:rsidRPr="00BF23D7">
        <w:rPr>
          <w:rFonts w:ascii="Arial" w:eastAsiaTheme="minorHAnsi" w:hAnsi="Arial" w:cs="Arial"/>
          <w:b/>
          <w:sz w:val="24"/>
          <w:szCs w:val="24"/>
        </w:rPr>
        <w:t xml:space="preserve"> legate de </w:t>
      </w:r>
      <w:r w:rsidR="00BF23D7">
        <w:rPr>
          <w:rFonts w:ascii="Arial" w:eastAsiaTheme="minorHAnsi" w:hAnsi="Arial" w:cs="Arial"/>
          <w:b/>
          <w:sz w:val="24"/>
          <w:szCs w:val="24"/>
        </w:rPr>
        <w:t>activități</w:t>
      </w:r>
      <w:r w:rsidR="00C36844" w:rsidRPr="00BF23D7">
        <w:rPr>
          <w:rFonts w:ascii="Arial" w:eastAsiaTheme="minorHAnsi" w:hAnsi="Arial" w:cs="Arial"/>
          <w:b/>
          <w:sz w:val="24"/>
          <w:szCs w:val="24"/>
        </w:rPr>
        <w:t xml:space="preserve"> în folosul comunităţii academice</w:t>
      </w:r>
    </w:p>
    <w:p w14:paraId="6501A5AD" w14:textId="4F613CD8" w:rsidR="001A1E4D" w:rsidRPr="00BF23D7" w:rsidRDefault="001A1E4D" w:rsidP="003B7D83">
      <w:pPr>
        <w:spacing w:after="0" w:line="240" w:lineRule="auto"/>
        <w:ind w:left="720"/>
        <w:rPr>
          <w:rFonts w:ascii="Arial" w:eastAsiaTheme="minorHAnsi" w:hAnsi="Arial" w:cs="Arial"/>
          <w:sz w:val="24"/>
          <w:szCs w:val="24"/>
        </w:rPr>
      </w:pPr>
      <w:r w:rsidRPr="00BF23D7">
        <w:rPr>
          <w:rFonts w:ascii="Arial" w:eastAsiaTheme="minorHAnsi" w:hAnsi="Arial" w:cs="Arial"/>
          <w:sz w:val="24"/>
          <w:szCs w:val="24"/>
        </w:rPr>
        <w:t xml:space="preserve">   </w:t>
      </w:r>
      <w:r w:rsidR="00902581">
        <w:rPr>
          <w:rFonts w:ascii="Arial" w:eastAsiaTheme="minorHAnsi" w:hAnsi="Arial" w:cs="Arial"/>
          <w:sz w:val="24"/>
          <w:szCs w:val="24"/>
        </w:rPr>
        <w:tab/>
      </w:r>
      <w:r w:rsidRPr="00BF23D7">
        <w:rPr>
          <w:rFonts w:ascii="Arial" w:eastAsiaTheme="minorHAnsi" w:hAnsi="Arial" w:cs="Arial"/>
          <w:sz w:val="24"/>
          <w:szCs w:val="24"/>
        </w:rPr>
        <w:t xml:space="preserve"> (conversie: 1 – foarte redusă, 5 – foarte bună)</w:t>
      </w:r>
    </w:p>
    <w:tbl>
      <w:tblPr>
        <w:tblStyle w:val="TableGrid1"/>
        <w:tblW w:w="9630" w:type="dxa"/>
        <w:tblInd w:w="715" w:type="dxa"/>
        <w:tblLayout w:type="fixed"/>
        <w:tblLook w:val="04A0" w:firstRow="1" w:lastRow="0" w:firstColumn="1" w:lastColumn="0" w:noHBand="0" w:noVBand="1"/>
      </w:tblPr>
      <w:tblGrid>
        <w:gridCol w:w="630"/>
        <w:gridCol w:w="5850"/>
        <w:gridCol w:w="630"/>
        <w:gridCol w:w="630"/>
        <w:gridCol w:w="630"/>
        <w:gridCol w:w="630"/>
        <w:gridCol w:w="630"/>
      </w:tblGrid>
      <w:tr w:rsidR="003B7D83" w:rsidRPr="00BF23D7" w14:paraId="26234465" w14:textId="77777777" w:rsidTr="003B7D83">
        <w:tc>
          <w:tcPr>
            <w:tcW w:w="630" w:type="dxa"/>
            <w:vAlign w:val="center"/>
          </w:tcPr>
          <w:p w14:paraId="0B3DD463" w14:textId="77777777" w:rsidR="001A1E4D" w:rsidRPr="00BF23D7" w:rsidRDefault="001A1E4D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850" w:type="dxa"/>
          </w:tcPr>
          <w:p w14:paraId="5E099B13" w14:textId="77777777" w:rsidR="001A1E4D" w:rsidRPr="00BF23D7" w:rsidRDefault="001A1E4D" w:rsidP="003B7D83">
            <w:pPr>
              <w:spacing w:after="0" w:line="240" w:lineRule="auto"/>
              <w:ind w:left="720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318F2230" w14:textId="77777777" w:rsidR="001A1E4D" w:rsidRPr="00BF23D7" w:rsidRDefault="001A1E4D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1</w:t>
            </w:r>
          </w:p>
        </w:tc>
        <w:tc>
          <w:tcPr>
            <w:tcW w:w="630" w:type="dxa"/>
            <w:vAlign w:val="center"/>
          </w:tcPr>
          <w:p w14:paraId="5B1F4FB2" w14:textId="77777777" w:rsidR="001A1E4D" w:rsidRPr="00BF23D7" w:rsidRDefault="001A1E4D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2</w:t>
            </w:r>
          </w:p>
        </w:tc>
        <w:tc>
          <w:tcPr>
            <w:tcW w:w="630" w:type="dxa"/>
            <w:vAlign w:val="center"/>
          </w:tcPr>
          <w:p w14:paraId="5B414BB6" w14:textId="77777777" w:rsidR="001A1E4D" w:rsidRPr="00BF23D7" w:rsidRDefault="001A1E4D" w:rsidP="003B7D83">
            <w:pPr>
              <w:spacing w:after="0" w:line="240" w:lineRule="auto"/>
              <w:ind w:left="3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3</w:t>
            </w:r>
          </w:p>
        </w:tc>
        <w:tc>
          <w:tcPr>
            <w:tcW w:w="630" w:type="dxa"/>
            <w:vAlign w:val="center"/>
          </w:tcPr>
          <w:p w14:paraId="73025C1B" w14:textId="77777777" w:rsidR="001A1E4D" w:rsidRPr="00BF23D7" w:rsidRDefault="001A1E4D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4</w:t>
            </w:r>
          </w:p>
        </w:tc>
        <w:tc>
          <w:tcPr>
            <w:tcW w:w="630" w:type="dxa"/>
            <w:vAlign w:val="center"/>
          </w:tcPr>
          <w:p w14:paraId="3C947397" w14:textId="77777777" w:rsidR="001A1E4D" w:rsidRPr="00BF23D7" w:rsidRDefault="001A1E4D" w:rsidP="003B7D83">
            <w:pPr>
              <w:spacing w:after="0" w:line="240" w:lineRule="auto"/>
              <w:ind w:left="4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5</w:t>
            </w:r>
          </w:p>
        </w:tc>
      </w:tr>
      <w:tr w:rsidR="003B7D83" w:rsidRPr="00BF23D7" w14:paraId="7B979617" w14:textId="77777777" w:rsidTr="003B7D83">
        <w:tc>
          <w:tcPr>
            <w:tcW w:w="630" w:type="dxa"/>
            <w:vAlign w:val="center"/>
          </w:tcPr>
          <w:p w14:paraId="320396AE" w14:textId="77777777" w:rsidR="00E81975" w:rsidRPr="00BF23D7" w:rsidRDefault="00E81975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1.</w:t>
            </w:r>
          </w:p>
        </w:tc>
        <w:tc>
          <w:tcPr>
            <w:tcW w:w="5850" w:type="dxa"/>
          </w:tcPr>
          <w:p w14:paraId="4EB86FB2" w14:textId="70517C01" w:rsidR="00E81975" w:rsidRPr="00BF23D7" w:rsidRDefault="00E81975" w:rsidP="003B7D83">
            <w:pPr>
              <w:spacing w:after="0" w:line="240" w:lineRule="auto"/>
              <w:ind w:left="10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 xml:space="preserve">Implicarea în activități administrative în cadrul Școlii doctorale la care sunteți afiliat </w:t>
            </w:r>
          </w:p>
        </w:tc>
        <w:tc>
          <w:tcPr>
            <w:tcW w:w="630" w:type="dxa"/>
            <w:vAlign w:val="center"/>
          </w:tcPr>
          <w:p w14:paraId="14A1DB61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2069D84E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179BE76E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530A1830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454ED03D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3B7D83" w:rsidRPr="00BF23D7" w14:paraId="5D654E94" w14:textId="77777777" w:rsidTr="003B7D83">
        <w:tc>
          <w:tcPr>
            <w:tcW w:w="630" w:type="dxa"/>
            <w:vAlign w:val="center"/>
          </w:tcPr>
          <w:p w14:paraId="196644B4" w14:textId="1A92F112" w:rsidR="00E81975" w:rsidRPr="00BF23D7" w:rsidRDefault="00E81975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2.</w:t>
            </w:r>
          </w:p>
        </w:tc>
        <w:tc>
          <w:tcPr>
            <w:tcW w:w="5850" w:type="dxa"/>
          </w:tcPr>
          <w:p w14:paraId="03667879" w14:textId="6E038C95" w:rsidR="00E81975" w:rsidRPr="00BF23D7" w:rsidRDefault="00E81975" w:rsidP="003B7D83">
            <w:pPr>
              <w:spacing w:after="0" w:line="240" w:lineRule="auto"/>
              <w:ind w:left="10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Implicarea în organizar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>e</w:t>
            </w: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a sesiu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nilor de prelegeri, prezentări </w:t>
            </w: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adresate studenților doctoranzi</w:t>
            </w:r>
          </w:p>
        </w:tc>
        <w:tc>
          <w:tcPr>
            <w:tcW w:w="630" w:type="dxa"/>
            <w:vAlign w:val="center"/>
          </w:tcPr>
          <w:p w14:paraId="0D286D96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6300CCBC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30BB3FCF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1A8BB72D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CFEFE0E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3B7D83" w:rsidRPr="00BF23D7" w14:paraId="04346A8F" w14:textId="77777777" w:rsidTr="003B7D83">
        <w:tc>
          <w:tcPr>
            <w:tcW w:w="630" w:type="dxa"/>
            <w:vAlign w:val="center"/>
          </w:tcPr>
          <w:p w14:paraId="3E9A608A" w14:textId="79182B60" w:rsidR="00E81975" w:rsidRPr="00BF23D7" w:rsidRDefault="00E81975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3.</w:t>
            </w:r>
          </w:p>
        </w:tc>
        <w:tc>
          <w:tcPr>
            <w:tcW w:w="5850" w:type="dxa"/>
          </w:tcPr>
          <w:p w14:paraId="43765DC8" w14:textId="03D52A34" w:rsidR="00E81975" w:rsidRPr="00BF23D7" w:rsidRDefault="00E81975" w:rsidP="003B7D83">
            <w:pPr>
              <w:spacing w:after="0" w:line="240" w:lineRule="auto"/>
              <w:ind w:left="10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Implicarea în organizar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>e</w:t>
            </w: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a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de </w:t>
            </w: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comunicări științifice adresate studenților doctoranzi</w:t>
            </w:r>
          </w:p>
        </w:tc>
        <w:tc>
          <w:tcPr>
            <w:tcW w:w="630" w:type="dxa"/>
            <w:vAlign w:val="center"/>
          </w:tcPr>
          <w:p w14:paraId="2EF89EB8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12EDC340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46682FE3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2601F5CD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343F8740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3B7D83" w:rsidRPr="00BF23D7" w14:paraId="1AED1C9F" w14:textId="77777777" w:rsidTr="003B7D83">
        <w:tc>
          <w:tcPr>
            <w:tcW w:w="630" w:type="dxa"/>
            <w:vAlign w:val="center"/>
          </w:tcPr>
          <w:p w14:paraId="12846866" w14:textId="2F44EC33" w:rsidR="00E81975" w:rsidRPr="00BF23D7" w:rsidRDefault="00E81975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4.</w:t>
            </w:r>
          </w:p>
        </w:tc>
        <w:tc>
          <w:tcPr>
            <w:tcW w:w="5850" w:type="dxa"/>
          </w:tcPr>
          <w:p w14:paraId="7CA5C25B" w14:textId="3BF49A60" w:rsidR="00E81975" w:rsidRPr="00BF23D7" w:rsidRDefault="00E81975" w:rsidP="003B7D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Colaborarea cu colegii /conducători de doctorat din cadrul domeniului dumneavoastră și/sau celelalte domenii</w:t>
            </w:r>
          </w:p>
        </w:tc>
        <w:tc>
          <w:tcPr>
            <w:tcW w:w="630" w:type="dxa"/>
            <w:vAlign w:val="center"/>
          </w:tcPr>
          <w:p w14:paraId="7E1E0AD3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619244E6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436A1C52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58CD5DCA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5993ECB7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3B7D83" w:rsidRPr="00BF23D7" w14:paraId="01906B69" w14:textId="77777777" w:rsidTr="003B7D83">
        <w:trPr>
          <w:trHeight w:val="233"/>
        </w:trPr>
        <w:tc>
          <w:tcPr>
            <w:tcW w:w="630" w:type="dxa"/>
            <w:vAlign w:val="center"/>
          </w:tcPr>
          <w:p w14:paraId="156FC812" w14:textId="050EAA48" w:rsidR="00E81975" w:rsidRPr="00BF23D7" w:rsidRDefault="003B7D83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5</w:t>
            </w:r>
            <w:r w:rsidR="00E81975">
              <w:rPr>
                <w:rFonts w:ascii="Arial" w:eastAsiaTheme="minorHAnsi" w:hAnsi="Arial" w:cs="Arial"/>
                <w:sz w:val="24"/>
                <w:szCs w:val="24"/>
              </w:rPr>
              <w:t>.</w:t>
            </w:r>
          </w:p>
        </w:tc>
        <w:tc>
          <w:tcPr>
            <w:tcW w:w="5850" w:type="dxa"/>
          </w:tcPr>
          <w:p w14:paraId="7C5B18E0" w14:textId="774EF340" w:rsidR="00E81975" w:rsidRPr="00BF23D7" w:rsidRDefault="00A95071" w:rsidP="003B7D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Participare la</w:t>
            </w:r>
            <w:r w:rsidRPr="00A95071">
              <w:rPr>
                <w:rFonts w:ascii="Arial" w:eastAsiaTheme="minorHAnsi" w:hAnsi="Arial" w:cs="Arial"/>
                <w:sz w:val="24"/>
                <w:szCs w:val="24"/>
              </w:rPr>
              <w:t xml:space="preserve"> comisii de doctorat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>/abilitare</w:t>
            </w:r>
          </w:p>
        </w:tc>
        <w:tc>
          <w:tcPr>
            <w:tcW w:w="630" w:type="dxa"/>
            <w:vAlign w:val="center"/>
          </w:tcPr>
          <w:p w14:paraId="4DD64E5F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31897C3D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026FEEF4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1B2EC25C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6BE31458" w14:textId="77777777" w:rsidR="00E81975" w:rsidRPr="00BF23D7" w:rsidRDefault="00E81975" w:rsidP="003B7D83">
            <w:pPr>
              <w:spacing w:after="0" w:line="240" w:lineRule="auto"/>
              <w:ind w:left="720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</w:tbl>
    <w:p w14:paraId="1C753CF1" w14:textId="77777777" w:rsidR="001A1E4D" w:rsidRPr="001A1E4D" w:rsidRDefault="001A1E4D" w:rsidP="003B7D83">
      <w:pPr>
        <w:spacing w:after="0" w:line="240" w:lineRule="auto"/>
        <w:ind w:left="720"/>
        <w:rPr>
          <w:rFonts w:ascii="Arial" w:eastAsiaTheme="minorHAnsi" w:hAnsi="Arial" w:cs="Arial"/>
          <w:sz w:val="20"/>
          <w:szCs w:val="20"/>
        </w:rPr>
      </w:pPr>
    </w:p>
    <w:p w14:paraId="384A3921" w14:textId="77777777" w:rsidR="003B7D83" w:rsidRDefault="00A95071" w:rsidP="003B7D8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BB0B39">
        <w:rPr>
          <w:rFonts w:ascii="Arial" w:hAnsi="Arial" w:cs="Arial"/>
          <w:sz w:val="24"/>
          <w:szCs w:val="24"/>
        </w:rPr>
        <w:t>Vă mulţumim!</w:t>
      </w:r>
      <w:r w:rsidR="003B7D83">
        <w:rPr>
          <w:rFonts w:ascii="Arial" w:hAnsi="Arial" w:cs="Arial"/>
          <w:sz w:val="24"/>
          <w:szCs w:val="24"/>
        </w:rPr>
        <w:t xml:space="preserve"> </w:t>
      </w:r>
    </w:p>
    <w:p w14:paraId="53A26DCB" w14:textId="5DFC6F64" w:rsidR="00A95071" w:rsidRPr="00BB0B39" w:rsidRDefault="003B7D83" w:rsidP="003B7D8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BB0B39">
        <w:rPr>
          <w:rFonts w:ascii="Arial" w:hAnsi="Arial" w:cs="Arial"/>
          <w:sz w:val="24"/>
          <w:szCs w:val="24"/>
          <w:lang w:val="en-US"/>
        </w:rPr>
        <w:t xml:space="preserve">Scala de </w:t>
      </w:r>
      <w:proofErr w:type="spellStart"/>
      <w:r w:rsidRPr="00BB0B39">
        <w:rPr>
          <w:rFonts w:ascii="Arial" w:hAnsi="Arial" w:cs="Arial"/>
          <w:sz w:val="24"/>
          <w:szCs w:val="24"/>
          <w:lang w:val="en-US"/>
        </w:rPr>
        <w:t>transformare</w:t>
      </w:r>
      <w:proofErr w:type="spellEnd"/>
      <w:r w:rsidRPr="00BB0B39"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 w:rsidRPr="00BB0B39">
        <w:rPr>
          <w:rFonts w:ascii="Arial" w:hAnsi="Arial" w:cs="Arial"/>
          <w:sz w:val="24"/>
          <w:szCs w:val="24"/>
          <w:lang w:val="en-US"/>
        </w:rPr>
        <w:t>notelor</w:t>
      </w:r>
      <w:proofErr w:type="spellEnd"/>
      <w:r w:rsidRPr="00BB0B3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B0B39">
        <w:rPr>
          <w:rFonts w:ascii="Arial" w:hAnsi="Arial" w:cs="Arial"/>
          <w:sz w:val="24"/>
          <w:szCs w:val="24"/>
          <w:lang w:val="en-US"/>
        </w:rPr>
        <w:t>în</w:t>
      </w:r>
      <w:proofErr w:type="spellEnd"/>
      <w:r w:rsidRPr="00BB0B3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B0B39">
        <w:rPr>
          <w:rFonts w:ascii="Arial" w:hAnsi="Arial" w:cs="Arial"/>
          <w:sz w:val="24"/>
          <w:szCs w:val="24"/>
          <w:lang w:val="en-US"/>
        </w:rPr>
        <w:t>calificative</w:t>
      </w:r>
      <w:proofErr w:type="spellEnd"/>
      <w:r w:rsidRPr="00BB0B3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B0B39">
        <w:rPr>
          <w:rFonts w:ascii="Arial" w:hAnsi="Arial" w:cs="Arial"/>
          <w:sz w:val="24"/>
          <w:szCs w:val="24"/>
          <w:lang w:val="en-US"/>
        </w:rPr>
        <w:t>este</w:t>
      </w:r>
      <w:proofErr w:type="spellEnd"/>
      <w:r w:rsidRPr="00BB0B3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B0B39">
        <w:rPr>
          <w:rFonts w:ascii="Arial" w:hAnsi="Arial" w:cs="Arial"/>
          <w:sz w:val="24"/>
          <w:szCs w:val="24"/>
          <w:lang w:val="en-US"/>
        </w:rPr>
        <w:t>următoarea</w:t>
      </w:r>
      <w:proofErr w:type="spellEnd"/>
      <w:r w:rsidRPr="00BB0B39">
        <w:rPr>
          <w:rFonts w:ascii="Arial" w:hAnsi="Arial" w:cs="Arial"/>
          <w:sz w:val="24"/>
          <w:szCs w:val="24"/>
          <w:lang w:val="en-US"/>
        </w:rPr>
        <w:t>:</w:t>
      </w:r>
    </w:p>
    <w:p w14:paraId="7B9CC901" w14:textId="77777777" w:rsidR="00A95071" w:rsidRPr="00BB0B39" w:rsidRDefault="00A95071" w:rsidP="003B7D83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  <w:lang w:val="en-US"/>
        </w:rPr>
      </w:pPr>
    </w:p>
    <w:tbl>
      <w:tblPr>
        <w:tblW w:w="0" w:type="auto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1620"/>
        <w:gridCol w:w="1530"/>
        <w:gridCol w:w="1530"/>
        <w:gridCol w:w="1890"/>
      </w:tblGrid>
      <w:tr w:rsidR="00A95071" w:rsidRPr="00BB0B39" w14:paraId="1E10CCAF" w14:textId="77777777" w:rsidTr="003B7D83">
        <w:trPr>
          <w:trHeight w:val="100"/>
        </w:trPr>
        <w:tc>
          <w:tcPr>
            <w:tcW w:w="2610" w:type="dxa"/>
          </w:tcPr>
          <w:p w14:paraId="48EB7AE4" w14:textId="080425D1" w:rsidR="00A95071" w:rsidRPr="00BB0B39" w:rsidRDefault="00A95071" w:rsidP="003B7D83">
            <w:pPr>
              <w:autoSpaceDE w:val="0"/>
              <w:autoSpaceDN w:val="0"/>
              <w:adjustRightInd w:val="0"/>
              <w:spacing w:after="0" w:line="240" w:lineRule="auto"/>
              <w:ind w:left="-20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lastRenderedPageBreak/>
              <w:t xml:space="preserve">Nota </w:t>
            </w:r>
          </w:p>
        </w:tc>
        <w:tc>
          <w:tcPr>
            <w:tcW w:w="1620" w:type="dxa"/>
          </w:tcPr>
          <w:p w14:paraId="0CD64E34" w14:textId="4DD8E8AA" w:rsidR="00A95071" w:rsidRPr="00BB0B39" w:rsidRDefault="00CB74E6" w:rsidP="003B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4,51-5</w:t>
            </w:r>
          </w:p>
        </w:tc>
        <w:tc>
          <w:tcPr>
            <w:tcW w:w="1530" w:type="dxa"/>
          </w:tcPr>
          <w:p w14:paraId="1482DE69" w14:textId="78D5091B" w:rsidR="00A95071" w:rsidRPr="00BB0B39" w:rsidRDefault="00CB74E6" w:rsidP="003B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3,51-4,5</w:t>
            </w:r>
          </w:p>
        </w:tc>
        <w:tc>
          <w:tcPr>
            <w:tcW w:w="1530" w:type="dxa"/>
          </w:tcPr>
          <w:p w14:paraId="7B9B1A7D" w14:textId="4470474E" w:rsidR="00A95071" w:rsidRPr="00BB0B39" w:rsidRDefault="00CB74E6" w:rsidP="003B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3,5-2,51</w:t>
            </w:r>
          </w:p>
        </w:tc>
        <w:tc>
          <w:tcPr>
            <w:tcW w:w="1890" w:type="dxa"/>
          </w:tcPr>
          <w:p w14:paraId="08541E08" w14:textId="2FFE3D2D" w:rsidR="00A95071" w:rsidRPr="00BB0B39" w:rsidRDefault="00A95071" w:rsidP="003B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&lt; </w:t>
            </w:r>
            <w:r w:rsidR="00CB74E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2,</w:t>
            </w:r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A95071" w:rsidRPr="00BB0B39" w14:paraId="74C39E95" w14:textId="77777777" w:rsidTr="003B7D83">
        <w:trPr>
          <w:trHeight w:val="100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1CC3" w14:textId="77777777" w:rsidR="00A95071" w:rsidRPr="00BB0B39" w:rsidRDefault="00A95071" w:rsidP="00EB32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BB0B39">
              <w:rPr>
                <w:rFonts w:ascii="Arial" w:hAnsi="Arial" w:cs="Arial"/>
                <w:sz w:val="24"/>
                <w:szCs w:val="24"/>
                <w:lang w:val="en-US"/>
              </w:rPr>
              <w:t>Calificativul</w:t>
            </w:r>
            <w:proofErr w:type="spellEnd"/>
            <w:r w:rsidRPr="00BB0B3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0761" w14:textId="77777777" w:rsidR="00A95071" w:rsidRPr="00BB0B39" w:rsidRDefault="00A95071" w:rsidP="00EB32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Foarte</w:t>
            </w:r>
            <w:proofErr w:type="spellEnd"/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bine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0A54" w14:textId="77777777" w:rsidR="00A95071" w:rsidRPr="00BB0B39" w:rsidRDefault="00A95071" w:rsidP="00EB32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Bine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F62E" w14:textId="77777777" w:rsidR="00A95071" w:rsidRPr="00BB0B39" w:rsidRDefault="00A95071" w:rsidP="00EB32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Satisfăcător</w:t>
            </w:r>
            <w:proofErr w:type="spellEnd"/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2F5B" w14:textId="77777777" w:rsidR="00A95071" w:rsidRPr="00BB0B39" w:rsidRDefault="00A95071" w:rsidP="00EB32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Nesatisfăcător</w:t>
            </w:r>
            <w:proofErr w:type="spellEnd"/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0EA4BA69" w14:textId="77777777" w:rsidR="00445D77" w:rsidRDefault="00445D77" w:rsidP="003B7D83">
      <w:pPr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  <w:lang w:val="en-GB"/>
        </w:rPr>
      </w:pPr>
    </w:p>
    <w:p w14:paraId="29F45F56" w14:textId="659E8D6F" w:rsidR="005A514D" w:rsidRDefault="005A514D" w:rsidP="003B7D83">
      <w:pPr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FIŞA DE AUTOEVALUARE - CONDUCĂTORI DE DOCTORAT</w:t>
      </w:r>
    </w:p>
    <w:p w14:paraId="1EFA38D1" w14:textId="3A022B00" w:rsidR="005A514D" w:rsidRDefault="003B7D83" w:rsidP="003B7D83">
      <w:pPr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 xml:space="preserve">an </w:t>
      </w:r>
      <w:proofErr w:type="spellStart"/>
      <w:r>
        <w:rPr>
          <w:rFonts w:ascii="Arial" w:hAnsi="Arial" w:cs="Arial"/>
          <w:b/>
          <w:sz w:val="24"/>
          <w:szCs w:val="24"/>
          <w:lang w:val="en-GB"/>
        </w:rPr>
        <w:t>universitar</w:t>
      </w:r>
      <w:proofErr w:type="spellEnd"/>
    </w:p>
    <w:p w14:paraId="006263D9" w14:textId="77777777" w:rsidR="005A514D" w:rsidRPr="00B0590A" w:rsidRDefault="005A514D" w:rsidP="003B7D83">
      <w:pPr>
        <w:spacing w:after="0" w:line="240" w:lineRule="auto"/>
        <w:ind w:firstLine="720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  <w:lang w:val="en-GB"/>
        </w:rPr>
        <w:t>Numele</w:t>
      </w:r>
      <w:proofErr w:type="spellEnd"/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hAnsi="Arial" w:cs="Arial"/>
          <w:b/>
          <w:sz w:val="24"/>
          <w:szCs w:val="24"/>
        </w:rPr>
        <w:t>și prenumele</w:t>
      </w:r>
    </w:p>
    <w:p w14:paraId="089B59D4" w14:textId="667F5F2A" w:rsidR="005A514D" w:rsidRDefault="005A514D" w:rsidP="003B7D83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proofErr w:type="spellStart"/>
      <w:r w:rsidRPr="00F26F1B">
        <w:rPr>
          <w:rFonts w:ascii="Arial" w:hAnsi="Arial" w:cs="Arial"/>
          <w:sz w:val="24"/>
          <w:szCs w:val="24"/>
          <w:lang w:val="en-GB"/>
        </w:rPr>
        <w:t>Domeniul</w:t>
      </w:r>
      <w:proofErr w:type="spellEnd"/>
      <w:r w:rsidRPr="00F26F1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F26F1B">
        <w:rPr>
          <w:rFonts w:ascii="Arial" w:hAnsi="Arial" w:cs="Arial"/>
          <w:sz w:val="24"/>
          <w:szCs w:val="24"/>
          <w:lang w:val="en-GB"/>
        </w:rPr>
        <w:t>Medicină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Dentar</w:t>
      </w:r>
      <w:proofErr w:type="spellEnd"/>
      <w:r>
        <w:rPr>
          <w:rFonts w:ascii="Arial" w:hAnsi="Arial" w:cs="Arial"/>
          <w:sz w:val="24"/>
          <w:szCs w:val="24"/>
        </w:rPr>
        <w:t>ă</w:t>
      </w:r>
    </w:p>
    <w:p w14:paraId="3F72C3E5" w14:textId="77777777" w:rsidR="003B7D83" w:rsidRDefault="003B7D83" w:rsidP="003B7D83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630" w:type="dxa"/>
        <w:tblInd w:w="715" w:type="dxa"/>
        <w:tblLook w:val="04A0" w:firstRow="1" w:lastRow="0" w:firstColumn="1" w:lastColumn="0" w:noHBand="0" w:noVBand="1"/>
      </w:tblPr>
      <w:tblGrid>
        <w:gridCol w:w="8100"/>
        <w:gridCol w:w="1530"/>
      </w:tblGrid>
      <w:tr w:rsidR="005A514D" w14:paraId="5F01A7A3" w14:textId="77777777" w:rsidTr="00775811">
        <w:tc>
          <w:tcPr>
            <w:tcW w:w="8100" w:type="dxa"/>
          </w:tcPr>
          <w:p w14:paraId="20BCB24D" w14:textId="77777777" w:rsidR="005A514D" w:rsidRPr="00BB232C" w:rsidRDefault="005A514D" w:rsidP="003B7D83">
            <w:pPr>
              <w:pStyle w:val="ListParagraph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1. </w:t>
            </w:r>
            <w:r w:rsidRPr="00BB232C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Îndeplinirea standardele minimale CNATDCU </w:t>
            </w:r>
            <w:r w:rsidRPr="00BB232C">
              <w:rPr>
                <w:rFonts w:ascii="Arial" w:hAnsi="Arial" w:cs="Arial"/>
                <w:sz w:val="24"/>
                <w:szCs w:val="24"/>
              </w:rPr>
              <w:t>DA/ NU</w:t>
            </w:r>
          </w:p>
        </w:tc>
        <w:tc>
          <w:tcPr>
            <w:tcW w:w="1530" w:type="dxa"/>
          </w:tcPr>
          <w:p w14:paraId="0210F131" w14:textId="77777777" w:rsidR="005A514D" w:rsidRPr="00BB232C" w:rsidRDefault="005A514D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A514D" w14:paraId="6E405ED9" w14:textId="77777777" w:rsidTr="00775811">
        <w:tc>
          <w:tcPr>
            <w:tcW w:w="8100" w:type="dxa"/>
          </w:tcPr>
          <w:p w14:paraId="5D88F2F4" w14:textId="1BCC8F1C" w:rsidR="005A514D" w:rsidRPr="00BB232C" w:rsidRDefault="005A514D" w:rsidP="003B7D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14D">
              <w:rPr>
                <w:rFonts w:ascii="Arial" w:hAnsi="Arial" w:cs="Arial"/>
                <w:sz w:val="24"/>
                <w:szCs w:val="24"/>
              </w:rPr>
              <w:t>Număr articole ISI in extenso în reviste medico-dentare sau medicale cu factor de impact minim de 0,3, în calitate de autor principal, publicate de la ultima promovare</w:t>
            </w:r>
          </w:p>
        </w:tc>
        <w:tc>
          <w:tcPr>
            <w:tcW w:w="1530" w:type="dxa"/>
          </w:tcPr>
          <w:p w14:paraId="69DD6A35" w14:textId="77777777" w:rsidR="005A514D" w:rsidRPr="00BB232C" w:rsidRDefault="005A514D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A514D" w14:paraId="721A9CFE" w14:textId="77777777" w:rsidTr="00775811">
        <w:tc>
          <w:tcPr>
            <w:tcW w:w="8100" w:type="dxa"/>
          </w:tcPr>
          <w:p w14:paraId="3683A4BE" w14:textId="282A052C" w:rsidR="005A514D" w:rsidRPr="00BB232C" w:rsidRDefault="005A514D" w:rsidP="00577C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938AE">
              <w:rPr>
                <w:rFonts w:ascii="Arial" w:hAnsi="Arial" w:cs="Arial"/>
                <w:sz w:val="24"/>
                <w:szCs w:val="24"/>
              </w:rPr>
              <w:t>Număr articole BDI in extenso în reviste medico-dentare sau medicale, publicate de la ultima promovare</w:t>
            </w:r>
          </w:p>
        </w:tc>
        <w:tc>
          <w:tcPr>
            <w:tcW w:w="1530" w:type="dxa"/>
          </w:tcPr>
          <w:p w14:paraId="7353D4E0" w14:textId="77777777" w:rsidR="005A514D" w:rsidRPr="00BB232C" w:rsidRDefault="005A514D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A514D" w14:paraId="7B6EF4D7" w14:textId="77777777" w:rsidTr="00775811">
        <w:tc>
          <w:tcPr>
            <w:tcW w:w="9630" w:type="dxa"/>
            <w:gridSpan w:val="2"/>
          </w:tcPr>
          <w:p w14:paraId="226AEF67" w14:textId="77777777" w:rsidR="005A514D" w:rsidRPr="00BB232C" w:rsidRDefault="005A514D" w:rsidP="003B7D83">
            <w:pPr>
              <w:pStyle w:val="ListParagraph"/>
              <w:spacing w:after="0" w:line="240" w:lineRule="auto"/>
              <w:ind w:left="108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2. </w:t>
            </w:r>
            <w:r w:rsidRPr="00BB232C">
              <w:rPr>
                <w:rFonts w:ascii="Arial" w:hAnsi="Arial" w:cs="Arial"/>
                <w:b/>
                <w:color w:val="FF0000"/>
                <w:sz w:val="24"/>
                <w:szCs w:val="24"/>
              </w:rPr>
              <w:t>Studenți doctoranzi</w:t>
            </w:r>
          </w:p>
        </w:tc>
      </w:tr>
      <w:tr w:rsidR="005A514D" w14:paraId="29058E3C" w14:textId="77777777" w:rsidTr="00775811">
        <w:tc>
          <w:tcPr>
            <w:tcW w:w="8100" w:type="dxa"/>
          </w:tcPr>
          <w:p w14:paraId="6AB3E5AC" w14:textId="77777777" w:rsidR="005A514D" w:rsidRPr="00BB232C" w:rsidRDefault="005A514D" w:rsidP="003B7D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32C">
              <w:rPr>
                <w:rFonts w:ascii="Arial" w:hAnsi="Arial" w:cs="Arial"/>
                <w:sz w:val="24"/>
                <w:szCs w:val="24"/>
              </w:rPr>
              <w:t>Total numărul de studenți doctoranzi aflați în coordonare</w:t>
            </w:r>
            <w:r>
              <w:rPr>
                <w:rFonts w:ascii="Arial" w:hAnsi="Arial" w:cs="Arial"/>
                <w:sz w:val="24"/>
                <w:szCs w:val="24"/>
              </w:rPr>
              <w:t xml:space="preserve"> din care:</w:t>
            </w:r>
          </w:p>
        </w:tc>
        <w:tc>
          <w:tcPr>
            <w:tcW w:w="1530" w:type="dxa"/>
          </w:tcPr>
          <w:p w14:paraId="127EE435" w14:textId="77777777" w:rsidR="005A514D" w:rsidRPr="00BB232C" w:rsidRDefault="005A514D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A514D" w14:paraId="62499972" w14:textId="77777777" w:rsidTr="00775811">
        <w:tc>
          <w:tcPr>
            <w:tcW w:w="8100" w:type="dxa"/>
          </w:tcPr>
          <w:p w14:paraId="552E6A7D" w14:textId="2C808499" w:rsidR="005A514D" w:rsidRPr="00BB232C" w:rsidRDefault="005A514D" w:rsidP="003B7D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32C">
              <w:rPr>
                <w:rFonts w:ascii="Arial" w:hAnsi="Arial" w:cs="Arial"/>
                <w:sz w:val="24"/>
                <w:szCs w:val="24"/>
              </w:rPr>
              <w:t>Numărul de studenți doctoranzi aflați în primii 4 ani</w:t>
            </w:r>
            <w:r w:rsidR="006A1609">
              <w:rPr>
                <w:rFonts w:ascii="Arial" w:hAnsi="Arial" w:cs="Arial"/>
                <w:sz w:val="24"/>
                <w:szCs w:val="24"/>
              </w:rPr>
              <w:t xml:space="preserve"> de doctorat</w:t>
            </w:r>
          </w:p>
        </w:tc>
        <w:tc>
          <w:tcPr>
            <w:tcW w:w="1530" w:type="dxa"/>
          </w:tcPr>
          <w:p w14:paraId="70B81D51" w14:textId="77777777" w:rsidR="005A514D" w:rsidRPr="00BB232C" w:rsidRDefault="005A514D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A514D" w14:paraId="472498BA" w14:textId="77777777" w:rsidTr="00775811">
        <w:tc>
          <w:tcPr>
            <w:tcW w:w="8100" w:type="dxa"/>
          </w:tcPr>
          <w:p w14:paraId="3C908F58" w14:textId="69AA38BB" w:rsidR="005A514D" w:rsidRPr="00BB232C" w:rsidRDefault="009033F7" w:rsidP="003B7D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033F7">
              <w:rPr>
                <w:rFonts w:ascii="Arial" w:hAnsi="Arial" w:cs="Arial"/>
                <w:sz w:val="24"/>
                <w:szCs w:val="24"/>
              </w:rPr>
              <w:t>Numărul de studenți doctoranzi coordonați care au participat la conferințe</w:t>
            </w:r>
          </w:p>
        </w:tc>
        <w:tc>
          <w:tcPr>
            <w:tcW w:w="1530" w:type="dxa"/>
          </w:tcPr>
          <w:p w14:paraId="10D7F026" w14:textId="77777777" w:rsidR="005A514D" w:rsidRPr="00BB232C" w:rsidRDefault="005A514D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A514D" w14:paraId="61645B6D" w14:textId="77777777" w:rsidTr="00775811">
        <w:tc>
          <w:tcPr>
            <w:tcW w:w="8100" w:type="dxa"/>
          </w:tcPr>
          <w:p w14:paraId="0FAF4FA4" w14:textId="77777777" w:rsidR="009033F7" w:rsidRPr="009033F7" w:rsidRDefault="009033F7" w:rsidP="009033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033F7">
              <w:rPr>
                <w:rFonts w:ascii="Arial" w:hAnsi="Arial" w:cs="Arial"/>
                <w:sz w:val="24"/>
                <w:szCs w:val="24"/>
              </w:rPr>
              <w:t>Numărul studenţilor doctoranzi care au efectuat un stagiu de</w:t>
            </w:r>
          </w:p>
          <w:p w14:paraId="7D34B6B3" w14:textId="538F0631" w:rsidR="005A514D" w:rsidRPr="00BB232C" w:rsidRDefault="009033F7" w:rsidP="009033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033F7">
              <w:rPr>
                <w:rFonts w:ascii="Arial" w:hAnsi="Arial" w:cs="Arial"/>
                <w:sz w:val="24"/>
                <w:szCs w:val="24"/>
              </w:rPr>
              <w:t>pregătire sau o alta formă de mobilitate</w:t>
            </w:r>
          </w:p>
        </w:tc>
        <w:tc>
          <w:tcPr>
            <w:tcW w:w="1530" w:type="dxa"/>
          </w:tcPr>
          <w:p w14:paraId="6A51DBA6" w14:textId="77777777" w:rsidR="005A514D" w:rsidRPr="00BB232C" w:rsidRDefault="005A514D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A514D" w14:paraId="3E4A393F" w14:textId="77777777" w:rsidTr="00775811">
        <w:tc>
          <w:tcPr>
            <w:tcW w:w="9630" w:type="dxa"/>
            <w:gridSpan w:val="2"/>
          </w:tcPr>
          <w:p w14:paraId="6214428E" w14:textId="44782803" w:rsidR="005A514D" w:rsidRPr="00BB232C" w:rsidRDefault="005A514D" w:rsidP="003B7D8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B232C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Teze de doctorat susținute </w:t>
            </w:r>
          </w:p>
        </w:tc>
      </w:tr>
      <w:tr w:rsidR="005A514D" w14:paraId="4A889D6E" w14:textId="77777777" w:rsidTr="00775811">
        <w:tc>
          <w:tcPr>
            <w:tcW w:w="8100" w:type="dxa"/>
          </w:tcPr>
          <w:p w14:paraId="408302CC" w14:textId="77777777" w:rsidR="005A514D" w:rsidRPr="00F26F1B" w:rsidRDefault="005A514D" w:rsidP="003B7D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26F1B">
              <w:rPr>
                <w:rFonts w:ascii="Arial" w:hAnsi="Arial" w:cs="Arial"/>
                <w:sz w:val="24"/>
                <w:szCs w:val="24"/>
              </w:rPr>
              <w:t>Număr</w:t>
            </w:r>
            <w:r>
              <w:rPr>
                <w:rFonts w:ascii="Arial" w:hAnsi="Arial" w:cs="Arial"/>
                <w:sz w:val="24"/>
                <w:szCs w:val="24"/>
              </w:rPr>
              <w:t>ul tezelor de doctorat redactate</w:t>
            </w:r>
            <w:r w:rsidRPr="00F26F1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în limba română</w:t>
            </w:r>
          </w:p>
        </w:tc>
        <w:tc>
          <w:tcPr>
            <w:tcW w:w="1530" w:type="dxa"/>
          </w:tcPr>
          <w:p w14:paraId="7D0F2EF0" w14:textId="77777777" w:rsidR="005A514D" w:rsidRDefault="005A514D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A514D" w14:paraId="49C8D74C" w14:textId="77777777" w:rsidTr="00775811">
        <w:tc>
          <w:tcPr>
            <w:tcW w:w="8100" w:type="dxa"/>
          </w:tcPr>
          <w:p w14:paraId="760C62B1" w14:textId="77777777" w:rsidR="005A514D" w:rsidRPr="00F26F1B" w:rsidRDefault="005A514D" w:rsidP="003B7D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26F1B">
              <w:rPr>
                <w:rFonts w:ascii="Arial" w:hAnsi="Arial" w:cs="Arial"/>
                <w:sz w:val="24"/>
                <w:szCs w:val="24"/>
              </w:rPr>
              <w:t>Număr</w:t>
            </w:r>
            <w:r>
              <w:rPr>
                <w:rFonts w:ascii="Arial" w:hAnsi="Arial" w:cs="Arial"/>
                <w:sz w:val="24"/>
                <w:szCs w:val="24"/>
              </w:rPr>
              <w:t>ul</w:t>
            </w:r>
            <w:r w:rsidRPr="00F26F1B">
              <w:rPr>
                <w:rFonts w:ascii="Arial" w:hAnsi="Arial" w:cs="Arial"/>
                <w:sz w:val="24"/>
                <w:szCs w:val="24"/>
              </w:rPr>
              <w:t xml:space="preserve"> teze</w:t>
            </w:r>
            <w:r>
              <w:rPr>
                <w:rFonts w:ascii="Arial" w:hAnsi="Arial" w:cs="Arial"/>
                <w:sz w:val="24"/>
                <w:szCs w:val="24"/>
              </w:rPr>
              <w:t>lor</w:t>
            </w:r>
            <w:r w:rsidRPr="00F26F1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de doctorat redactate în limba </w:t>
            </w:r>
            <w:r w:rsidRPr="00F26F1B">
              <w:rPr>
                <w:rFonts w:ascii="Arial" w:hAnsi="Arial" w:cs="Arial"/>
                <w:sz w:val="24"/>
                <w:szCs w:val="24"/>
              </w:rPr>
              <w:t>engleză</w:t>
            </w:r>
          </w:p>
        </w:tc>
        <w:tc>
          <w:tcPr>
            <w:tcW w:w="1530" w:type="dxa"/>
          </w:tcPr>
          <w:p w14:paraId="5433296B" w14:textId="77777777" w:rsidR="005A514D" w:rsidRDefault="005A514D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A514D" w14:paraId="27EAC208" w14:textId="77777777" w:rsidTr="00775811">
        <w:tc>
          <w:tcPr>
            <w:tcW w:w="9630" w:type="dxa"/>
            <w:gridSpan w:val="2"/>
          </w:tcPr>
          <w:p w14:paraId="38F847E4" w14:textId="77777777" w:rsidR="005A514D" w:rsidRPr="00BB232C" w:rsidRDefault="005A514D" w:rsidP="003B7D8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B232C">
              <w:rPr>
                <w:rFonts w:ascii="Arial" w:hAnsi="Arial" w:cs="Arial"/>
                <w:b/>
                <w:color w:val="FF0000"/>
                <w:sz w:val="24"/>
                <w:szCs w:val="24"/>
              </w:rPr>
              <w:t>Teze de doctorat</w:t>
            </w:r>
            <w:r w:rsidRPr="00BB232C">
              <w:rPr>
                <w:b/>
                <w:color w:val="FF0000"/>
              </w:rPr>
              <w:t xml:space="preserve"> </w:t>
            </w:r>
            <w:r w:rsidRPr="00BB232C">
              <w:rPr>
                <w:rFonts w:ascii="Arial" w:hAnsi="Arial" w:cs="Arial"/>
                <w:b/>
                <w:color w:val="FF0000"/>
                <w:sz w:val="24"/>
                <w:szCs w:val="24"/>
              </w:rPr>
              <w:t>aflate în desfăşurare</w:t>
            </w:r>
          </w:p>
        </w:tc>
      </w:tr>
      <w:tr w:rsidR="005A514D" w14:paraId="65B0DD1C" w14:textId="77777777" w:rsidTr="00775811">
        <w:tc>
          <w:tcPr>
            <w:tcW w:w="8100" w:type="dxa"/>
          </w:tcPr>
          <w:p w14:paraId="74227C54" w14:textId="77777777" w:rsidR="005A514D" w:rsidRPr="00F26F1B" w:rsidRDefault="005A514D" w:rsidP="003B7D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26F1B">
              <w:rPr>
                <w:rFonts w:ascii="Arial" w:hAnsi="Arial" w:cs="Arial"/>
                <w:sz w:val="24"/>
                <w:szCs w:val="24"/>
              </w:rPr>
              <w:t>Număr</w:t>
            </w:r>
            <w:r>
              <w:rPr>
                <w:rFonts w:ascii="Arial" w:hAnsi="Arial" w:cs="Arial"/>
                <w:sz w:val="24"/>
                <w:szCs w:val="24"/>
              </w:rPr>
              <w:t>ul</w:t>
            </w:r>
            <w:r w:rsidRPr="00F26F1B">
              <w:rPr>
                <w:rFonts w:ascii="Arial" w:hAnsi="Arial" w:cs="Arial"/>
                <w:sz w:val="24"/>
                <w:szCs w:val="24"/>
              </w:rPr>
              <w:t xml:space="preserve"> teze</w:t>
            </w:r>
            <w:r>
              <w:rPr>
                <w:rFonts w:ascii="Arial" w:hAnsi="Arial" w:cs="Arial"/>
                <w:sz w:val="24"/>
                <w:szCs w:val="24"/>
              </w:rPr>
              <w:t>lor</w:t>
            </w:r>
            <w:r w:rsidRPr="00F26F1B">
              <w:rPr>
                <w:rFonts w:ascii="Arial" w:hAnsi="Arial" w:cs="Arial"/>
                <w:sz w:val="24"/>
                <w:szCs w:val="24"/>
              </w:rPr>
              <w:t xml:space="preserve"> de doctorat în cotutelă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590A">
              <w:rPr>
                <w:rFonts w:ascii="Arial" w:hAnsi="Arial" w:cs="Arial"/>
                <w:sz w:val="24"/>
                <w:szCs w:val="24"/>
              </w:rPr>
              <w:t>aflate în desfăşurare, din care:</w:t>
            </w:r>
          </w:p>
        </w:tc>
        <w:tc>
          <w:tcPr>
            <w:tcW w:w="1530" w:type="dxa"/>
          </w:tcPr>
          <w:p w14:paraId="6A089108" w14:textId="77777777" w:rsidR="005A514D" w:rsidRDefault="005A514D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A514D" w14:paraId="04DEF40A" w14:textId="77777777" w:rsidTr="00775811">
        <w:tc>
          <w:tcPr>
            <w:tcW w:w="8100" w:type="dxa"/>
          </w:tcPr>
          <w:p w14:paraId="4D1F6904" w14:textId="77777777" w:rsidR="005A514D" w:rsidRPr="00F26F1B" w:rsidRDefault="005A514D" w:rsidP="003B7D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în cotutelă internațională</w:t>
            </w:r>
          </w:p>
        </w:tc>
        <w:tc>
          <w:tcPr>
            <w:tcW w:w="1530" w:type="dxa"/>
          </w:tcPr>
          <w:p w14:paraId="490CA33B" w14:textId="77777777" w:rsidR="005A514D" w:rsidRDefault="005A514D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A514D" w14:paraId="537DA4F3" w14:textId="77777777" w:rsidTr="00775811">
        <w:tc>
          <w:tcPr>
            <w:tcW w:w="8100" w:type="dxa"/>
          </w:tcPr>
          <w:p w14:paraId="7844E2CB" w14:textId="77777777" w:rsidR="005A514D" w:rsidRPr="00B0590A" w:rsidRDefault="005A514D" w:rsidP="003B7D8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590A">
              <w:rPr>
                <w:rFonts w:ascii="Arial" w:hAnsi="Arial" w:cs="Arial"/>
                <w:sz w:val="24"/>
                <w:szCs w:val="24"/>
              </w:rPr>
              <w:t>în cotutelă națională</w:t>
            </w:r>
          </w:p>
        </w:tc>
        <w:tc>
          <w:tcPr>
            <w:tcW w:w="1530" w:type="dxa"/>
          </w:tcPr>
          <w:p w14:paraId="05BD8AAC" w14:textId="77777777" w:rsidR="005A514D" w:rsidRDefault="005A514D" w:rsidP="003B7D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48FD7CE" w14:textId="77777777" w:rsidR="00A95071" w:rsidRPr="001A1E4D" w:rsidRDefault="00A95071" w:rsidP="003B7D83">
      <w:pPr>
        <w:spacing w:after="0" w:line="240" w:lineRule="auto"/>
        <w:rPr>
          <w:rFonts w:ascii="Arial" w:eastAsiaTheme="minorHAnsi" w:hAnsi="Arial" w:cs="Arial"/>
          <w:b/>
          <w:sz w:val="20"/>
          <w:szCs w:val="20"/>
        </w:rPr>
      </w:pPr>
    </w:p>
    <w:p w14:paraId="6B0E6A1F" w14:textId="5B52F4EF" w:rsidR="00D43210" w:rsidRPr="00BF23D7" w:rsidRDefault="00D43210" w:rsidP="003B7D83">
      <w:pPr>
        <w:spacing w:after="0" w:line="240" w:lineRule="auto"/>
        <w:ind w:left="720"/>
        <w:rPr>
          <w:rFonts w:ascii="Arial" w:eastAsiaTheme="minorHAnsi" w:hAnsi="Arial" w:cs="Arial"/>
          <w:sz w:val="24"/>
          <w:szCs w:val="24"/>
        </w:rPr>
      </w:pPr>
      <w:r w:rsidRPr="00BF23D7">
        <w:rPr>
          <w:rFonts w:ascii="Arial" w:eastAsiaTheme="minorHAnsi" w:hAnsi="Arial" w:cs="Arial"/>
          <w:b/>
          <w:sz w:val="24"/>
          <w:szCs w:val="24"/>
        </w:rPr>
        <w:t xml:space="preserve">Evaluaţi aspectele legate de </w:t>
      </w:r>
      <w:r>
        <w:rPr>
          <w:rFonts w:ascii="Arial" w:eastAsiaTheme="minorHAnsi" w:hAnsi="Arial" w:cs="Arial"/>
          <w:b/>
          <w:sz w:val="24"/>
          <w:szCs w:val="24"/>
        </w:rPr>
        <w:t>activități</w:t>
      </w:r>
      <w:r w:rsidRPr="00BF23D7">
        <w:rPr>
          <w:rFonts w:ascii="Arial" w:eastAsiaTheme="minorHAnsi" w:hAnsi="Arial" w:cs="Arial"/>
          <w:b/>
          <w:sz w:val="24"/>
          <w:szCs w:val="24"/>
        </w:rPr>
        <w:t xml:space="preserve"> în folosul comunităţii academice</w:t>
      </w:r>
    </w:p>
    <w:p w14:paraId="230A13E9" w14:textId="77777777" w:rsidR="00D43210" w:rsidRPr="00BF23D7" w:rsidRDefault="00D43210" w:rsidP="003B7D83">
      <w:pPr>
        <w:spacing w:after="0" w:line="240" w:lineRule="auto"/>
        <w:rPr>
          <w:rFonts w:ascii="Arial" w:eastAsiaTheme="minorHAnsi" w:hAnsi="Arial" w:cs="Arial"/>
          <w:sz w:val="24"/>
          <w:szCs w:val="24"/>
        </w:rPr>
      </w:pPr>
      <w:r w:rsidRPr="00BF23D7">
        <w:rPr>
          <w:rFonts w:ascii="Arial" w:eastAsiaTheme="minorHAnsi" w:hAnsi="Arial" w:cs="Arial"/>
          <w:sz w:val="24"/>
          <w:szCs w:val="24"/>
        </w:rPr>
        <w:t xml:space="preserve">   </w:t>
      </w:r>
      <w:r>
        <w:rPr>
          <w:rFonts w:ascii="Arial" w:eastAsiaTheme="minorHAnsi" w:hAnsi="Arial" w:cs="Arial"/>
          <w:sz w:val="24"/>
          <w:szCs w:val="24"/>
        </w:rPr>
        <w:tab/>
      </w:r>
      <w:r w:rsidRPr="00BF23D7">
        <w:rPr>
          <w:rFonts w:ascii="Arial" w:eastAsiaTheme="minorHAnsi" w:hAnsi="Arial" w:cs="Arial"/>
          <w:sz w:val="24"/>
          <w:szCs w:val="24"/>
        </w:rPr>
        <w:t xml:space="preserve"> (conversie: 1 – foarte redusă, 5 – foarte bună)</w:t>
      </w:r>
    </w:p>
    <w:tbl>
      <w:tblPr>
        <w:tblStyle w:val="TableGrid1"/>
        <w:tblW w:w="9601" w:type="dxa"/>
        <w:tblInd w:w="715" w:type="dxa"/>
        <w:tblLook w:val="04A0" w:firstRow="1" w:lastRow="0" w:firstColumn="1" w:lastColumn="0" w:noHBand="0" w:noVBand="1"/>
      </w:tblPr>
      <w:tblGrid>
        <w:gridCol w:w="417"/>
        <w:gridCol w:w="6379"/>
        <w:gridCol w:w="567"/>
        <w:gridCol w:w="567"/>
        <w:gridCol w:w="567"/>
        <w:gridCol w:w="567"/>
        <w:gridCol w:w="537"/>
      </w:tblGrid>
      <w:tr w:rsidR="00D43210" w:rsidRPr="00BF23D7" w14:paraId="69820EE0" w14:textId="77777777" w:rsidTr="003B7D83">
        <w:tc>
          <w:tcPr>
            <w:tcW w:w="417" w:type="dxa"/>
            <w:vAlign w:val="center"/>
          </w:tcPr>
          <w:p w14:paraId="54AA93CE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6379" w:type="dxa"/>
          </w:tcPr>
          <w:p w14:paraId="2EF52E96" w14:textId="77777777" w:rsidR="00D43210" w:rsidRPr="00BF23D7" w:rsidRDefault="00D43210" w:rsidP="003B7D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F0907C9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87C74F2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099F5A55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4159305E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4</w:t>
            </w:r>
          </w:p>
        </w:tc>
        <w:tc>
          <w:tcPr>
            <w:tcW w:w="537" w:type="dxa"/>
            <w:vAlign w:val="center"/>
          </w:tcPr>
          <w:p w14:paraId="15A1568D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5</w:t>
            </w:r>
          </w:p>
        </w:tc>
      </w:tr>
      <w:tr w:rsidR="00D43210" w:rsidRPr="00BF23D7" w14:paraId="5B58C762" w14:textId="77777777" w:rsidTr="003B7D83">
        <w:tc>
          <w:tcPr>
            <w:tcW w:w="417" w:type="dxa"/>
            <w:vAlign w:val="center"/>
          </w:tcPr>
          <w:p w14:paraId="3D81954C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14:paraId="2F4949FF" w14:textId="77777777" w:rsidR="00D43210" w:rsidRPr="00BF23D7" w:rsidRDefault="00D43210" w:rsidP="003B7D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 xml:space="preserve">Implicarea în activități administrative în cadrul Școlii doctorale la care sunteți afiliat </w:t>
            </w:r>
          </w:p>
        </w:tc>
        <w:tc>
          <w:tcPr>
            <w:tcW w:w="567" w:type="dxa"/>
            <w:vAlign w:val="center"/>
          </w:tcPr>
          <w:p w14:paraId="29A876C2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EE0B004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CCD647E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E9503D8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 w14:paraId="35C18003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D43210" w:rsidRPr="00BF23D7" w14:paraId="1C164BF9" w14:textId="77777777" w:rsidTr="003B7D83">
        <w:tc>
          <w:tcPr>
            <w:tcW w:w="417" w:type="dxa"/>
            <w:vAlign w:val="center"/>
          </w:tcPr>
          <w:p w14:paraId="77E5E1B3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14:paraId="49108DD5" w14:textId="77777777" w:rsidR="00D43210" w:rsidRPr="00BF23D7" w:rsidRDefault="00D43210" w:rsidP="003B7D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Implicarea în organizar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>e</w:t>
            </w: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a sesiu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nilor de prelegeri, prezentări </w:t>
            </w: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adresate studenților doctoranzi</w:t>
            </w:r>
          </w:p>
        </w:tc>
        <w:tc>
          <w:tcPr>
            <w:tcW w:w="567" w:type="dxa"/>
            <w:vAlign w:val="center"/>
          </w:tcPr>
          <w:p w14:paraId="1B1DFD52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88BFD91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D8B8827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CF33043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 w14:paraId="288F49FE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D43210" w:rsidRPr="00BF23D7" w14:paraId="07CB1E8F" w14:textId="77777777" w:rsidTr="003B7D83">
        <w:tc>
          <w:tcPr>
            <w:tcW w:w="417" w:type="dxa"/>
            <w:vAlign w:val="center"/>
          </w:tcPr>
          <w:p w14:paraId="1E6D59DD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14:paraId="641D34EC" w14:textId="77777777" w:rsidR="00D43210" w:rsidRPr="00BF23D7" w:rsidRDefault="00D43210" w:rsidP="003B7D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Implicarea în organizar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>e</w:t>
            </w: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a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de </w:t>
            </w: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comunicări științifice adresate studenților doctoranzi</w:t>
            </w:r>
          </w:p>
        </w:tc>
        <w:tc>
          <w:tcPr>
            <w:tcW w:w="567" w:type="dxa"/>
            <w:vAlign w:val="center"/>
          </w:tcPr>
          <w:p w14:paraId="4F842012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ACF2051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7178BBC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D5869A2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 w14:paraId="43D970D9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D43210" w:rsidRPr="00BF23D7" w14:paraId="20673F85" w14:textId="77777777" w:rsidTr="003B7D83">
        <w:tc>
          <w:tcPr>
            <w:tcW w:w="417" w:type="dxa"/>
            <w:vAlign w:val="center"/>
          </w:tcPr>
          <w:p w14:paraId="166012BE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14:paraId="7EBBBEBD" w14:textId="77777777" w:rsidR="00D43210" w:rsidRPr="00BF23D7" w:rsidRDefault="00D43210" w:rsidP="003B7D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BF23D7">
              <w:rPr>
                <w:rFonts w:ascii="Arial" w:eastAsiaTheme="minorHAnsi" w:hAnsi="Arial" w:cs="Arial"/>
                <w:sz w:val="24"/>
                <w:szCs w:val="24"/>
              </w:rPr>
              <w:t>Colaborarea cu colegii /conducători de doctorat din cadrul domeniului dumneavoastră și/sau celelalte domenii</w:t>
            </w:r>
          </w:p>
        </w:tc>
        <w:tc>
          <w:tcPr>
            <w:tcW w:w="567" w:type="dxa"/>
            <w:vAlign w:val="center"/>
          </w:tcPr>
          <w:p w14:paraId="03914FF3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8B4D758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CB64267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71E57F1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 w14:paraId="322068F5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D43210" w:rsidRPr="00BF23D7" w14:paraId="6FB22B56" w14:textId="77777777" w:rsidTr="003B7D83">
        <w:tc>
          <w:tcPr>
            <w:tcW w:w="417" w:type="dxa"/>
            <w:vAlign w:val="center"/>
          </w:tcPr>
          <w:p w14:paraId="33FC93DB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14:paraId="7BC0F76C" w14:textId="77777777" w:rsidR="00D43210" w:rsidRPr="00BF23D7" w:rsidRDefault="00D43210" w:rsidP="003B7D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Participare la</w:t>
            </w:r>
            <w:r w:rsidRPr="00A95071">
              <w:rPr>
                <w:rFonts w:ascii="Arial" w:eastAsiaTheme="minorHAnsi" w:hAnsi="Arial" w:cs="Arial"/>
                <w:sz w:val="24"/>
                <w:szCs w:val="24"/>
              </w:rPr>
              <w:t xml:space="preserve"> comisii de doctorat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>/abilitare</w:t>
            </w:r>
          </w:p>
        </w:tc>
        <w:tc>
          <w:tcPr>
            <w:tcW w:w="567" w:type="dxa"/>
            <w:vAlign w:val="center"/>
          </w:tcPr>
          <w:p w14:paraId="34E0D349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0166479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6193E56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17954E9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537" w:type="dxa"/>
            <w:vAlign w:val="center"/>
          </w:tcPr>
          <w:p w14:paraId="56BB6F85" w14:textId="77777777" w:rsidR="00D43210" w:rsidRPr="00BF23D7" w:rsidRDefault="00D43210" w:rsidP="003B7D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</w:tbl>
    <w:p w14:paraId="21358345" w14:textId="77777777" w:rsidR="00D43210" w:rsidRPr="001A1E4D" w:rsidRDefault="00D43210" w:rsidP="003B7D83">
      <w:pPr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6E74292A" w14:textId="77777777" w:rsidR="003B7D83" w:rsidRDefault="00A95071" w:rsidP="003B7D83">
      <w:pPr>
        <w:spacing w:after="0" w:line="240" w:lineRule="auto"/>
        <w:ind w:left="720"/>
        <w:rPr>
          <w:rFonts w:ascii="Arial" w:hAnsi="Arial" w:cs="Arial"/>
          <w:sz w:val="24"/>
          <w:szCs w:val="24"/>
          <w:lang w:val="en-US"/>
        </w:rPr>
      </w:pPr>
      <w:r w:rsidRPr="00BB0B39">
        <w:rPr>
          <w:rFonts w:ascii="Arial" w:hAnsi="Arial" w:cs="Arial"/>
          <w:sz w:val="24"/>
          <w:szCs w:val="24"/>
        </w:rPr>
        <w:t>Vă mulţumim!</w:t>
      </w:r>
      <w:r w:rsidR="003B7D83" w:rsidRPr="003B7D83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50076E6D" w14:textId="00386476" w:rsidR="00A95071" w:rsidRDefault="003B7D83" w:rsidP="003B7D83">
      <w:pPr>
        <w:spacing w:after="0" w:line="240" w:lineRule="auto"/>
        <w:ind w:left="720"/>
        <w:rPr>
          <w:rFonts w:ascii="Arial" w:hAnsi="Arial" w:cs="Arial"/>
          <w:sz w:val="24"/>
          <w:szCs w:val="24"/>
          <w:lang w:val="en-US"/>
        </w:rPr>
      </w:pPr>
      <w:r w:rsidRPr="00BB0B39">
        <w:rPr>
          <w:rFonts w:ascii="Arial" w:hAnsi="Arial" w:cs="Arial"/>
          <w:sz w:val="24"/>
          <w:szCs w:val="24"/>
          <w:lang w:val="en-US"/>
        </w:rPr>
        <w:t xml:space="preserve">Scala de </w:t>
      </w:r>
      <w:proofErr w:type="spellStart"/>
      <w:r w:rsidRPr="00BB0B39">
        <w:rPr>
          <w:rFonts w:ascii="Arial" w:hAnsi="Arial" w:cs="Arial"/>
          <w:sz w:val="24"/>
          <w:szCs w:val="24"/>
          <w:lang w:val="en-US"/>
        </w:rPr>
        <w:t>transformare</w:t>
      </w:r>
      <w:proofErr w:type="spellEnd"/>
      <w:r w:rsidRPr="00BB0B39"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 w:rsidRPr="00BB0B39">
        <w:rPr>
          <w:rFonts w:ascii="Arial" w:hAnsi="Arial" w:cs="Arial"/>
          <w:sz w:val="24"/>
          <w:szCs w:val="24"/>
          <w:lang w:val="en-US"/>
        </w:rPr>
        <w:t>notelor</w:t>
      </w:r>
      <w:proofErr w:type="spellEnd"/>
      <w:r w:rsidRPr="00BB0B3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B0B39">
        <w:rPr>
          <w:rFonts w:ascii="Arial" w:hAnsi="Arial" w:cs="Arial"/>
          <w:sz w:val="24"/>
          <w:szCs w:val="24"/>
          <w:lang w:val="en-US"/>
        </w:rPr>
        <w:t>în</w:t>
      </w:r>
      <w:proofErr w:type="spellEnd"/>
      <w:r w:rsidRPr="00BB0B3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B0B39">
        <w:rPr>
          <w:rFonts w:ascii="Arial" w:hAnsi="Arial" w:cs="Arial"/>
          <w:sz w:val="24"/>
          <w:szCs w:val="24"/>
          <w:lang w:val="en-US"/>
        </w:rPr>
        <w:t>calificative</w:t>
      </w:r>
      <w:proofErr w:type="spellEnd"/>
      <w:r w:rsidRPr="00BB0B3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B0B39">
        <w:rPr>
          <w:rFonts w:ascii="Arial" w:hAnsi="Arial" w:cs="Arial"/>
          <w:sz w:val="24"/>
          <w:szCs w:val="24"/>
          <w:lang w:val="en-US"/>
        </w:rPr>
        <w:t>este</w:t>
      </w:r>
      <w:proofErr w:type="spellEnd"/>
      <w:r w:rsidRPr="00BB0B3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B0B39">
        <w:rPr>
          <w:rFonts w:ascii="Arial" w:hAnsi="Arial" w:cs="Arial"/>
          <w:sz w:val="24"/>
          <w:szCs w:val="24"/>
          <w:lang w:val="en-US"/>
        </w:rPr>
        <w:t>următoarea</w:t>
      </w:r>
      <w:proofErr w:type="spellEnd"/>
      <w:r w:rsidRPr="00BB0B39">
        <w:rPr>
          <w:rFonts w:ascii="Arial" w:hAnsi="Arial" w:cs="Arial"/>
          <w:sz w:val="24"/>
          <w:szCs w:val="24"/>
          <w:lang w:val="en-US"/>
        </w:rPr>
        <w:t>:</w:t>
      </w:r>
    </w:p>
    <w:p w14:paraId="0E72C4F5" w14:textId="77777777" w:rsidR="003B7D83" w:rsidRPr="00BB0B39" w:rsidRDefault="003B7D83" w:rsidP="003B7D8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tbl>
      <w:tblPr>
        <w:tblW w:w="9540" w:type="dxa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3"/>
        <w:gridCol w:w="1890"/>
        <w:gridCol w:w="1157"/>
        <w:gridCol w:w="1530"/>
        <w:gridCol w:w="1800"/>
      </w:tblGrid>
      <w:tr w:rsidR="003B7D83" w:rsidRPr="00BB0B39" w14:paraId="675BBE71" w14:textId="77777777" w:rsidTr="003B7D83">
        <w:trPr>
          <w:trHeight w:val="100"/>
        </w:trPr>
        <w:tc>
          <w:tcPr>
            <w:tcW w:w="3163" w:type="dxa"/>
          </w:tcPr>
          <w:p w14:paraId="401A7060" w14:textId="25A6DCDF" w:rsidR="003B7D83" w:rsidRPr="00BB0B39" w:rsidRDefault="003B7D83" w:rsidP="003B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Nota </w:t>
            </w:r>
          </w:p>
        </w:tc>
        <w:tc>
          <w:tcPr>
            <w:tcW w:w="1890" w:type="dxa"/>
          </w:tcPr>
          <w:p w14:paraId="5155DBEE" w14:textId="2B726358" w:rsidR="003B7D83" w:rsidRPr="00BB0B39" w:rsidRDefault="003B7D83" w:rsidP="003B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4,51-5</w:t>
            </w:r>
          </w:p>
        </w:tc>
        <w:tc>
          <w:tcPr>
            <w:tcW w:w="1157" w:type="dxa"/>
          </w:tcPr>
          <w:p w14:paraId="65E3171F" w14:textId="3C2EAA45" w:rsidR="003B7D83" w:rsidRPr="00BB0B39" w:rsidRDefault="003B7D83" w:rsidP="003B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3,51-4,5</w:t>
            </w:r>
          </w:p>
        </w:tc>
        <w:tc>
          <w:tcPr>
            <w:tcW w:w="1530" w:type="dxa"/>
          </w:tcPr>
          <w:p w14:paraId="53FADC0C" w14:textId="6E76F93A" w:rsidR="003B7D83" w:rsidRPr="00BB0B39" w:rsidRDefault="003B7D83" w:rsidP="003B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3,5-2,51</w:t>
            </w:r>
          </w:p>
        </w:tc>
        <w:tc>
          <w:tcPr>
            <w:tcW w:w="1800" w:type="dxa"/>
          </w:tcPr>
          <w:p w14:paraId="59D8A5C1" w14:textId="7F0D84BF" w:rsidR="003B7D83" w:rsidRPr="00BB0B39" w:rsidRDefault="003B7D83" w:rsidP="003B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&lt;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2,</w:t>
            </w:r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A95071" w:rsidRPr="00BB0B39" w14:paraId="594D3585" w14:textId="77777777" w:rsidTr="003B7D83">
        <w:trPr>
          <w:trHeight w:val="100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F361" w14:textId="77777777" w:rsidR="00A95071" w:rsidRPr="00BB0B39" w:rsidRDefault="00A95071" w:rsidP="003B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BB0B39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Calificativul</w:t>
            </w:r>
            <w:proofErr w:type="spellEnd"/>
            <w:r w:rsidRPr="00BB0B3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B386" w14:textId="77777777" w:rsidR="00A95071" w:rsidRPr="00BB0B39" w:rsidRDefault="00A95071" w:rsidP="003B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Foarte</w:t>
            </w:r>
            <w:proofErr w:type="spellEnd"/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bine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C2A5" w14:textId="77777777" w:rsidR="00A95071" w:rsidRPr="00BB0B39" w:rsidRDefault="00A95071" w:rsidP="003B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Bine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F8CD" w14:textId="77777777" w:rsidR="00A95071" w:rsidRPr="00BB0B39" w:rsidRDefault="00A95071" w:rsidP="003B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Satisfăcător</w:t>
            </w:r>
            <w:proofErr w:type="spellEnd"/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A789" w14:textId="77777777" w:rsidR="00A95071" w:rsidRPr="00BB0B39" w:rsidRDefault="00A95071" w:rsidP="003B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Nesatisfăcător</w:t>
            </w:r>
            <w:proofErr w:type="spellEnd"/>
            <w:r w:rsidRPr="00BB0B39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1303E5D5" w14:textId="30D208C6" w:rsidR="00F26F1B" w:rsidRPr="00BB0B39" w:rsidRDefault="00F26F1B" w:rsidP="005A514D">
      <w:pPr>
        <w:rPr>
          <w:rFonts w:ascii="Arial" w:hAnsi="Arial" w:cs="Arial"/>
          <w:b/>
          <w:sz w:val="24"/>
          <w:szCs w:val="24"/>
        </w:rPr>
      </w:pPr>
    </w:p>
    <w:sectPr w:rsidR="00F26F1B" w:rsidRPr="00BB0B39" w:rsidSect="00DA569D">
      <w:headerReference w:type="default" r:id="rId8"/>
      <w:footerReference w:type="default" r:id="rId9"/>
      <w:pgSz w:w="11906" w:h="16838" w:code="9"/>
      <w:pgMar w:top="1440" w:right="1077" w:bottom="1440" w:left="53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1B020" w14:textId="77777777" w:rsidR="00BC4A21" w:rsidRDefault="00BC4A21" w:rsidP="00D2536B">
      <w:pPr>
        <w:spacing w:after="0" w:line="240" w:lineRule="auto"/>
      </w:pPr>
      <w:r>
        <w:separator/>
      </w:r>
    </w:p>
  </w:endnote>
  <w:endnote w:type="continuationSeparator" w:id="0">
    <w:p w14:paraId="7838816F" w14:textId="77777777" w:rsidR="00BC4A21" w:rsidRDefault="00BC4A21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Pro Regular">
    <w:altName w:val="Times New Roman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6F94E" w14:textId="13FD598B" w:rsidR="006C6872" w:rsidRPr="006C6872" w:rsidRDefault="008C7E40" w:rsidP="0095733C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/>
        <w:color w:val="06234A"/>
        <w:sz w:val="18"/>
        <w:lang w:val="en-US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0A6F9" w14:textId="77777777" w:rsidR="00BC4A21" w:rsidRDefault="00BC4A21" w:rsidP="00D2536B">
      <w:pPr>
        <w:spacing w:after="0" w:line="240" w:lineRule="auto"/>
      </w:pPr>
      <w:r>
        <w:separator/>
      </w:r>
    </w:p>
  </w:footnote>
  <w:footnote w:type="continuationSeparator" w:id="0">
    <w:p w14:paraId="1A096379" w14:textId="77777777" w:rsidR="00BC4A21" w:rsidRDefault="00BC4A21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4C507" w14:textId="70D31C67" w:rsidR="00FF4599" w:rsidRDefault="00DA569D" w:rsidP="00DA569D">
    <w:pPr>
      <w:pStyle w:val="Header"/>
      <w:jc w:val="center"/>
      <w:rPr>
        <w:rFonts w:cs="Calibri"/>
        <w:noProof/>
        <w:color w:val="000000"/>
      </w:rPr>
    </w:pPr>
    <w:r>
      <w:rPr>
        <w:rFonts w:cs="Calibri"/>
        <w:noProof/>
        <w:color w:val="000000"/>
        <w:lang w:eastAsia="ro-RO"/>
      </w:rPr>
      <w:drawing>
        <wp:inline distT="0" distB="0" distL="0" distR="0" wp14:anchorId="6DF5A103" wp14:editId="1C451C59">
          <wp:extent cx="3457575" cy="1044833"/>
          <wp:effectExtent l="0" t="0" r="0" b="3175"/>
          <wp:docPr id="128346890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3468904" name="Picture 12834689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1874" cy="1049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9737A3" w14:textId="16F36856" w:rsidR="00DA569D" w:rsidRPr="00DA569D" w:rsidRDefault="00DA569D" w:rsidP="00DA569D">
    <w:pPr>
      <w:pStyle w:val="Header"/>
    </w:pPr>
    <w:r>
      <w:rPr>
        <w:noProof/>
        <w:lang w:eastAsia="ro-RO"/>
      </w:rPr>
      <w:drawing>
        <wp:anchor distT="0" distB="0" distL="114300" distR="114300" simplePos="0" relativeHeight="251661312" behindDoc="1" locked="0" layoutInCell="1" allowOverlap="1" wp14:anchorId="12F66670" wp14:editId="7515D388">
          <wp:simplePos x="0" y="0"/>
          <wp:positionH relativeFrom="column">
            <wp:posOffset>1076325</wp:posOffset>
          </wp:positionH>
          <wp:positionV relativeFrom="paragraph">
            <wp:posOffset>75565</wp:posOffset>
          </wp:positionV>
          <wp:extent cx="4324985" cy="54610"/>
          <wp:effectExtent l="0" t="0" r="0" b="2540"/>
          <wp:wrapNone/>
          <wp:docPr id="1985250376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0B9C"/>
    <w:multiLevelType w:val="hybridMultilevel"/>
    <w:tmpl w:val="21703C32"/>
    <w:lvl w:ilvl="0" w:tplc="9D5C5856">
      <w:start w:val="4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06367E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F6FCFA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6672DE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3CBB88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65BB8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38090E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948110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820DB6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CC51AE"/>
    <w:multiLevelType w:val="hybridMultilevel"/>
    <w:tmpl w:val="B60EB5BC"/>
    <w:lvl w:ilvl="0" w:tplc="3D10E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582844"/>
    <w:multiLevelType w:val="hybridMultilevel"/>
    <w:tmpl w:val="B4D01322"/>
    <w:lvl w:ilvl="0" w:tplc="58DC4FE6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79742B"/>
    <w:multiLevelType w:val="hybridMultilevel"/>
    <w:tmpl w:val="5B24F420"/>
    <w:lvl w:ilvl="0" w:tplc="BE101EB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B59D1"/>
    <w:multiLevelType w:val="hybridMultilevel"/>
    <w:tmpl w:val="EB8E526A"/>
    <w:lvl w:ilvl="0" w:tplc="027E14CE">
      <w:start w:val="6"/>
      <w:numFmt w:val="decimal"/>
      <w:lvlText w:val="%1.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DE8D02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1463A0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AA4636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4480DA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5486FC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BE50C8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3EF234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062946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12676B"/>
    <w:multiLevelType w:val="hybridMultilevel"/>
    <w:tmpl w:val="13283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3B68"/>
    <w:multiLevelType w:val="hybridMultilevel"/>
    <w:tmpl w:val="3AAE7CCC"/>
    <w:lvl w:ilvl="0" w:tplc="C826FB2A">
      <w:start w:val="4"/>
      <w:numFmt w:val="bullet"/>
      <w:lvlText w:val="-"/>
      <w:lvlJc w:val="left"/>
      <w:pPr>
        <w:ind w:left="1800" w:hanging="360"/>
      </w:pPr>
      <w:rPr>
        <w:rFonts w:ascii="Consolas" w:eastAsia="Consolas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ABB5B4D"/>
    <w:multiLevelType w:val="hybridMultilevel"/>
    <w:tmpl w:val="896EC542"/>
    <w:lvl w:ilvl="0" w:tplc="A5F657D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C86969"/>
    <w:multiLevelType w:val="hybridMultilevel"/>
    <w:tmpl w:val="5D7241D2"/>
    <w:lvl w:ilvl="0" w:tplc="90022986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A33677"/>
    <w:multiLevelType w:val="hybridMultilevel"/>
    <w:tmpl w:val="B84E138E"/>
    <w:lvl w:ilvl="0" w:tplc="AC0000E6">
      <w:start w:val="3"/>
      <w:numFmt w:val="decimal"/>
      <w:lvlText w:val="%1."/>
      <w:lvlJc w:val="left"/>
      <w:pPr>
        <w:ind w:left="144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8F922EF"/>
    <w:multiLevelType w:val="hybridMultilevel"/>
    <w:tmpl w:val="5016CA50"/>
    <w:lvl w:ilvl="0" w:tplc="1EB6A36E">
      <w:start w:val="3"/>
      <w:numFmt w:val="decimal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84A3BED"/>
    <w:multiLevelType w:val="hybridMultilevel"/>
    <w:tmpl w:val="56A8F88C"/>
    <w:lvl w:ilvl="0" w:tplc="1EB6A36E">
      <w:start w:val="3"/>
      <w:numFmt w:val="decimal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3"/>
  </w:num>
  <w:num w:numId="9">
    <w:abstractNumId w:val="2"/>
  </w:num>
  <w:num w:numId="10">
    <w:abstractNumId w:val="10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E22"/>
    <w:rsid w:val="000010BA"/>
    <w:rsid w:val="00014B27"/>
    <w:rsid w:val="000165F7"/>
    <w:rsid w:val="00023ED3"/>
    <w:rsid w:val="0006690D"/>
    <w:rsid w:val="000733F0"/>
    <w:rsid w:val="00095631"/>
    <w:rsid w:val="0009603E"/>
    <w:rsid w:val="000A18E9"/>
    <w:rsid w:val="000A2BFB"/>
    <w:rsid w:val="000B1100"/>
    <w:rsid w:val="000B6AEB"/>
    <w:rsid w:val="000C0383"/>
    <w:rsid w:val="000D08C0"/>
    <w:rsid w:val="000E2415"/>
    <w:rsid w:val="000F06AC"/>
    <w:rsid w:val="00110057"/>
    <w:rsid w:val="001219F0"/>
    <w:rsid w:val="001303BE"/>
    <w:rsid w:val="001313C0"/>
    <w:rsid w:val="00132F5D"/>
    <w:rsid w:val="00144AFF"/>
    <w:rsid w:val="001601A8"/>
    <w:rsid w:val="00162D18"/>
    <w:rsid w:val="00181205"/>
    <w:rsid w:val="00181686"/>
    <w:rsid w:val="001865D5"/>
    <w:rsid w:val="001875D4"/>
    <w:rsid w:val="001A1E4D"/>
    <w:rsid w:val="001B2071"/>
    <w:rsid w:val="001C7482"/>
    <w:rsid w:val="001C7689"/>
    <w:rsid w:val="001D015E"/>
    <w:rsid w:val="001D0E61"/>
    <w:rsid w:val="001E34B8"/>
    <w:rsid w:val="001F258E"/>
    <w:rsid w:val="001F6684"/>
    <w:rsid w:val="002376F6"/>
    <w:rsid w:val="00237A6A"/>
    <w:rsid w:val="002531EE"/>
    <w:rsid w:val="0026218A"/>
    <w:rsid w:val="00263D80"/>
    <w:rsid w:val="002640FF"/>
    <w:rsid w:val="00264594"/>
    <w:rsid w:val="0027670B"/>
    <w:rsid w:val="00284C71"/>
    <w:rsid w:val="00296D8E"/>
    <w:rsid w:val="002C01E4"/>
    <w:rsid w:val="002D3F1F"/>
    <w:rsid w:val="002D73DC"/>
    <w:rsid w:val="002E39E1"/>
    <w:rsid w:val="002F1287"/>
    <w:rsid w:val="002F3ED3"/>
    <w:rsid w:val="002F50CB"/>
    <w:rsid w:val="002F5497"/>
    <w:rsid w:val="003017FD"/>
    <w:rsid w:val="0030510E"/>
    <w:rsid w:val="00307526"/>
    <w:rsid w:val="0031217D"/>
    <w:rsid w:val="00313E7F"/>
    <w:rsid w:val="00326281"/>
    <w:rsid w:val="00330BFD"/>
    <w:rsid w:val="003372FF"/>
    <w:rsid w:val="00344B54"/>
    <w:rsid w:val="003515F8"/>
    <w:rsid w:val="00356216"/>
    <w:rsid w:val="00366D36"/>
    <w:rsid w:val="003B7D83"/>
    <w:rsid w:val="003D3AF5"/>
    <w:rsid w:val="003E2BE2"/>
    <w:rsid w:val="003E393E"/>
    <w:rsid w:val="0040407F"/>
    <w:rsid w:val="00426881"/>
    <w:rsid w:val="00432F04"/>
    <w:rsid w:val="0043537B"/>
    <w:rsid w:val="00440572"/>
    <w:rsid w:val="00445D77"/>
    <w:rsid w:val="00451F42"/>
    <w:rsid w:val="00464872"/>
    <w:rsid w:val="00482C30"/>
    <w:rsid w:val="004915CF"/>
    <w:rsid w:val="004A5472"/>
    <w:rsid w:val="004C0490"/>
    <w:rsid w:val="004C2639"/>
    <w:rsid w:val="004C3451"/>
    <w:rsid w:val="004D4DD4"/>
    <w:rsid w:val="004D7E7E"/>
    <w:rsid w:val="004E0782"/>
    <w:rsid w:val="00500F8C"/>
    <w:rsid w:val="00531846"/>
    <w:rsid w:val="00536068"/>
    <w:rsid w:val="00537DDA"/>
    <w:rsid w:val="005458FA"/>
    <w:rsid w:val="00546DC0"/>
    <w:rsid w:val="005476C0"/>
    <w:rsid w:val="005761AF"/>
    <w:rsid w:val="00577CAD"/>
    <w:rsid w:val="005864AF"/>
    <w:rsid w:val="005A514D"/>
    <w:rsid w:val="005B2E77"/>
    <w:rsid w:val="005C6137"/>
    <w:rsid w:val="005D56D9"/>
    <w:rsid w:val="005E57C1"/>
    <w:rsid w:val="00604EB4"/>
    <w:rsid w:val="00606CBA"/>
    <w:rsid w:val="0061311A"/>
    <w:rsid w:val="00613C6D"/>
    <w:rsid w:val="00621BA3"/>
    <w:rsid w:val="006279A0"/>
    <w:rsid w:val="00631F67"/>
    <w:rsid w:val="00634EA3"/>
    <w:rsid w:val="00647732"/>
    <w:rsid w:val="00653A05"/>
    <w:rsid w:val="00664982"/>
    <w:rsid w:val="00677410"/>
    <w:rsid w:val="00685BF9"/>
    <w:rsid w:val="00687B2C"/>
    <w:rsid w:val="006A1609"/>
    <w:rsid w:val="006A1CA7"/>
    <w:rsid w:val="006A36C8"/>
    <w:rsid w:val="006B365C"/>
    <w:rsid w:val="006C6872"/>
    <w:rsid w:val="006D1ED7"/>
    <w:rsid w:val="006D4592"/>
    <w:rsid w:val="006F6993"/>
    <w:rsid w:val="006F6B68"/>
    <w:rsid w:val="00717EA9"/>
    <w:rsid w:val="00720988"/>
    <w:rsid w:val="00722A57"/>
    <w:rsid w:val="0072625A"/>
    <w:rsid w:val="007325C3"/>
    <w:rsid w:val="00756E23"/>
    <w:rsid w:val="0078458C"/>
    <w:rsid w:val="00791909"/>
    <w:rsid w:val="00796605"/>
    <w:rsid w:val="007B1C53"/>
    <w:rsid w:val="007B29A5"/>
    <w:rsid w:val="007C5352"/>
    <w:rsid w:val="007D5435"/>
    <w:rsid w:val="007E0ECD"/>
    <w:rsid w:val="007E3E5A"/>
    <w:rsid w:val="00804116"/>
    <w:rsid w:val="00806446"/>
    <w:rsid w:val="00830F99"/>
    <w:rsid w:val="00874B53"/>
    <w:rsid w:val="008A0C4E"/>
    <w:rsid w:val="008A4886"/>
    <w:rsid w:val="008B0449"/>
    <w:rsid w:val="008C7E40"/>
    <w:rsid w:val="00900E29"/>
    <w:rsid w:val="00902581"/>
    <w:rsid w:val="009026FD"/>
    <w:rsid w:val="009033F7"/>
    <w:rsid w:val="00913D41"/>
    <w:rsid w:val="00937A84"/>
    <w:rsid w:val="00944D6F"/>
    <w:rsid w:val="0095733C"/>
    <w:rsid w:val="0095745B"/>
    <w:rsid w:val="009669B9"/>
    <w:rsid w:val="009701EE"/>
    <w:rsid w:val="00973E50"/>
    <w:rsid w:val="009A38F6"/>
    <w:rsid w:val="009A7AF5"/>
    <w:rsid w:val="009B0865"/>
    <w:rsid w:val="009B0DC6"/>
    <w:rsid w:val="009B14B8"/>
    <w:rsid w:val="009B6B17"/>
    <w:rsid w:val="009B6B95"/>
    <w:rsid w:val="009C1826"/>
    <w:rsid w:val="009E72A5"/>
    <w:rsid w:val="009F26D7"/>
    <w:rsid w:val="009F4B93"/>
    <w:rsid w:val="00A20C87"/>
    <w:rsid w:val="00A23877"/>
    <w:rsid w:val="00A315B6"/>
    <w:rsid w:val="00A357DE"/>
    <w:rsid w:val="00A53F92"/>
    <w:rsid w:val="00A5447A"/>
    <w:rsid w:val="00A93C80"/>
    <w:rsid w:val="00A95071"/>
    <w:rsid w:val="00AA1604"/>
    <w:rsid w:val="00AA3C4A"/>
    <w:rsid w:val="00AA3C5E"/>
    <w:rsid w:val="00AB1260"/>
    <w:rsid w:val="00AB3487"/>
    <w:rsid w:val="00AB5B7F"/>
    <w:rsid w:val="00AB5FB0"/>
    <w:rsid w:val="00AD200E"/>
    <w:rsid w:val="00AD488E"/>
    <w:rsid w:val="00B0503D"/>
    <w:rsid w:val="00B0590A"/>
    <w:rsid w:val="00B21150"/>
    <w:rsid w:val="00B259E1"/>
    <w:rsid w:val="00B3559A"/>
    <w:rsid w:val="00B51C2D"/>
    <w:rsid w:val="00B52A71"/>
    <w:rsid w:val="00B65A7D"/>
    <w:rsid w:val="00B91260"/>
    <w:rsid w:val="00B9158F"/>
    <w:rsid w:val="00BA5E4A"/>
    <w:rsid w:val="00BB0B39"/>
    <w:rsid w:val="00BB232C"/>
    <w:rsid w:val="00BB5CE9"/>
    <w:rsid w:val="00BB5E02"/>
    <w:rsid w:val="00BC4A21"/>
    <w:rsid w:val="00BD3BF8"/>
    <w:rsid w:val="00BE5CBF"/>
    <w:rsid w:val="00BF23D7"/>
    <w:rsid w:val="00C024FC"/>
    <w:rsid w:val="00C13B98"/>
    <w:rsid w:val="00C3599E"/>
    <w:rsid w:val="00C36844"/>
    <w:rsid w:val="00C42C20"/>
    <w:rsid w:val="00C51223"/>
    <w:rsid w:val="00C53409"/>
    <w:rsid w:val="00C5438C"/>
    <w:rsid w:val="00C6025F"/>
    <w:rsid w:val="00C6612F"/>
    <w:rsid w:val="00C926EB"/>
    <w:rsid w:val="00CA52E8"/>
    <w:rsid w:val="00CB56F0"/>
    <w:rsid w:val="00CB74E6"/>
    <w:rsid w:val="00CC74CE"/>
    <w:rsid w:val="00CD3E22"/>
    <w:rsid w:val="00CE1485"/>
    <w:rsid w:val="00D0385D"/>
    <w:rsid w:val="00D07E73"/>
    <w:rsid w:val="00D24C9C"/>
    <w:rsid w:val="00D2536B"/>
    <w:rsid w:val="00D3121E"/>
    <w:rsid w:val="00D43210"/>
    <w:rsid w:val="00D44125"/>
    <w:rsid w:val="00D47D02"/>
    <w:rsid w:val="00D51B0D"/>
    <w:rsid w:val="00D65834"/>
    <w:rsid w:val="00D721E7"/>
    <w:rsid w:val="00D72FE4"/>
    <w:rsid w:val="00D809B5"/>
    <w:rsid w:val="00D82AF3"/>
    <w:rsid w:val="00D92C23"/>
    <w:rsid w:val="00D938AE"/>
    <w:rsid w:val="00D97B68"/>
    <w:rsid w:val="00DA569D"/>
    <w:rsid w:val="00DB2A08"/>
    <w:rsid w:val="00DC5D97"/>
    <w:rsid w:val="00DC70AF"/>
    <w:rsid w:val="00DC7724"/>
    <w:rsid w:val="00DE4A7B"/>
    <w:rsid w:val="00DE6126"/>
    <w:rsid w:val="00E0250C"/>
    <w:rsid w:val="00E039FF"/>
    <w:rsid w:val="00E10871"/>
    <w:rsid w:val="00E14443"/>
    <w:rsid w:val="00E21633"/>
    <w:rsid w:val="00E37E8B"/>
    <w:rsid w:val="00E51606"/>
    <w:rsid w:val="00E66A37"/>
    <w:rsid w:val="00E81975"/>
    <w:rsid w:val="00E823CA"/>
    <w:rsid w:val="00E86118"/>
    <w:rsid w:val="00E86BD5"/>
    <w:rsid w:val="00EA33D3"/>
    <w:rsid w:val="00EA7D87"/>
    <w:rsid w:val="00EB4FFF"/>
    <w:rsid w:val="00ED5243"/>
    <w:rsid w:val="00ED5CFD"/>
    <w:rsid w:val="00EE297B"/>
    <w:rsid w:val="00EE6EBF"/>
    <w:rsid w:val="00EF5CC0"/>
    <w:rsid w:val="00F10CFC"/>
    <w:rsid w:val="00F13453"/>
    <w:rsid w:val="00F26F1B"/>
    <w:rsid w:val="00F46A63"/>
    <w:rsid w:val="00F54423"/>
    <w:rsid w:val="00F6087F"/>
    <w:rsid w:val="00F84B39"/>
    <w:rsid w:val="00F97C40"/>
    <w:rsid w:val="00FB3A4D"/>
    <w:rsid w:val="00FD0908"/>
    <w:rsid w:val="00FD6DF0"/>
    <w:rsid w:val="00FE1520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7E188"/>
  <w15:chartTrackingRefBased/>
  <w15:docId w15:val="{5B699DC2-9D99-4A64-AAE0-21392589A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14D"/>
    <w:pPr>
      <w:spacing w:after="160" w:line="259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C53409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18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B68"/>
    <w:rPr>
      <w:rFonts w:ascii="Segoe UI" w:hAnsi="Segoe UI" w:cs="Segoe UI"/>
      <w:sz w:val="18"/>
      <w:szCs w:val="18"/>
      <w:lang w:val="ro-RO"/>
    </w:rPr>
  </w:style>
  <w:style w:type="paragraph" w:styleId="BodyText3">
    <w:name w:val="Body Text 3"/>
    <w:basedOn w:val="Normal"/>
    <w:link w:val="BodyText3Char"/>
    <w:rsid w:val="006B365C"/>
    <w:pPr>
      <w:spacing w:after="120" w:line="240" w:lineRule="auto"/>
    </w:pPr>
    <w:rPr>
      <w:rFonts w:ascii="Times New Roman" w:eastAsia="Times New Roman" w:hAnsi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6B365C"/>
    <w:rPr>
      <w:rFonts w:ascii="Times New Roman" w:eastAsia="Times New Roman" w:hAnsi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7B1C5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53409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">
    <w:name w:val="st"/>
    <w:basedOn w:val="DefaultParagraphFont"/>
    <w:rsid w:val="00C53409"/>
  </w:style>
  <w:style w:type="character" w:customStyle="1" w:styleId="Heading2Char">
    <w:name w:val="Heading 2 Char"/>
    <w:basedOn w:val="DefaultParagraphFont"/>
    <w:link w:val="Heading2"/>
    <w:uiPriority w:val="9"/>
    <w:rsid w:val="009C182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o-RO"/>
    </w:rPr>
  </w:style>
  <w:style w:type="table" w:customStyle="1" w:styleId="TableGrid0">
    <w:name w:val="TableGrid"/>
    <w:rsid w:val="003515F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F54423"/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634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EA3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EA3"/>
    <w:rPr>
      <w:b/>
      <w:bCs/>
      <w:lang w:val="ro-RO"/>
    </w:rPr>
  </w:style>
  <w:style w:type="paragraph" w:customStyle="1" w:styleId="Default">
    <w:name w:val="Default"/>
    <w:rsid w:val="00634EA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A1E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Template%20Rectorat%201%20UMFT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E34D8-8DAF-41C3-9D4E-75743036A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Rectorat 1 UMFT - Copy</Template>
  <TotalTime>584</TotalTime>
  <Pages>3</Pages>
  <Words>556</Words>
  <Characters>3228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>Nume departament</dc:description>
  <cp:lastModifiedBy>PC</cp:lastModifiedBy>
  <cp:revision>57</cp:revision>
  <cp:lastPrinted>2024-11-26T08:16:00Z</cp:lastPrinted>
  <dcterms:created xsi:type="dcterms:W3CDTF">2024-11-26T08:16:00Z</dcterms:created>
  <dcterms:modified xsi:type="dcterms:W3CDTF">2025-05-30T09:27:00Z</dcterms:modified>
</cp:coreProperties>
</file>